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03C4E" w14:textId="77777777" w:rsidR="006A08DD" w:rsidRPr="006D396D" w:rsidRDefault="006A08DD" w:rsidP="004E38A6">
      <w:pPr>
        <w:pStyle w:val="Default"/>
        <w:rPr>
          <w:noProof/>
          <w:color w:val="000000" w:themeColor="text1"/>
        </w:rPr>
      </w:pPr>
    </w:p>
    <w:p w14:paraId="33C31E5D" w14:textId="77777777" w:rsidR="007D754B" w:rsidRPr="006D396D" w:rsidRDefault="007D754B" w:rsidP="004E38A6">
      <w:pPr>
        <w:pStyle w:val="Default"/>
        <w:rPr>
          <w:noProof/>
          <w:color w:val="000000" w:themeColor="text1"/>
        </w:rPr>
      </w:pPr>
    </w:p>
    <w:p w14:paraId="7D517910" w14:textId="46904B4F" w:rsidR="001D0885" w:rsidRPr="006D396D" w:rsidRDefault="001D0885" w:rsidP="004E38A6">
      <w:pPr>
        <w:pStyle w:val="Default"/>
        <w:rPr>
          <w:noProof/>
          <w:color w:val="000000" w:themeColor="text1"/>
        </w:rPr>
      </w:pPr>
      <w:r w:rsidRPr="006D396D">
        <w:rPr>
          <w:noProof/>
          <w:color w:val="000000" w:themeColor="text1"/>
        </w:rPr>
        <w:t>Mart Võrklaev</w:t>
      </w:r>
      <w:r w:rsidR="001F7E74" w:rsidRPr="006D396D">
        <w:rPr>
          <w:noProof/>
          <w:color w:val="000000" w:themeColor="text1"/>
        </w:rPr>
        <w:tab/>
      </w:r>
      <w:r w:rsidR="001F7E74" w:rsidRPr="006D396D">
        <w:rPr>
          <w:noProof/>
          <w:color w:val="000000" w:themeColor="text1"/>
        </w:rPr>
        <w:tab/>
      </w:r>
      <w:r w:rsidR="001F7E74" w:rsidRPr="006D396D">
        <w:rPr>
          <w:noProof/>
          <w:color w:val="000000" w:themeColor="text1"/>
        </w:rPr>
        <w:tab/>
      </w:r>
      <w:r w:rsidR="001F7E74" w:rsidRPr="006D396D">
        <w:rPr>
          <w:noProof/>
          <w:color w:val="000000" w:themeColor="text1"/>
        </w:rPr>
        <w:tab/>
      </w:r>
      <w:r w:rsidR="001F7E74" w:rsidRPr="006D396D">
        <w:rPr>
          <w:noProof/>
          <w:color w:val="000000" w:themeColor="text1"/>
        </w:rPr>
        <w:tab/>
      </w:r>
      <w:r w:rsidR="001F7E74" w:rsidRPr="006D396D">
        <w:rPr>
          <w:noProof/>
          <w:color w:val="000000" w:themeColor="text1"/>
        </w:rPr>
        <w:tab/>
      </w:r>
      <w:r w:rsidR="00301A6F" w:rsidRPr="006D396D">
        <w:rPr>
          <w:noProof/>
          <w:color w:val="000000" w:themeColor="text1"/>
        </w:rPr>
        <w:t>Teie</w:t>
      </w:r>
      <w:r w:rsidR="00164B60" w:rsidRPr="006D396D">
        <w:rPr>
          <w:noProof/>
          <w:color w:val="000000" w:themeColor="text1"/>
        </w:rPr>
        <w:t xml:space="preserve"> 19.07.</w:t>
      </w:r>
      <w:r w:rsidR="00BF78ED">
        <w:rPr>
          <w:noProof/>
          <w:color w:val="000000" w:themeColor="text1"/>
        </w:rPr>
        <w:t>20</w:t>
      </w:r>
      <w:r w:rsidR="00290734" w:rsidRPr="006D396D">
        <w:rPr>
          <w:noProof/>
          <w:color w:val="000000" w:themeColor="text1"/>
        </w:rPr>
        <w:t>23 nr 1.1</w:t>
      </w:r>
      <w:r w:rsidR="00950E66" w:rsidRPr="006D396D">
        <w:rPr>
          <w:noProof/>
          <w:color w:val="000000" w:themeColor="text1"/>
        </w:rPr>
        <w:t>-26/5035-1</w:t>
      </w:r>
    </w:p>
    <w:p w14:paraId="6935D8DA" w14:textId="7E92F6F4" w:rsidR="007D754B" w:rsidRPr="006D396D" w:rsidRDefault="001F7E74" w:rsidP="004E38A6">
      <w:pPr>
        <w:pStyle w:val="Default"/>
        <w:rPr>
          <w:noProof/>
          <w:color w:val="000000" w:themeColor="text1"/>
        </w:rPr>
      </w:pPr>
      <w:r w:rsidRPr="006D396D">
        <w:rPr>
          <w:noProof/>
          <w:color w:val="000000" w:themeColor="text1"/>
        </w:rPr>
        <w:t>R</w:t>
      </w:r>
      <w:r w:rsidR="001D0885" w:rsidRPr="006D396D">
        <w:rPr>
          <w:noProof/>
          <w:color w:val="000000" w:themeColor="text1"/>
        </w:rPr>
        <w:t>ahan</w:t>
      </w:r>
      <w:r w:rsidR="007D754B" w:rsidRPr="006D396D">
        <w:rPr>
          <w:noProof/>
          <w:color w:val="000000" w:themeColor="text1"/>
        </w:rPr>
        <w:t>d</w:t>
      </w:r>
      <w:r w:rsidR="001D0885" w:rsidRPr="006D396D">
        <w:rPr>
          <w:noProof/>
          <w:color w:val="000000" w:themeColor="text1"/>
        </w:rPr>
        <w:t>usminister</w:t>
      </w:r>
    </w:p>
    <w:p w14:paraId="4FD2D05A" w14:textId="74BFC995" w:rsidR="007D754B" w:rsidRPr="006D396D" w:rsidRDefault="007D754B" w:rsidP="004E38A6">
      <w:pPr>
        <w:pStyle w:val="Default"/>
        <w:rPr>
          <w:noProof/>
          <w:color w:val="000000" w:themeColor="text1"/>
        </w:rPr>
      </w:pPr>
      <w:r w:rsidRPr="006D396D">
        <w:rPr>
          <w:color w:val="000000" w:themeColor="text1"/>
        </w:rPr>
        <w:t>Rahandusministeerium</w:t>
      </w:r>
      <w:r w:rsidR="00296ED8">
        <w:rPr>
          <w:color w:val="000000" w:themeColor="text1"/>
        </w:rPr>
        <w:tab/>
      </w:r>
      <w:r w:rsidR="00296ED8">
        <w:rPr>
          <w:color w:val="000000" w:themeColor="text1"/>
        </w:rPr>
        <w:tab/>
      </w:r>
      <w:r w:rsidR="00296ED8">
        <w:rPr>
          <w:color w:val="000000" w:themeColor="text1"/>
        </w:rPr>
        <w:tab/>
      </w:r>
      <w:r w:rsidR="00296ED8">
        <w:rPr>
          <w:color w:val="000000" w:themeColor="text1"/>
        </w:rPr>
        <w:tab/>
      </w:r>
      <w:r w:rsidR="00296ED8">
        <w:rPr>
          <w:color w:val="000000" w:themeColor="text1"/>
        </w:rPr>
        <w:tab/>
      </w:r>
      <w:r w:rsidR="00296ED8" w:rsidRPr="006D396D">
        <w:rPr>
          <w:noProof/>
          <w:color w:val="000000" w:themeColor="text1"/>
        </w:rPr>
        <w:t>Meie 18.08.</w:t>
      </w:r>
      <w:r w:rsidR="00296ED8">
        <w:rPr>
          <w:noProof/>
          <w:color w:val="000000" w:themeColor="text1"/>
        </w:rPr>
        <w:t>20</w:t>
      </w:r>
      <w:r w:rsidR="00296ED8" w:rsidRPr="006D396D">
        <w:rPr>
          <w:noProof/>
          <w:color w:val="000000" w:themeColor="text1"/>
        </w:rPr>
        <w:t>23 nr 5-1/254-7</w:t>
      </w:r>
    </w:p>
    <w:p w14:paraId="5D665D9C" w14:textId="77777777" w:rsidR="007D754B" w:rsidRPr="006D396D" w:rsidRDefault="007D754B" w:rsidP="004E38A6">
      <w:pPr>
        <w:pStyle w:val="Default"/>
        <w:rPr>
          <w:noProof/>
          <w:color w:val="000000" w:themeColor="text1"/>
        </w:rPr>
      </w:pPr>
    </w:p>
    <w:p w14:paraId="27AA93B0" w14:textId="77777777" w:rsidR="007D754B" w:rsidRPr="006D396D" w:rsidRDefault="007D754B" w:rsidP="004E38A6">
      <w:pPr>
        <w:pStyle w:val="Default"/>
        <w:rPr>
          <w:noProof/>
          <w:color w:val="000000" w:themeColor="text1"/>
        </w:rPr>
      </w:pPr>
    </w:p>
    <w:p w14:paraId="095ADABB" w14:textId="77777777" w:rsidR="007D754B" w:rsidRPr="006D396D" w:rsidRDefault="007D754B" w:rsidP="004E38A6">
      <w:pPr>
        <w:pStyle w:val="Default"/>
        <w:rPr>
          <w:noProof/>
          <w:color w:val="000000" w:themeColor="text1"/>
        </w:rPr>
      </w:pPr>
    </w:p>
    <w:p w14:paraId="3D8B7E87" w14:textId="77777777" w:rsidR="001F7E74" w:rsidRPr="00296ED8" w:rsidRDefault="00CF3D7B" w:rsidP="004E38A6">
      <w:pPr>
        <w:pStyle w:val="Default"/>
        <w:rPr>
          <w:b/>
          <w:bCs/>
          <w:noProof/>
          <w:color w:val="000000" w:themeColor="text1"/>
        </w:rPr>
      </w:pPr>
      <w:r w:rsidRPr="00296ED8">
        <w:rPr>
          <w:b/>
          <w:bCs/>
          <w:noProof/>
          <w:color w:val="000000" w:themeColor="text1"/>
        </w:rPr>
        <w:t>Mootor</w:t>
      </w:r>
      <w:r w:rsidR="00C6071A" w:rsidRPr="00296ED8">
        <w:rPr>
          <w:b/>
          <w:bCs/>
          <w:noProof/>
          <w:color w:val="000000" w:themeColor="text1"/>
        </w:rPr>
        <w:t>sõidukimaksu seaduseelnõu</w:t>
      </w:r>
    </w:p>
    <w:p w14:paraId="540C5E8E" w14:textId="02DD8F95" w:rsidR="00C6071A" w:rsidRPr="00296ED8" w:rsidRDefault="00296ED8" w:rsidP="004E38A6">
      <w:pPr>
        <w:pStyle w:val="Default"/>
        <w:rPr>
          <w:b/>
          <w:bCs/>
          <w:noProof/>
          <w:color w:val="000000" w:themeColor="text1"/>
        </w:rPr>
      </w:pPr>
      <w:r>
        <w:rPr>
          <w:b/>
          <w:bCs/>
          <w:noProof/>
          <w:color w:val="000000" w:themeColor="text1"/>
        </w:rPr>
        <w:t>v</w:t>
      </w:r>
      <w:r w:rsidR="00C6071A" w:rsidRPr="00296ED8">
        <w:rPr>
          <w:b/>
          <w:bCs/>
          <w:noProof/>
          <w:color w:val="000000" w:themeColor="text1"/>
        </w:rPr>
        <w:t>äljatöötamiskavatsus</w:t>
      </w:r>
    </w:p>
    <w:p w14:paraId="6C589B1B" w14:textId="7C8D1478" w:rsidR="00296ED8" w:rsidRDefault="00296ED8" w:rsidP="004E38A6">
      <w:pPr>
        <w:pStyle w:val="Default"/>
        <w:rPr>
          <w:noProof/>
          <w:color w:val="000000" w:themeColor="text1"/>
        </w:rPr>
      </w:pPr>
    </w:p>
    <w:p w14:paraId="4B572F76" w14:textId="6AC4A30C" w:rsidR="00296ED8" w:rsidRDefault="00296ED8" w:rsidP="004E38A6">
      <w:pPr>
        <w:pStyle w:val="Default"/>
        <w:rPr>
          <w:noProof/>
          <w:color w:val="000000" w:themeColor="text1"/>
        </w:rPr>
      </w:pPr>
    </w:p>
    <w:p w14:paraId="14AFF3C1" w14:textId="14B24FC2" w:rsidR="00296ED8" w:rsidRPr="006D396D" w:rsidRDefault="00296ED8" w:rsidP="004E38A6">
      <w:pPr>
        <w:pStyle w:val="Default"/>
        <w:rPr>
          <w:noProof/>
          <w:color w:val="000000" w:themeColor="text1"/>
        </w:rPr>
      </w:pPr>
      <w:r>
        <w:rPr>
          <w:noProof/>
          <w:color w:val="000000" w:themeColor="text1"/>
        </w:rPr>
        <w:t>Austatud rahandusminister Mart Võrklaev</w:t>
      </w:r>
    </w:p>
    <w:p w14:paraId="2B26F1B4" w14:textId="77777777" w:rsidR="007D754B" w:rsidRPr="006D396D" w:rsidRDefault="007D754B" w:rsidP="004E38A6">
      <w:pPr>
        <w:pStyle w:val="Default"/>
        <w:rPr>
          <w:noProof/>
          <w:color w:val="000000" w:themeColor="text1"/>
        </w:rPr>
      </w:pPr>
    </w:p>
    <w:p w14:paraId="11539860" w14:textId="47FCADF0" w:rsidR="00D25183" w:rsidRPr="006D396D" w:rsidRDefault="00D25183" w:rsidP="004E38A6">
      <w:pPr>
        <w:autoSpaceDE w:val="0"/>
        <w:autoSpaceDN w:val="0"/>
        <w:spacing w:after="120" w:line="240" w:lineRule="auto"/>
        <w:jc w:val="both"/>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 xml:space="preserve">Eesti Linnade ja Valdade Liit </w:t>
      </w:r>
      <w:r w:rsidR="001F7E74" w:rsidRPr="006D396D">
        <w:rPr>
          <w:rFonts w:ascii="Times New Roman" w:hAnsi="Times New Roman" w:cs="Times New Roman"/>
          <w:color w:val="000000" w:themeColor="text1"/>
          <w:sz w:val="24"/>
          <w:szCs w:val="24"/>
        </w:rPr>
        <w:t xml:space="preserve">(ELVL) </w:t>
      </w:r>
      <w:r w:rsidRPr="006D396D">
        <w:rPr>
          <w:rFonts w:ascii="Times New Roman" w:hAnsi="Times New Roman" w:cs="Times New Roman"/>
          <w:color w:val="000000" w:themeColor="text1"/>
          <w:sz w:val="24"/>
          <w:szCs w:val="24"/>
        </w:rPr>
        <w:t>ei pea võimalikuks kooskõlasta</w:t>
      </w:r>
      <w:r w:rsidR="005B7C33" w:rsidRPr="006D396D">
        <w:rPr>
          <w:rFonts w:ascii="Times New Roman" w:hAnsi="Times New Roman" w:cs="Times New Roman"/>
          <w:color w:val="000000" w:themeColor="text1"/>
          <w:sz w:val="24"/>
          <w:szCs w:val="24"/>
        </w:rPr>
        <w:t>da</w:t>
      </w:r>
      <w:r w:rsidRPr="006D396D">
        <w:rPr>
          <w:rFonts w:ascii="Times New Roman" w:hAnsi="Times New Roman" w:cs="Times New Roman"/>
          <w:color w:val="000000" w:themeColor="text1"/>
          <w:sz w:val="24"/>
          <w:szCs w:val="24"/>
        </w:rPr>
        <w:t xml:space="preserve"> mootorsõidukimaksu seaduseelnõu väljatöötamiskavatsus</w:t>
      </w:r>
      <w:r w:rsidR="007D3CD6" w:rsidRPr="006D396D">
        <w:rPr>
          <w:rFonts w:ascii="Times New Roman" w:hAnsi="Times New Roman" w:cs="Times New Roman"/>
          <w:color w:val="000000" w:themeColor="text1"/>
          <w:sz w:val="24"/>
          <w:szCs w:val="24"/>
        </w:rPr>
        <w:t>t</w:t>
      </w:r>
      <w:r w:rsidRPr="006D396D">
        <w:rPr>
          <w:rFonts w:ascii="Times New Roman" w:hAnsi="Times New Roman" w:cs="Times New Roman"/>
          <w:color w:val="000000" w:themeColor="text1"/>
          <w:sz w:val="24"/>
          <w:szCs w:val="24"/>
        </w:rPr>
        <w:t xml:space="preserve"> (VTK) järgmis</w:t>
      </w:r>
      <w:r w:rsidR="005B7C33" w:rsidRPr="006D396D">
        <w:rPr>
          <w:rFonts w:ascii="Times New Roman" w:hAnsi="Times New Roman" w:cs="Times New Roman"/>
          <w:color w:val="000000" w:themeColor="text1"/>
          <w:sz w:val="24"/>
          <w:szCs w:val="24"/>
        </w:rPr>
        <w:t>tel põhjustel.</w:t>
      </w:r>
    </w:p>
    <w:p w14:paraId="5D75C8DF" w14:textId="43A9B6C4" w:rsidR="00BE2EBB" w:rsidRPr="006D396D" w:rsidRDefault="00D772F6" w:rsidP="004E38A6">
      <w:pPr>
        <w:autoSpaceDE w:val="0"/>
        <w:autoSpaceDN w:val="0"/>
        <w:spacing w:after="120" w:line="240" w:lineRule="auto"/>
        <w:jc w:val="both"/>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 xml:space="preserve">Kooskõlastamiseks esitatud VTK </w:t>
      </w:r>
      <w:r w:rsidR="00FB6D70" w:rsidRPr="006D396D">
        <w:rPr>
          <w:rFonts w:ascii="Times New Roman" w:hAnsi="Times New Roman" w:cs="Times New Roman"/>
          <w:color w:val="000000" w:themeColor="text1"/>
          <w:sz w:val="24"/>
          <w:szCs w:val="24"/>
        </w:rPr>
        <w:t xml:space="preserve">puhul tõusetub </w:t>
      </w:r>
      <w:r w:rsidR="008D62C2" w:rsidRPr="006D396D">
        <w:rPr>
          <w:rFonts w:ascii="Times New Roman" w:hAnsi="Times New Roman" w:cs="Times New Roman"/>
          <w:color w:val="000000" w:themeColor="text1"/>
          <w:sz w:val="24"/>
          <w:szCs w:val="24"/>
        </w:rPr>
        <w:t xml:space="preserve">olulisi ja põhimõttelisi </w:t>
      </w:r>
      <w:r w:rsidR="00622FD8" w:rsidRPr="006D396D">
        <w:rPr>
          <w:rFonts w:ascii="Times New Roman" w:hAnsi="Times New Roman" w:cs="Times New Roman"/>
          <w:color w:val="000000" w:themeColor="text1"/>
          <w:sz w:val="24"/>
          <w:szCs w:val="24"/>
        </w:rPr>
        <w:t>küsimusi (vt järgnevad punktid)</w:t>
      </w:r>
      <w:r w:rsidR="00712E29" w:rsidRPr="006D396D">
        <w:rPr>
          <w:rFonts w:ascii="Times New Roman" w:hAnsi="Times New Roman" w:cs="Times New Roman"/>
          <w:color w:val="000000" w:themeColor="text1"/>
          <w:sz w:val="24"/>
          <w:szCs w:val="24"/>
        </w:rPr>
        <w:t xml:space="preserve">, </w:t>
      </w:r>
      <w:r w:rsidR="000E5891" w:rsidRPr="006D396D">
        <w:rPr>
          <w:rFonts w:ascii="Times New Roman" w:hAnsi="Times New Roman" w:cs="Times New Roman"/>
          <w:color w:val="000000" w:themeColor="text1"/>
          <w:sz w:val="24"/>
          <w:szCs w:val="24"/>
        </w:rPr>
        <w:t>mi</w:t>
      </w:r>
      <w:r w:rsidR="00973B2B" w:rsidRPr="006D396D">
        <w:rPr>
          <w:rFonts w:ascii="Times New Roman" w:hAnsi="Times New Roman" w:cs="Times New Roman"/>
          <w:color w:val="000000" w:themeColor="text1"/>
          <w:sz w:val="24"/>
          <w:szCs w:val="24"/>
        </w:rPr>
        <w:t>s</w:t>
      </w:r>
      <w:r w:rsidR="000E5891" w:rsidRPr="006D396D">
        <w:rPr>
          <w:rFonts w:ascii="Times New Roman" w:hAnsi="Times New Roman" w:cs="Times New Roman"/>
          <w:color w:val="000000" w:themeColor="text1"/>
          <w:sz w:val="24"/>
          <w:szCs w:val="24"/>
        </w:rPr>
        <w:t xml:space="preserve"> peaks</w:t>
      </w:r>
      <w:r w:rsidR="00973B2B" w:rsidRPr="006D396D">
        <w:rPr>
          <w:rFonts w:ascii="Times New Roman" w:hAnsi="Times New Roman" w:cs="Times New Roman"/>
          <w:color w:val="000000" w:themeColor="text1"/>
          <w:sz w:val="24"/>
          <w:szCs w:val="24"/>
        </w:rPr>
        <w:t>id</w:t>
      </w:r>
      <w:r w:rsidR="000E5891" w:rsidRPr="006D396D">
        <w:rPr>
          <w:rFonts w:ascii="Times New Roman" w:hAnsi="Times New Roman" w:cs="Times New Roman"/>
          <w:color w:val="000000" w:themeColor="text1"/>
          <w:sz w:val="24"/>
          <w:szCs w:val="24"/>
        </w:rPr>
        <w:t xml:space="preserve"> olema </w:t>
      </w:r>
      <w:r w:rsidR="00973B2B" w:rsidRPr="006D396D">
        <w:rPr>
          <w:rFonts w:ascii="Times New Roman" w:hAnsi="Times New Roman" w:cs="Times New Roman"/>
          <w:color w:val="000000" w:themeColor="text1"/>
          <w:sz w:val="24"/>
          <w:szCs w:val="24"/>
        </w:rPr>
        <w:t xml:space="preserve">läbitöötatud juba </w:t>
      </w:r>
      <w:r w:rsidR="00EA3BEB" w:rsidRPr="006D396D">
        <w:rPr>
          <w:rFonts w:ascii="Times New Roman" w:hAnsi="Times New Roman" w:cs="Times New Roman"/>
          <w:color w:val="000000" w:themeColor="text1"/>
          <w:sz w:val="24"/>
          <w:szCs w:val="24"/>
        </w:rPr>
        <w:t>VTK</w:t>
      </w:r>
      <w:r w:rsidR="001F7E74" w:rsidRPr="006D396D">
        <w:rPr>
          <w:rFonts w:ascii="Times New Roman" w:hAnsi="Times New Roman" w:cs="Times New Roman"/>
          <w:color w:val="000000" w:themeColor="text1"/>
          <w:sz w:val="24"/>
          <w:szCs w:val="24"/>
        </w:rPr>
        <w:t>-</w:t>
      </w:r>
      <w:proofErr w:type="spellStart"/>
      <w:r w:rsidR="002E7727" w:rsidRPr="006D396D">
        <w:rPr>
          <w:rFonts w:ascii="Times New Roman" w:hAnsi="Times New Roman" w:cs="Times New Roman"/>
          <w:color w:val="000000" w:themeColor="text1"/>
          <w:sz w:val="24"/>
          <w:szCs w:val="24"/>
        </w:rPr>
        <w:t>le</w:t>
      </w:r>
      <w:proofErr w:type="spellEnd"/>
      <w:r w:rsidR="002E7727" w:rsidRPr="006D396D">
        <w:rPr>
          <w:rFonts w:ascii="Times New Roman" w:hAnsi="Times New Roman" w:cs="Times New Roman"/>
          <w:color w:val="000000" w:themeColor="text1"/>
          <w:sz w:val="24"/>
          <w:szCs w:val="24"/>
        </w:rPr>
        <w:t xml:space="preserve"> eelnevalt</w:t>
      </w:r>
      <w:r w:rsidR="00EA3BEB" w:rsidRPr="006D396D">
        <w:rPr>
          <w:rFonts w:ascii="Times New Roman" w:hAnsi="Times New Roman" w:cs="Times New Roman"/>
          <w:color w:val="000000" w:themeColor="text1"/>
          <w:sz w:val="24"/>
          <w:szCs w:val="24"/>
        </w:rPr>
        <w:t xml:space="preserve">, mitte VTK-s juba valitud alternatiivide </w:t>
      </w:r>
      <w:r w:rsidR="0045793C" w:rsidRPr="006D396D">
        <w:rPr>
          <w:rFonts w:ascii="Times New Roman" w:hAnsi="Times New Roman" w:cs="Times New Roman"/>
          <w:color w:val="000000" w:themeColor="text1"/>
          <w:sz w:val="24"/>
          <w:szCs w:val="24"/>
        </w:rPr>
        <w:t>mõjude hinnanguna</w:t>
      </w:r>
      <w:r w:rsidR="008C4F3D" w:rsidRPr="006D396D">
        <w:rPr>
          <w:rFonts w:ascii="Times New Roman" w:hAnsi="Times New Roman" w:cs="Times New Roman"/>
          <w:color w:val="000000" w:themeColor="text1"/>
          <w:sz w:val="24"/>
          <w:szCs w:val="24"/>
        </w:rPr>
        <w:t>.</w:t>
      </w:r>
    </w:p>
    <w:p w14:paraId="224C9249" w14:textId="3C8C1C7E" w:rsidR="00BE33CD" w:rsidRPr="004E38A6" w:rsidRDefault="001F7E74" w:rsidP="004E38A6">
      <w:pPr>
        <w:spacing w:after="120" w:line="240" w:lineRule="auto"/>
        <w:jc w:val="both"/>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P</w:t>
      </w:r>
      <w:r w:rsidR="001A01DD" w:rsidRPr="006D396D">
        <w:rPr>
          <w:rFonts w:ascii="Times New Roman" w:hAnsi="Times New Roman" w:cs="Times New Roman"/>
          <w:color w:val="000000" w:themeColor="text1"/>
          <w:sz w:val="24"/>
          <w:szCs w:val="24"/>
        </w:rPr>
        <w:t xml:space="preserve">eame vajalikuks </w:t>
      </w:r>
      <w:r w:rsidR="00361ABC" w:rsidRPr="006D396D">
        <w:rPr>
          <w:rFonts w:ascii="Times New Roman" w:hAnsi="Times New Roman" w:cs="Times New Roman"/>
          <w:color w:val="000000" w:themeColor="text1"/>
          <w:sz w:val="24"/>
          <w:szCs w:val="24"/>
        </w:rPr>
        <w:t>märkida</w:t>
      </w:r>
      <w:r w:rsidR="005B65FC" w:rsidRPr="006D396D">
        <w:rPr>
          <w:rFonts w:ascii="Times New Roman" w:hAnsi="Times New Roman" w:cs="Times New Roman"/>
          <w:color w:val="000000" w:themeColor="text1"/>
          <w:sz w:val="24"/>
          <w:szCs w:val="24"/>
        </w:rPr>
        <w:t>, et</w:t>
      </w:r>
      <w:r w:rsidRPr="006D396D">
        <w:rPr>
          <w:rFonts w:ascii="Times New Roman" w:hAnsi="Times New Roman" w:cs="Times New Roman"/>
          <w:color w:val="000000" w:themeColor="text1"/>
          <w:sz w:val="24"/>
          <w:szCs w:val="24"/>
        </w:rPr>
        <w:t xml:space="preserve"> </w:t>
      </w:r>
      <w:r w:rsidR="005A714C" w:rsidRPr="006D396D">
        <w:rPr>
          <w:rFonts w:ascii="Times New Roman" w:hAnsi="Times New Roman" w:cs="Times New Roman"/>
          <w:color w:val="000000" w:themeColor="text1"/>
          <w:sz w:val="24"/>
          <w:szCs w:val="24"/>
        </w:rPr>
        <w:t>p</w:t>
      </w:r>
      <w:r w:rsidR="00DC61C7" w:rsidRPr="006D396D">
        <w:rPr>
          <w:rFonts w:ascii="Times New Roman" w:hAnsi="Times New Roman" w:cs="Times New Roman"/>
          <w:color w:val="000000" w:themeColor="text1"/>
          <w:sz w:val="24"/>
          <w:szCs w:val="24"/>
        </w:rPr>
        <w:t xml:space="preserve">araku ei pidanud </w:t>
      </w:r>
      <w:r w:rsidR="006D396D" w:rsidRPr="006D396D">
        <w:rPr>
          <w:rFonts w:ascii="Times New Roman" w:hAnsi="Times New Roman" w:cs="Times New Roman"/>
          <w:color w:val="000000" w:themeColor="text1"/>
          <w:sz w:val="24"/>
          <w:szCs w:val="24"/>
        </w:rPr>
        <w:t xml:space="preserve">ministeerium </w:t>
      </w:r>
      <w:r w:rsidR="00DC61C7" w:rsidRPr="006D396D">
        <w:rPr>
          <w:rFonts w:ascii="Times New Roman" w:hAnsi="Times New Roman" w:cs="Times New Roman"/>
          <w:color w:val="000000" w:themeColor="text1"/>
          <w:sz w:val="24"/>
          <w:szCs w:val="24"/>
        </w:rPr>
        <w:t>vajalikuks kaasata</w:t>
      </w:r>
      <w:r w:rsidR="00C91B31" w:rsidRPr="006D396D">
        <w:rPr>
          <w:rFonts w:ascii="Times New Roman" w:hAnsi="Times New Roman" w:cs="Times New Roman"/>
          <w:color w:val="000000" w:themeColor="text1"/>
          <w:sz w:val="24"/>
          <w:szCs w:val="24"/>
        </w:rPr>
        <w:t xml:space="preserve"> </w:t>
      </w:r>
      <w:r w:rsidRPr="006D396D">
        <w:rPr>
          <w:rFonts w:ascii="Times New Roman" w:hAnsi="Times New Roman" w:cs="Times New Roman"/>
          <w:color w:val="000000" w:themeColor="text1"/>
          <w:sz w:val="24"/>
          <w:szCs w:val="24"/>
        </w:rPr>
        <w:t xml:space="preserve">ELVL-i </w:t>
      </w:r>
      <w:r w:rsidR="009F66E6" w:rsidRPr="006D396D">
        <w:rPr>
          <w:rFonts w:ascii="Times New Roman" w:hAnsi="Times New Roman" w:cs="Times New Roman"/>
          <w:color w:val="000000" w:themeColor="text1"/>
          <w:sz w:val="24"/>
          <w:szCs w:val="24"/>
        </w:rPr>
        <w:t>VTK</w:t>
      </w:r>
      <w:r w:rsidR="006D3B22" w:rsidRPr="006D396D">
        <w:rPr>
          <w:rFonts w:ascii="Times New Roman" w:hAnsi="Times New Roman" w:cs="Times New Roman"/>
          <w:color w:val="000000" w:themeColor="text1"/>
          <w:sz w:val="24"/>
          <w:szCs w:val="24"/>
        </w:rPr>
        <w:t xml:space="preserve"> </w:t>
      </w:r>
      <w:proofErr w:type="spellStart"/>
      <w:r w:rsidR="00CF2772" w:rsidRPr="006D396D">
        <w:rPr>
          <w:rFonts w:ascii="Times New Roman" w:hAnsi="Times New Roman" w:cs="Times New Roman"/>
          <w:color w:val="000000" w:themeColor="text1"/>
          <w:sz w:val="24"/>
          <w:szCs w:val="24"/>
        </w:rPr>
        <w:t>kooskõlastajate</w:t>
      </w:r>
      <w:proofErr w:type="spellEnd"/>
      <w:r w:rsidR="003304B2" w:rsidRPr="006D396D">
        <w:rPr>
          <w:rFonts w:ascii="Times New Roman" w:hAnsi="Times New Roman" w:cs="Times New Roman"/>
          <w:color w:val="000000" w:themeColor="text1"/>
          <w:sz w:val="24"/>
          <w:szCs w:val="24"/>
        </w:rPr>
        <w:t xml:space="preserve"> hulka</w:t>
      </w:r>
      <w:r w:rsidR="009F66E6" w:rsidRPr="006D396D">
        <w:rPr>
          <w:rFonts w:ascii="Times New Roman" w:hAnsi="Times New Roman" w:cs="Times New Roman"/>
          <w:color w:val="000000" w:themeColor="text1"/>
          <w:sz w:val="24"/>
          <w:szCs w:val="24"/>
        </w:rPr>
        <w:t xml:space="preserve">, ehkki </w:t>
      </w:r>
      <w:r w:rsidR="00FC7185" w:rsidRPr="006D396D">
        <w:rPr>
          <w:rFonts w:ascii="Times New Roman" w:hAnsi="Times New Roman" w:cs="Times New Roman"/>
          <w:color w:val="000000" w:themeColor="text1"/>
          <w:sz w:val="24"/>
          <w:szCs w:val="24"/>
        </w:rPr>
        <w:t>VTK</w:t>
      </w:r>
      <w:r w:rsidR="0097747C" w:rsidRPr="006D396D">
        <w:rPr>
          <w:rFonts w:ascii="Times New Roman" w:hAnsi="Times New Roman" w:cs="Times New Roman"/>
          <w:color w:val="000000" w:themeColor="text1"/>
          <w:sz w:val="24"/>
          <w:szCs w:val="24"/>
        </w:rPr>
        <w:t xml:space="preserve"> mõjutab nii otseselt kui ka kaudselt </w:t>
      </w:r>
      <w:r w:rsidR="00192849" w:rsidRPr="006D396D">
        <w:rPr>
          <w:rFonts w:ascii="Times New Roman" w:hAnsi="Times New Roman" w:cs="Times New Roman"/>
          <w:color w:val="000000" w:themeColor="text1"/>
          <w:sz w:val="24"/>
          <w:szCs w:val="24"/>
        </w:rPr>
        <w:t>kohalik</w:t>
      </w:r>
      <w:r w:rsidR="00FC7185" w:rsidRPr="006D396D">
        <w:rPr>
          <w:rFonts w:ascii="Times New Roman" w:hAnsi="Times New Roman" w:cs="Times New Roman"/>
          <w:color w:val="000000" w:themeColor="text1"/>
          <w:sz w:val="24"/>
          <w:szCs w:val="24"/>
        </w:rPr>
        <w:t>k</w:t>
      </w:r>
      <w:r w:rsidR="00192849" w:rsidRPr="006D396D">
        <w:rPr>
          <w:rFonts w:ascii="Times New Roman" w:hAnsi="Times New Roman" w:cs="Times New Roman"/>
          <w:color w:val="000000" w:themeColor="text1"/>
          <w:sz w:val="24"/>
          <w:szCs w:val="24"/>
        </w:rPr>
        <w:t>e omavalitsusi</w:t>
      </w:r>
      <w:r w:rsidR="009F66E6" w:rsidRPr="006D396D">
        <w:rPr>
          <w:rFonts w:ascii="Times New Roman" w:hAnsi="Times New Roman" w:cs="Times New Roman"/>
          <w:color w:val="000000" w:themeColor="text1"/>
          <w:sz w:val="24"/>
          <w:szCs w:val="24"/>
        </w:rPr>
        <w:t xml:space="preserve">. </w:t>
      </w:r>
      <w:r w:rsidR="001E37B1" w:rsidRPr="006D396D">
        <w:rPr>
          <w:rFonts w:ascii="Times New Roman" w:hAnsi="Times New Roman" w:cs="Times New Roman"/>
          <w:color w:val="000000" w:themeColor="text1"/>
          <w:sz w:val="24"/>
          <w:szCs w:val="24"/>
        </w:rPr>
        <w:t xml:space="preserve">Juhime tähelepanu, et </w:t>
      </w:r>
      <w:r w:rsidR="00361ABC" w:rsidRPr="006D396D">
        <w:rPr>
          <w:rFonts w:ascii="Times New Roman" w:hAnsi="Times New Roman" w:cs="Times New Roman"/>
          <w:color w:val="000000" w:themeColor="text1"/>
          <w:sz w:val="24"/>
          <w:szCs w:val="24"/>
        </w:rPr>
        <w:t>vastavalt Vabariigi Valitsuse reglemendi § 6 lõikele 1 kooskõlastatakse eelnõu</w:t>
      </w:r>
      <w:r w:rsidR="003E4133" w:rsidRPr="006D396D">
        <w:rPr>
          <w:rFonts w:ascii="Times New Roman" w:hAnsi="Times New Roman" w:cs="Times New Roman"/>
          <w:color w:val="000000" w:themeColor="text1"/>
          <w:sz w:val="24"/>
          <w:szCs w:val="24"/>
        </w:rPr>
        <w:t xml:space="preserve"> üleriigilise kohaliku omavalitsuse üksuste liiduga</w:t>
      </w:r>
      <w:r w:rsidR="00762094" w:rsidRPr="006D396D">
        <w:rPr>
          <w:rFonts w:ascii="Times New Roman" w:hAnsi="Times New Roman" w:cs="Times New Roman"/>
          <w:color w:val="000000" w:themeColor="text1"/>
          <w:sz w:val="24"/>
          <w:szCs w:val="24"/>
        </w:rPr>
        <w:t>, kui eelnõu</w:t>
      </w:r>
      <w:r w:rsidR="00361ABC" w:rsidRPr="006D396D">
        <w:rPr>
          <w:rFonts w:ascii="Times New Roman" w:hAnsi="Times New Roman" w:cs="Times New Roman"/>
          <w:color w:val="000000" w:themeColor="text1"/>
          <w:sz w:val="24"/>
          <w:szCs w:val="24"/>
        </w:rPr>
        <w:t xml:space="preserve"> puudutab kohaliku omavalitsuse üksuse õigusi, kohustusi ja ülesandeid või kohaliku elu korraldust.</w:t>
      </w:r>
    </w:p>
    <w:p w14:paraId="44219A23" w14:textId="451276F2" w:rsidR="0091552B" w:rsidRPr="004E38A6" w:rsidRDefault="002A1FB4" w:rsidP="004E38A6">
      <w:pPr>
        <w:spacing w:after="120" w:line="240" w:lineRule="auto"/>
        <w:jc w:val="both"/>
        <w:rPr>
          <w:rFonts w:ascii="Times New Roman" w:eastAsia="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1.</w:t>
      </w:r>
      <w:r w:rsidR="0001709B" w:rsidRPr="006D396D">
        <w:rPr>
          <w:rFonts w:ascii="Times New Roman" w:eastAsia="Times New Roman" w:hAnsi="Times New Roman" w:cs="Times New Roman"/>
          <w:color w:val="000000" w:themeColor="text1"/>
          <w:sz w:val="24"/>
          <w:szCs w:val="24"/>
        </w:rPr>
        <w:t xml:space="preserve"> VTK</w:t>
      </w:r>
      <w:r w:rsidR="006D396D">
        <w:rPr>
          <w:rFonts w:ascii="Times New Roman" w:eastAsia="Times New Roman" w:hAnsi="Times New Roman" w:cs="Times New Roman"/>
          <w:color w:val="000000" w:themeColor="text1"/>
          <w:sz w:val="24"/>
          <w:szCs w:val="24"/>
        </w:rPr>
        <w:t>-</w:t>
      </w:r>
      <w:r w:rsidR="0001709B" w:rsidRPr="006D396D">
        <w:rPr>
          <w:rFonts w:ascii="Times New Roman" w:eastAsia="Times New Roman" w:hAnsi="Times New Roman" w:cs="Times New Roman"/>
          <w:color w:val="000000" w:themeColor="text1"/>
          <w:sz w:val="24"/>
          <w:szCs w:val="24"/>
        </w:rPr>
        <w:t>s väljapakutud maksualternatiivid ei pruugi olla parimad valik</w:t>
      </w:r>
      <w:r w:rsidR="00C968D0">
        <w:rPr>
          <w:rFonts w:ascii="Times New Roman" w:eastAsia="Times New Roman" w:hAnsi="Times New Roman" w:cs="Times New Roman"/>
          <w:color w:val="000000" w:themeColor="text1"/>
          <w:sz w:val="24"/>
          <w:szCs w:val="24"/>
        </w:rPr>
        <w:t>u</w:t>
      </w:r>
      <w:r w:rsidR="0001709B" w:rsidRPr="006D396D">
        <w:rPr>
          <w:rFonts w:ascii="Times New Roman" w:eastAsia="Times New Roman" w:hAnsi="Times New Roman" w:cs="Times New Roman"/>
          <w:color w:val="000000" w:themeColor="text1"/>
          <w:sz w:val="24"/>
          <w:szCs w:val="24"/>
        </w:rPr>
        <w:t>variandid seatud eesmärgi täitmiseks. Tegemist on põhimõttelise ja olulise kogu ühiskonda puudutava muudatusega, mi</w:t>
      </w:r>
      <w:r w:rsidR="00C968D0">
        <w:rPr>
          <w:rFonts w:ascii="Times New Roman" w:eastAsia="Times New Roman" w:hAnsi="Times New Roman" w:cs="Times New Roman"/>
          <w:color w:val="000000" w:themeColor="text1"/>
          <w:sz w:val="24"/>
          <w:szCs w:val="24"/>
        </w:rPr>
        <w:t xml:space="preserve">llele peab eelnema </w:t>
      </w:r>
      <w:r w:rsidR="0001709B" w:rsidRPr="006D396D">
        <w:rPr>
          <w:rFonts w:ascii="Times New Roman" w:eastAsia="Times New Roman" w:hAnsi="Times New Roman" w:cs="Times New Roman"/>
          <w:color w:val="000000" w:themeColor="text1"/>
          <w:sz w:val="24"/>
          <w:szCs w:val="24"/>
        </w:rPr>
        <w:t>laiapõhjali</w:t>
      </w:r>
      <w:r w:rsidR="00C968D0">
        <w:rPr>
          <w:rFonts w:ascii="Times New Roman" w:eastAsia="Times New Roman" w:hAnsi="Times New Roman" w:cs="Times New Roman"/>
          <w:color w:val="000000" w:themeColor="text1"/>
          <w:sz w:val="24"/>
          <w:szCs w:val="24"/>
        </w:rPr>
        <w:t>ne</w:t>
      </w:r>
      <w:r w:rsidR="0001709B" w:rsidRPr="006D396D">
        <w:rPr>
          <w:rFonts w:ascii="Times New Roman" w:eastAsia="Times New Roman" w:hAnsi="Times New Roman" w:cs="Times New Roman"/>
          <w:color w:val="000000" w:themeColor="text1"/>
          <w:sz w:val="24"/>
          <w:szCs w:val="24"/>
        </w:rPr>
        <w:t xml:space="preserve"> ühiskondlik ja poliitili</w:t>
      </w:r>
      <w:r w:rsidR="00C968D0">
        <w:rPr>
          <w:rFonts w:ascii="Times New Roman" w:eastAsia="Times New Roman" w:hAnsi="Times New Roman" w:cs="Times New Roman"/>
          <w:color w:val="000000" w:themeColor="text1"/>
          <w:sz w:val="24"/>
          <w:szCs w:val="24"/>
        </w:rPr>
        <w:t xml:space="preserve">ne </w:t>
      </w:r>
      <w:r w:rsidR="0001709B" w:rsidRPr="006D396D">
        <w:rPr>
          <w:rFonts w:ascii="Times New Roman" w:eastAsia="Times New Roman" w:hAnsi="Times New Roman" w:cs="Times New Roman"/>
          <w:color w:val="000000" w:themeColor="text1"/>
          <w:sz w:val="24"/>
          <w:szCs w:val="24"/>
        </w:rPr>
        <w:t>debatt. VTK kooskõlastamiseks vali</w:t>
      </w:r>
      <w:r w:rsidR="009556B3" w:rsidRPr="006D396D">
        <w:rPr>
          <w:rFonts w:ascii="Times New Roman" w:eastAsia="Times New Roman" w:hAnsi="Times New Roman" w:cs="Times New Roman"/>
          <w:color w:val="000000" w:themeColor="text1"/>
          <w:sz w:val="24"/>
          <w:szCs w:val="24"/>
        </w:rPr>
        <w:t>tud</w:t>
      </w:r>
      <w:r w:rsidR="0001709B" w:rsidRPr="006D396D">
        <w:rPr>
          <w:rFonts w:ascii="Times New Roman" w:eastAsia="Times New Roman" w:hAnsi="Times New Roman" w:cs="Times New Roman"/>
          <w:color w:val="000000" w:themeColor="text1"/>
          <w:sz w:val="24"/>
          <w:szCs w:val="24"/>
        </w:rPr>
        <w:t xml:space="preserve"> aeg ei ole olnud kindlasti piisav, et teema mitmekülgselt läbi arutada ja alternatiivide osas eesmärgist lähtuvaid </w:t>
      </w:r>
      <w:r w:rsidR="001A5B61" w:rsidRPr="006D396D">
        <w:rPr>
          <w:rFonts w:ascii="Times New Roman" w:eastAsia="Times New Roman" w:hAnsi="Times New Roman" w:cs="Times New Roman"/>
          <w:color w:val="000000" w:themeColor="text1"/>
          <w:sz w:val="24"/>
          <w:szCs w:val="24"/>
        </w:rPr>
        <w:t>optimaalsemaid</w:t>
      </w:r>
      <w:r w:rsidR="0001709B" w:rsidRPr="006D396D">
        <w:rPr>
          <w:rFonts w:ascii="Times New Roman" w:eastAsia="Times New Roman" w:hAnsi="Times New Roman" w:cs="Times New Roman"/>
          <w:color w:val="000000" w:themeColor="text1"/>
          <w:sz w:val="24"/>
          <w:szCs w:val="24"/>
        </w:rPr>
        <w:t xml:space="preserve"> alternatiive pakkuda.</w:t>
      </w:r>
    </w:p>
    <w:p w14:paraId="50B0AB45" w14:textId="10B7567A" w:rsidR="002A1FB4" w:rsidRPr="006D396D" w:rsidRDefault="0091552B" w:rsidP="004E38A6">
      <w:pPr>
        <w:autoSpaceDE w:val="0"/>
        <w:autoSpaceDN w:val="0"/>
        <w:adjustRightInd w:val="0"/>
        <w:spacing w:after="120" w:line="240" w:lineRule="auto"/>
        <w:jc w:val="both"/>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 xml:space="preserve">2. </w:t>
      </w:r>
      <w:r w:rsidR="002A1FB4" w:rsidRPr="006D396D">
        <w:rPr>
          <w:rFonts w:ascii="Times New Roman" w:hAnsi="Times New Roman" w:cs="Times New Roman"/>
          <w:color w:val="000000" w:themeColor="text1"/>
          <w:sz w:val="24"/>
          <w:szCs w:val="24"/>
        </w:rPr>
        <w:t xml:space="preserve">Selgituste kohaselt on küll eesmärgiks kehtestada sõidukile suunatud keskkonnamaks, kuid jääb arusaamatuks, kuidas antud maks aitaks kaasa keskkonna parandamisele – ehk kuidas kogutavad rahalised vahendid konkreetselt keskkonda parandavad. Kui eesmärk on vähendada autode kasutamist, siis </w:t>
      </w:r>
      <w:r w:rsidR="00EA0F9F" w:rsidRPr="006D396D">
        <w:rPr>
          <w:rFonts w:ascii="Times New Roman" w:hAnsi="Times New Roman" w:cs="Times New Roman"/>
          <w:color w:val="000000" w:themeColor="text1"/>
          <w:sz w:val="24"/>
          <w:szCs w:val="24"/>
        </w:rPr>
        <w:t xml:space="preserve">ilmselt </w:t>
      </w:r>
      <w:r w:rsidR="002A1FB4" w:rsidRPr="006D396D">
        <w:rPr>
          <w:rFonts w:ascii="Times New Roman" w:hAnsi="Times New Roman" w:cs="Times New Roman"/>
          <w:color w:val="000000" w:themeColor="text1"/>
          <w:sz w:val="24"/>
          <w:szCs w:val="24"/>
        </w:rPr>
        <w:t>maksustamisega antud viisil seda eesmärki ei saavutata.</w:t>
      </w:r>
    </w:p>
    <w:p w14:paraId="76FB2A2B" w14:textId="2F83F1CF" w:rsidR="007C1F6B" w:rsidRPr="006D396D" w:rsidRDefault="004F3743" w:rsidP="004E38A6">
      <w:pPr>
        <w:autoSpaceDE w:val="0"/>
        <w:autoSpaceDN w:val="0"/>
        <w:adjustRightInd w:val="0"/>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ELVL leiab, et m</w:t>
      </w:r>
      <w:r w:rsidR="002A1FB4" w:rsidRPr="006D396D">
        <w:rPr>
          <w:rFonts w:ascii="Times New Roman" w:hAnsi="Times New Roman" w:cs="Times New Roman"/>
          <w:color w:val="000000" w:themeColor="text1"/>
          <w:sz w:val="24"/>
          <w:szCs w:val="24"/>
        </w:rPr>
        <w:t xml:space="preserve">ootorsõidukimaks </w:t>
      </w:r>
      <w:r w:rsidR="004E38A6" w:rsidRPr="006D396D">
        <w:rPr>
          <w:rFonts w:ascii="Times New Roman" w:hAnsi="Times New Roman" w:cs="Times New Roman"/>
          <w:color w:val="000000" w:themeColor="text1"/>
          <w:sz w:val="24"/>
          <w:szCs w:val="24"/>
        </w:rPr>
        <w:t xml:space="preserve">ei täida esitatud kujul </w:t>
      </w:r>
      <w:r w:rsidR="002A1FB4" w:rsidRPr="006D396D">
        <w:rPr>
          <w:rFonts w:ascii="Times New Roman" w:hAnsi="Times New Roman" w:cs="Times New Roman"/>
          <w:color w:val="000000" w:themeColor="text1"/>
          <w:sz w:val="24"/>
          <w:szCs w:val="24"/>
        </w:rPr>
        <w:t>oma eesmärki, maksu kehtestamisel saadavate võimalike rahaliste vahendite kasutamine on umbmäärane, samuti halvendaks lisamaksustamine maapiirkondades elavate inimeste nii majanduslikku kui ka olmelist olukorda. See omakorda mõjutab oluliselt nii põllumajandus- kui teiste piirkondlike tootjate konkurentsivõimet, tõstab kõigi teenuste hinda ning aitab kaasa maapiirkondade tühjenemisele.</w:t>
      </w:r>
    </w:p>
    <w:p w14:paraId="338D5912" w14:textId="7B9C8622" w:rsidR="00F20CAA" w:rsidRPr="006D396D" w:rsidRDefault="006B4E6C" w:rsidP="004E38A6">
      <w:pPr>
        <w:spacing w:after="120" w:line="240" w:lineRule="auto"/>
        <w:jc w:val="both"/>
        <w:rPr>
          <w:rFonts w:ascii="Times New Roman" w:eastAsia="Times New Roman" w:hAnsi="Times New Roman" w:cs="Times New Roman"/>
          <w:color w:val="000000" w:themeColor="text1"/>
          <w:sz w:val="24"/>
          <w:szCs w:val="24"/>
        </w:rPr>
      </w:pPr>
      <w:r w:rsidRPr="006D396D">
        <w:rPr>
          <w:rFonts w:ascii="Times New Roman" w:eastAsia="Times New Roman" w:hAnsi="Times New Roman" w:cs="Times New Roman"/>
          <w:color w:val="000000" w:themeColor="text1"/>
          <w:sz w:val="24"/>
          <w:szCs w:val="24"/>
        </w:rPr>
        <w:t>3</w:t>
      </w:r>
      <w:r w:rsidR="007C1F6B" w:rsidRPr="006D396D">
        <w:rPr>
          <w:rFonts w:ascii="Times New Roman" w:eastAsia="Times New Roman" w:hAnsi="Times New Roman" w:cs="Times New Roman"/>
          <w:color w:val="000000" w:themeColor="text1"/>
          <w:sz w:val="24"/>
          <w:szCs w:val="24"/>
        </w:rPr>
        <w:t>. VTK</w:t>
      </w:r>
      <w:r w:rsidR="006D396D">
        <w:rPr>
          <w:rFonts w:ascii="Times New Roman" w:eastAsia="Times New Roman" w:hAnsi="Times New Roman" w:cs="Times New Roman"/>
          <w:color w:val="000000" w:themeColor="text1"/>
          <w:sz w:val="24"/>
          <w:szCs w:val="24"/>
        </w:rPr>
        <w:t>-</w:t>
      </w:r>
      <w:r w:rsidR="007C1F6B" w:rsidRPr="006D396D">
        <w:rPr>
          <w:rFonts w:ascii="Times New Roman" w:eastAsia="Times New Roman" w:hAnsi="Times New Roman" w:cs="Times New Roman"/>
          <w:color w:val="000000" w:themeColor="text1"/>
          <w:sz w:val="24"/>
          <w:szCs w:val="24"/>
        </w:rPr>
        <w:t>s on mootorsõidukimaksu kehtestamise regulatiivse mõju põhjendused napid. Seaduse rakendamisega kaasnevate rahaliste mõjude analüüs on ilmselgelt puudulik ning väidetakse, et nimetatud kulusid on võimalik hindama hakata alles p</w:t>
      </w:r>
      <w:r w:rsidR="006D396D">
        <w:rPr>
          <w:rFonts w:ascii="Times New Roman" w:eastAsia="Times New Roman" w:hAnsi="Times New Roman" w:cs="Times New Roman"/>
          <w:color w:val="000000" w:themeColor="text1"/>
          <w:sz w:val="24"/>
          <w:szCs w:val="24"/>
        </w:rPr>
        <w:t>ärast</w:t>
      </w:r>
      <w:r w:rsidR="007C1F6B" w:rsidRPr="006D396D">
        <w:rPr>
          <w:rFonts w:ascii="Times New Roman" w:eastAsia="Times New Roman" w:hAnsi="Times New Roman" w:cs="Times New Roman"/>
          <w:color w:val="000000" w:themeColor="text1"/>
          <w:sz w:val="24"/>
          <w:szCs w:val="24"/>
        </w:rPr>
        <w:t xml:space="preserve"> lõpliku mootorsõidukimaksu mudeli paika panemist. Samas on seaduse rakendamisega seotud riigi ja kohaliku omavalitsuse eeldatavad kulud kindlasti olulises suurusjärgus ning kindlasti ei piirdu need vaid IT kulude ja maksuhaldurite personalikuludega.</w:t>
      </w:r>
    </w:p>
    <w:p w14:paraId="01BA0DDF" w14:textId="33C401A7" w:rsidR="00F20CAA" w:rsidRPr="006D396D" w:rsidRDefault="00F20CAA" w:rsidP="004E38A6">
      <w:pPr>
        <w:spacing w:after="120" w:line="240" w:lineRule="auto"/>
        <w:jc w:val="both"/>
        <w:rPr>
          <w:rFonts w:ascii="Times New Roman" w:eastAsia="Times New Roman" w:hAnsi="Times New Roman" w:cs="Times New Roman"/>
          <w:color w:val="000000" w:themeColor="text1"/>
          <w:sz w:val="24"/>
          <w:szCs w:val="24"/>
        </w:rPr>
      </w:pPr>
      <w:r w:rsidRPr="006D396D">
        <w:rPr>
          <w:rFonts w:ascii="Times New Roman" w:eastAsia="Times New Roman" w:hAnsi="Times New Roman" w:cs="Times New Roman"/>
          <w:color w:val="000000" w:themeColor="text1"/>
          <w:sz w:val="24"/>
          <w:szCs w:val="24"/>
        </w:rPr>
        <w:lastRenderedPageBreak/>
        <w:t>4. VTK</w:t>
      </w:r>
      <w:r w:rsidR="006D396D">
        <w:rPr>
          <w:rFonts w:ascii="Times New Roman" w:eastAsia="Times New Roman" w:hAnsi="Times New Roman" w:cs="Times New Roman"/>
          <w:color w:val="000000" w:themeColor="text1"/>
          <w:sz w:val="24"/>
          <w:szCs w:val="24"/>
        </w:rPr>
        <w:t>-</w:t>
      </w:r>
      <w:r w:rsidRPr="006D396D">
        <w:rPr>
          <w:rFonts w:ascii="Times New Roman" w:eastAsia="Times New Roman" w:hAnsi="Times New Roman" w:cs="Times New Roman"/>
          <w:color w:val="000000" w:themeColor="text1"/>
          <w:sz w:val="24"/>
          <w:szCs w:val="24"/>
        </w:rPr>
        <w:t xml:space="preserve">s öeldakse, et antud hetkel puudub mootorsõidukimaksu reguleeriv seadus (lk 10). See väide on eksitav, sest kohalike maksude seadusega on antud </w:t>
      </w:r>
      <w:r w:rsidR="0048113E">
        <w:rPr>
          <w:rFonts w:ascii="Times New Roman" w:eastAsia="Times New Roman" w:hAnsi="Times New Roman" w:cs="Times New Roman"/>
          <w:color w:val="000000" w:themeColor="text1"/>
          <w:sz w:val="24"/>
          <w:szCs w:val="24"/>
        </w:rPr>
        <w:t xml:space="preserve">kohalikele </w:t>
      </w:r>
      <w:r w:rsidRPr="006D396D">
        <w:rPr>
          <w:rFonts w:ascii="Times New Roman" w:eastAsia="Times New Roman" w:hAnsi="Times New Roman" w:cs="Times New Roman"/>
          <w:color w:val="000000" w:themeColor="text1"/>
          <w:sz w:val="24"/>
          <w:szCs w:val="24"/>
        </w:rPr>
        <w:t>omavalitsustele võimalus kehtestada mootorsõidukimaks.</w:t>
      </w:r>
    </w:p>
    <w:p w14:paraId="433277A0" w14:textId="11C11A7F" w:rsidR="002A1FB4" w:rsidRPr="00296ED8" w:rsidRDefault="00F20CAA" w:rsidP="004E38A6">
      <w:pPr>
        <w:spacing w:after="120" w:line="240" w:lineRule="auto"/>
        <w:jc w:val="both"/>
        <w:rPr>
          <w:rFonts w:ascii="Times New Roman" w:eastAsia="Times New Roman" w:hAnsi="Times New Roman" w:cs="Times New Roman"/>
          <w:color w:val="000000" w:themeColor="text1"/>
          <w:sz w:val="24"/>
          <w:szCs w:val="24"/>
        </w:rPr>
      </w:pPr>
      <w:r w:rsidRPr="006D396D">
        <w:rPr>
          <w:rFonts w:ascii="Times New Roman" w:eastAsia="Times New Roman" w:hAnsi="Times New Roman" w:cs="Times New Roman"/>
          <w:color w:val="000000" w:themeColor="text1"/>
          <w:sz w:val="24"/>
          <w:szCs w:val="24"/>
        </w:rPr>
        <w:t xml:space="preserve">Mootorsõidukimaksu kehtestamine riikliku maksuna </w:t>
      </w:r>
      <w:r w:rsidR="006D396D">
        <w:rPr>
          <w:rFonts w:ascii="Times New Roman" w:eastAsia="Times New Roman" w:hAnsi="Times New Roman" w:cs="Times New Roman"/>
          <w:color w:val="000000" w:themeColor="text1"/>
          <w:sz w:val="24"/>
          <w:szCs w:val="24"/>
        </w:rPr>
        <w:t xml:space="preserve">aga </w:t>
      </w:r>
      <w:r w:rsidRPr="006D396D">
        <w:rPr>
          <w:rFonts w:ascii="Times New Roman" w:eastAsia="Times New Roman" w:hAnsi="Times New Roman" w:cs="Times New Roman"/>
          <w:color w:val="000000" w:themeColor="text1"/>
          <w:sz w:val="24"/>
          <w:szCs w:val="24"/>
        </w:rPr>
        <w:t xml:space="preserve">vähendab </w:t>
      </w:r>
      <w:r w:rsidR="0048113E">
        <w:rPr>
          <w:rFonts w:ascii="Times New Roman" w:eastAsia="Times New Roman" w:hAnsi="Times New Roman" w:cs="Times New Roman"/>
          <w:color w:val="000000" w:themeColor="text1"/>
          <w:sz w:val="24"/>
          <w:szCs w:val="24"/>
        </w:rPr>
        <w:t xml:space="preserve">kohalike </w:t>
      </w:r>
      <w:r w:rsidRPr="006D396D">
        <w:rPr>
          <w:rFonts w:ascii="Times New Roman" w:eastAsia="Times New Roman" w:hAnsi="Times New Roman" w:cs="Times New Roman"/>
          <w:color w:val="000000" w:themeColor="text1"/>
          <w:sz w:val="24"/>
          <w:szCs w:val="24"/>
        </w:rPr>
        <w:t xml:space="preserve">omavalitsuste finantspaindlikkust. Samas suurendab mootorsõidukimaksu kehtestamine riikliku maksuna omavalitsuste kulusid nii otseselt kui ka kaudselt. Maksuobjektid on ka omavalitsuste omanduses olevavad ja nende poolt avalike ülesannete täitmiseks vajalikud mootorsõidukid, millele lisanduvad ka omavalitsuste (osalusega) äriettevõtete (nt veemajanduse, jäätmekäitluse või transpordiettevõtted vms) mootorsõidukid. Kaudselt suurenevad kulud nt survena suurendada isikliku sõiduki kasutamise kompensatsiooni (mis võib olla mõningatel juhtudel töölepingu ese), samuti arusaadavalt vajadusena täiendavalt tõhustada ühistranspordi kättesaadavust, suureneb nõudlus invavedude osas jne. Samas ei näe VTK ette, et riik jagaks mootorisõidukimaksust kogutavaid tulusid omavalitsustega. Kuna maksu kehtestamise põhjendamisel keskendutakse suures osas keskkonna säästmise argumentidele, tuleks kindlasti arvestada asjaoluga, et mootorsõidukite poolt tekitatav saaste (eriti tiheasustusaladel) on suures osas lokaalse iseloomuga </w:t>
      </w:r>
      <w:r w:rsidR="001F7E74" w:rsidRPr="006D396D">
        <w:rPr>
          <w:rFonts w:ascii="Times New Roman" w:eastAsia="Times New Roman" w:hAnsi="Times New Roman" w:cs="Times New Roman"/>
          <w:color w:val="000000" w:themeColor="text1"/>
          <w:sz w:val="24"/>
          <w:szCs w:val="24"/>
        </w:rPr>
        <w:t xml:space="preserve">– </w:t>
      </w:r>
      <w:r w:rsidRPr="006D396D">
        <w:rPr>
          <w:rFonts w:ascii="Times New Roman" w:eastAsia="Times New Roman" w:hAnsi="Times New Roman" w:cs="Times New Roman"/>
          <w:color w:val="000000" w:themeColor="text1"/>
          <w:sz w:val="24"/>
          <w:szCs w:val="24"/>
        </w:rPr>
        <w:t xml:space="preserve">seega </w:t>
      </w:r>
      <w:r w:rsidR="006D396D">
        <w:rPr>
          <w:rFonts w:ascii="Times New Roman" w:eastAsia="Times New Roman" w:hAnsi="Times New Roman" w:cs="Times New Roman"/>
          <w:color w:val="000000" w:themeColor="text1"/>
          <w:sz w:val="24"/>
          <w:szCs w:val="24"/>
        </w:rPr>
        <w:t xml:space="preserve">tuleks </w:t>
      </w:r>
      <w:r w:rsidRPr="006D396D">
        <w:rPr>
          <w:rFonts w:ascii="Times New Roman" w:eastAsia="Times New Roman" w:hAnsi="Times New Roman" w:cs="Times New Roman"/>
          <w:color w:val="000000" w:themeColor="text1"/>
          <w:sz w:val="24"/>
          <w:szCs w:val="24"/>
        </w:rPr>
        <w:t>võimalikku tekkivat kahju hüvitada omavalitsustele.</w:t>
      </w:r>
    </w:p>
    <w:p w14:paraId="3A09064E" w14:textId="7EFEEB21" w:rsidR="002A1FB4" w:rsidRPr="006D396D" w:rsidRDefault="00A035E9" w:rsidP="004E38A6">
      <w:pPr>
        <w:autoSpaceDE w:val="0"/>
        <w:autoSpaceDN w:val="0"/>
        <w:adjustRightInd w:val="0"/>
        <w:spacing w:after="120" w:line="240" w:lineRule="auto"/>
        <w:jc w:val="both"/>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5</w:t>
      </w:r>
      <w:r w:rsidR="002A1FB4" w:rsidRPr="006D396D">
        <w:rPr>
          <w:rFonts w:ascii="Times New Roman" w:hAnsi="Times New Roman" w:cs="Times New Roman"/>
          <w:color w:val="000000" w:themeColor="text1"/>
          <w:sz w:val="24"/>
          <w:szCs w:val="24"/>
        </w:rPr>
        <w:t>. Enne viidatud maksu kehtestamis</w:t>
      </w:r>
      <w:r w:rsidR="007D0097" w:rsidRPr="006D396D">
        <w:rPr>
          <w:rFonts w:ascii="Times New Roman" w:hAnsi="Times New Roman" w:cs="Times New Roman"/>
          <w:color w:val="000000" w:themeColor="text1"/>
          <w:sz w:val="24"/>
          <w:szCs w:val="24"/>
        </w:rPr>
        <w:t>e kaalumist</w:t>
      </w:r>
      <w:r w:rsidR="002A1FB4" w:rsidRPr="006D396D">
        <w:rPr>
          <w:rFonts w:ascii="Times New Roman" w:hAnsi="Times New Roman" w:cs="Times New Roman"/>
          <w:color w:val="000000" w:themeColor="text1"/>
          <w:sz w:val="24"/>
          <w:szCs w:val="24"/>
        </w:rPr>
        <w:t xml:space="preserve"> tuleks käsitleda antud valdkonda tervikuna ehk </w:t>
      </w:r>
      <w:r w:rsidR="003F5079" w:rsidRPr="006D396D">
        <w:rPr>
          <w:rFonts w:ascii="Times New Roman" w:hAnsi="Times New Roman" w:cs="Times New Roman"/>
          <w:color w:val="000000" w:themeColor="text1"/>
          <w:sz w:val="24"/>
          <w:szCs w:val="24"/>
        </w:rPr>
        <w:t>hinnata</w:t>
      </w:r>
      <w:r w:rsidR="002A1FB4" w:rsidRPr="006D396D">
        <w:rPr>
          <w:rFonts w:ascii="Times New Roman" w:hAnsi="Times New Roman" w:cs="Times New Roman"/>
          <w:color w:val="000000" w:themeColor="text1"/>
          <w:sz w:val="24"/>
          <w:szCs w:val="24"/>
        </w:rPr>
        <w:t>, kuidas on hetkel olukord mootorsõidukiga seonduvate maksudega. Teisalt tuleks kaardistada alternatiivide olemasolu maapiirkondades. Suuremas osas kasutusel olevad mootorsõidukid kasutavad kütust ja kütuse tarbija maksab muuhulgas ka aktsiisi iga kütuse liitri eest. Samuti peab omanik tagama, et mootorsõiduk oleks läbinud tehnilise ülevaatuse, kus muuhulgas kontrollitakse ka CO2 vastavust normidele. Ka tehnilise ülevaatuse läbimine on tasuline. Mootorsõidukid vajavad ka hooldust</w:t>
      </w:r>
      <w:r w:rsidR="00952F45">
        <w:rPr>
          <w:rFonts w:ascii="Times New Roman" w:hAnsi="Times New Roman" w:cs="Times New Roman"/>
          <w:color w:val="000000" w:themeColor="text1"/>
          <w:sz w:val="24"/>
          <w:szCs w:val="24"/>
        </w:rPr>
        <w:t xml:space="preserve"> ja </w:t>
      </w:r>
      <w:r w:rsidR="002A1FB4" w:rsidRPr="006D396D">
        <w:rPr>
          <w:rFonts w:ascii="Times New Roman" w:hAnsi="Times New Roman" w:cs="Times New Roman"/>
          <w:color w:val="000000" w:themeColor="text1"/>
          <w:sz w:val="24"/>
          <w:szCs w:val="24"/>
        </w:rPr>
        <w:t>remonti, mis on tasulised (teenuse pealt tasutakse käibemaksu)</w:t>
      </w:r>
      <w:r w:rsidR="006D396D">
        <w:rPr>
          <w:rFonts w:ascii="Times New Roman" w:hAnsi="Times New Roman" w:cs="Times New Roman"/>
          <w:color w:val="000000" w:themeColor="text1"/>
          <w:sz w:val="24"/>
          <w:szCs w:val="24"/>
        </w:rPr>
        <w:t>.</w:t>
      </w:r>
      <w:r w:rsidR="00296ED8">
        <w:rPr>
          <w:rFonts w:ascii="Times New Roman" w:hAnsi="Times New Roman" w:cs="Times New Roman"/>
          <w:color w:val="000000" w:themeColor="text1"/>
          <w:sz w:val="24"/>
          <w:szCs w:val="24"/>
        </w:rPr>
        <w:t xml:space="preserve"> </w:t>
      </w:r>
      <w:r w:rsidR="002A1FB4" w:rsidRPr="006D396D">
        <w:rPr>
          <w:rFonts w:ascii="Times New Roman" w:hAnsi="Times New Roman" w:cs="Times New Roman"/>
          <w:color w:val="000000" w:themeColor="text1"/>
          <w:sz w:val="24"/>
          <w:szCs w:val="24"/>
        </w:rPr>
        <w:t>Eeltoodust saab teha järelduse, et mootorsõiduki valdamine/omamine on juba praegu piisavalt maksustatud.</w:t>
      </w:r>
    </w:p>
    <w:p w14:paraId="48266B40" w14:textId="1762CDC4" w:rsidR="002A1FB4" w:rsidRPr="00296ED8" w:rsidRDefault="002A1FB4" w:rsidP="004E38A6">
      <w:pPr>
        <w:pStyle w:val="Default"/>
        <w:spacing w:after="120"/>
        <w:jc w:val="both"/>
        <w:rPr>
          <w:color w:val="000000" w:themeColor="text1"/>
          <w14:ligatures w14:val="standardContextual"/>
        </w:rPr>
      </w:pPr>
      <w:r w:rsidRPr="006D396D">
        <w:rPr>
          <w:color w:val="000000" w:themeColor="text1"/>
        </w:rPr>
        <w:t>Mootorsõiduki kasutamisega kaasneb aktsiisimaks. Siinkohal tuleb märkida, ilmselgelt ei ole</w:t>
      </w:r>
      <w:r w:rsidR="00296ED8">
        <w:rPr>
          <w:color w:val="000000" w:themeColor="text1"/>
        </w:rPr>
        <w:t xml:space="preserve"> </w:t>
      </w:r>
      <w:r w:rsidRPr="006D396D">
        <w:rPr>
          <w:color w:val="000000" w:themeColor="text1"/>
        </w:rPr>
        <w:t xml:space="preserve">aktsiisimaksuna laekuvaid summasid kasutatud </w:t>
      </w:r>
      <w:r w:rsidR="0098746F" w:rsidRPr="006D396D">
        <w:rPr>
          <w:color w:val="000000" w:themeColor="text1"/>
        </w:rPr>
        <w:t>kohalike omavalitsuste</w:t>
      </w:r>
      <w:r w:rsidRPr="006D396D">
        <w:rPr>
          <w:color w:val="000000" w:themeColor="text1"/>
        </w:rPr>
        <w:t xml:space="preserve"> teede korrastamiseks, </w:t>
      </w:r>
      <w:r w:rsidR="009C33AC" w:rsidRPr="006D396D">
        <w:rPr>
          <w:color w:val="000000" w:themeColor="text1"/>
        </w:rPr>
        <w:t xml:space="preserve">olukorras, kus </w:t>
      </w:r>
      <w:r w:rsidRPr="006D396D">
        <w:rPr>
          <w:color w:val="000000" w:themeColor="text1"/>
        </w:rPr>
        <w:t>teede korrashoid nõuab järjest rohkem täiendavaid rahalisi vahendeid.</w:t>
      </w:r>
    </w:p>
    <w:p w14:paraId="04ED62E6" w14:textId="5DFCC6D2" w:rsidR="002A1FB4" w:rsidRPr="006D396D" w:rsidRDefault="00A035E9" w:rsidP="004E38A6">
      <w:pPr>
        <w:pStyle w:val="Default"/>
        <w:spacing w:after="120"/>
        <w:jc w:val="both"/>
        <w:rPr>
          <w:color w:val="000000" w:themeColor="text1"/>
          <w14:ligatures w14:val="standardContextual"/>
        </w:rPr>
      </w:pPr>
      <w:r w:rsidRPr="006D396D">
        <w:rPr>
          <w:color w:val="000000" w:themeColor="text1"/>
        </w:rPr>
        <w:t>6</w:t>
      </w:r>
      <w:r w:rsidR="002A1FB4" w:rsidRPr="006D396D">
        <w:rPr>
          <w:color w:val="000000" w:themeColor="text1"/>
        </w:rPr>
        <w:t xml:space="preserve">. Maapiirkondades on/võib olla mootorsõiduki olemasolu hädavajalik ja on ilmselge, et ühistransport </w:t>
      </w:r>
      <w:r w:rsidR="009C33AC" w:rsidRPr="006D396D">
        <w:rPr>
          <w:color w:val="000000" w:themeColor="text1"/>
        </w:rPr>
        <w:t xml:space="preserve">praegusel kujul </w:t>
      </w:r>
      <w:r w:rsidR="002A1FB4" w:rsidRPr="006D396D">
        <w:rPr>
          <w:color w:val="000000" w:themeColor="text1"/>
        </w:rPr>
        <w:t>ei suuda</w:t>
      </w:r>
      <w:r w:rsidR="009C33AC" w:rsidRPr="006D396D">
        <w:rPr>
          <w:color w:val="000000" w:themeColor="text1"/>
        </w:rPr>
        <w:t xml:space="preserve"> </w:t>
      </w:r>
      <w:r w:rsidR="002A1FB4" w:rsidRPr="006D396D">
        <w:rPr>
          <w:color w:val="000000" w:themeColor="text1"/>
        </w:rPr>
        <w:t>rahuldada maal elavate inimeste liikumisvajadusi.</w:t>
      </w:r>
    </w:p>
    <w:p w14:paraId="21F7D392" w14:textId="6DDA029B" w:rsidR="002A1FB4" w:rsidRPr="006D396D" w:rsidRDefault="009C33AC" w:rsidP="004E38A6">
      <w:pPr>
        <w:pStyle w:val="Default"/>
        <w:spacing w:after="120"/>
        <w:jc w:val="both"/>
        <w:rPr>
          <w:color w:val="000000" w:themeColor="text1"/>
          <w14:ligatures w14:val="standardContextual"/>
        </w:rPr>
      </w:pPr>
      <w:r w:rsidRPr="006D396D">
        <w:rPr>
          <w:color w:val="000000" w:themeColor="text1"/>
        </w:rPr>
        <w:t>Mootor</w:t>
      </w:r>
      <w:r w:rsidR="00631BA5" w:rsidRPr="006D396D">
        <w:rPr>
          <w:color w:val="000000" w:themeColor="text1"/>
        </w:rPr>
        <w:t xml:space="preserve">sõiduki näol </w:t>
      </w:r>
      <w:r w:rsidR="002A1FB4" w:rsidRPr="006D396D">
        <w:rPr>
          <w:color w:val="000000" w:themeColor="text1"/>
        </w:rPr>
        <w:t xml:space="preserve">ei ole </w:t>
      </w:r>
      <w:r w:rsidR="00631BA5" w:rsidRPr="006D396D">
        <w:rPr>
          <w:color w:val="000000" w:themeColor="text1"/>
        </w:rPr>
        <w:t xml:space="preserve">tegemist </w:t>
      </w:r>
      <w:r w:rsidR="002A1FB4" w:rsidRPr="006D396D">
        <w:rPr>
          <w:color w:val="000000" w:themeColor="text1"/>
        </w:rPr>
        <w:t>nn mugavusvahendiga</w:t>
      </w:r>
      <w:r w:rsidR="00631BA5" w:rsidRPr="006D396D">
        <w:rPr>
          <w:color w:val="000000" w:themeColor="text1"/>
        </w:rPr>
        <w:t>,</w:t>
      </w:r>
      <w:r w:rsidR="002A1FB4" w:rsidRPr="006D396D">
        <w:rPr>
          <w:color w:val="000000" w:themeColor="text1"/>
        </w:rPr>
        <w:t xml:space="preserve"> vaid pigem hädavajaliku </w:t>
      </w:r>
      <w:r w:rsidR="002E0E66" w:rsidRPr="006D396D">
        <w:rPr>
          <w:color w:val="000000" w:themeColor="text1"/>
        </w:rPr>
        <w:t>v</w:t>
      </w:r>
      <w:r w:rsidR="002A1FB4" w:rsidRPr="006D396D">
        <w:rPr>
          <w:color w:val="000000" w:themeColor="text1"/>
        </w:rPr>
        <w:t xml:space="preserve">ahendiga. Samas on </w:t>
      </w:r>
      <w:r w:rsidR="002E0E66" w:rsidRPr="006D396D">
        <w:rPr>
          <w:color w:val="000000" w:themeColor="text1"/>
        </w:rPr>
        <w:t>tegelikkus</w:t>
      </w:r>
      <w:r w:rsidR="002A1FB4" w:rsidRPr="006D396D">
        <w:rPr>
          <w:color w:val="000000" w:themeColor="text1"/>
          <w14:ligatures w14:val="standardContextual"/>
        </w:rPr>
        <w:t xml:space="preserve">, et ühistranspordi tagamine </w:t>
      </w:r>
      <w:proofErr w:type="spellStart"/>
      <w:r w:rsidR="002A1FB4" w:rsidRPr="006D396D">
        <w:rPr>
          <w:color w:val="000000" w:themeColor="text1"/>
          <w14:ligatures w14:val="standardContextual"/>
        </w:rPr>
        <w:t>hajaasustus</w:t>
      </w:r>
      <w:r w:rsidR="004E38A6">
        <w:rPr>
          <w:color w:val="000000" w:themeColor="text1"/>
          <w14:ligatures w14:val="standardContextual"/>
        </w:rPr>
        <w:t>aladel</w:t>
      </w:r>
      <w:proofErr w:type="spellEnd"/>
      <w:r w:rsidR="004E38A6">
        <w:rPr>
          <w:color w:val="000000" w:themeColor="text1"/>
          <w14:ligatures w14:val="standardContextual"/>
        </w:rPr>
        <w:t xml:space="preserve"> </w:t>
      </w:r>
      <w:r w:rsidR="002A1FB4" w:rsidRPr="006D396D">
        <w:rPr>
          <w:color w:val="000000" w:themeColor="text1"/>
          <w14:ligatures w14:val="standardContextual"/>
        </w:rPr>
        <w:t>on mootorsõidukimaksust laekuva tuluga võrreldes kordades suurem kulu.</w:t>
      </w:r>
    </w:p>
    <w:p w14:paraId="282966F2" w14:textId="78B1A819" w:rsidR="002A1FB4" w:rsidRPr="0048113E" w:rsidRDefault="002A1FB4" w:rsidP="004E38A6">
      <w:pPr>
        <w:spacing w:after="120" w:line="240" w:lineRule="auto"/>
        <w:jc w:val="both"/>
        <w:rPr>
          <w:rFonts w:ascii="Times New Roman" w:eastAsia="Times New Roman" w:hAnsi="Times New Roman" w:cs="Times New Roman"/>
          <w:color w:val="000000" w:themeColor="text1"/>
          <w:sz w:val="24"/>
          <w:szCs w:val="24"/>
        </w:rPr>
      </w:pPr>
      <w:r w:rsidRPr="006D396D">
        <w:rPr>
          <w:rFonts w:ascii="Times New Roman" w:eastAsia="Times New Roman" w:hAnsi="Times New Roman" w:cs="Times New Roman"/>
          <w:color w:val="000000" w:themeColor="text1"/>
          <w:sz w:val="24"/>
          <w:szCs w:val="24"/>
        </w:rPr>
        <w:t>VTK</w:t>
      </w:r>
      <w:r w:rsidR="00952F45">
        <w:rPr>
          <w:rFonts w:ascii="Times New Roman" w:eastAsia="Times New Roman" w:hAnsi="Times New Roman" w:cs="Times New Roman"/>
          <w:color w:val="000000" w:themeColor="text1"/>
          <w:sz w:val="24"/>
          <w:szCs w:val="24"/>
        </w:rPr>
        <w:t>-</w:t>
      </w:r>
      <w:r w:rsidRPr="006D396D">
        <w:rPr>
          <w:rFonts w:ascii="Times New Roman" w:eastAsia="Times New Roman" w:hAnsi="Times New Roman" w:cs="Times New Roman"/>
          <w:color w:val="000000" w:themeColor="text1"/>
          <w:sz w:val="24"/>
          <w:szCs w:val="24"/>
        </w:rPr>
        <w:t xml:space="preserve">s öeldakse, et </w:t>
      </w:r>
      <w:r w:rsidRPr="006D396D">
        <w:rPr>
          <w:rFonts w:ascii="Times New Roman" w:hAnsi="Times New Roman" w:cs="Times New Roman"/>
          <w:color w:val="000000" w:themeColor="text1"/>
          <w:sz w:val="24"/>
          <w:szCs w:val="24"/>
        </w:rPr>
        <w:t xml:space="preserve">eesmärk on vähendada </w:t>
      </w:r>
      <w:proofErr w:type="spellStart"/>
      <w:r w:rsidRPr="006D396D">
        <w:rPr>
          <w:rFonts w:ascii="Times New Roman" w:hAnsi="Times New Roman" w:cs="Times New Roman"/>
          <w:color w:val="000000" w:themeColor="text1"/>
          <w:sz w:val="24"/>
          <w:szCs w:val="24"/>
        </w:rPr>
        <w:t>autostumist</w:t>
      </w:r>
      <w:proofErr w:type="spellEnd"/>
      <w:r w:rsidR="0048113E">
        <w:rPr>
          <w:rFonts w:ascii="Times New Roman" w:hAnsi="Times New Roman" w:cs="Times New Roman"/>
          <w:color w:val="000000" w:themeColor="text1"/>
          <w:sz w:val="24"/>
          <w:szCs w:val="24"/>
        </w:rPr>
        <w:t xml:space="preserve"> </w:t>
      </w:r>
      <w:r w:rsidRPr="004E38A6">
        <w:rPr>
          <w:rFonts w:ascii="Times New Roman" w:hAnsi="Times New Roman" w:cs="Times New Roman"/>
          <w:color w:val="000000" w:themeColor="text1"/>
          <w:sz w:val="24"/>
          <w:szCs w:val="24"/>
        </w:rPr>
        <w:t>(VTK lk 1:</w:t>
      </w:r>
      <w:r w:rsidRPr="006D396D">
        <w:rPr>
          <w:rFonts w:ascii="Times New Roman" w:hAnsi="Times New Roman" w:cs="Times New Roman"/>
          <w:i/>
          <w:iCs/>
          <w:color w:val="000000" w:themeColor="text1"/>
          <w:sz w:val="24"/>
          <w:szCs w:val="24"/>
        </w:rPr>
        <w:t xml:space="preserve"> „Sõidukite kasutamisega kaasneb oluline negatiivne välismõju (tootmissaaste, heitmed, ajakulu, ummikud, õnnetused jm“</w:t>
      </w:r>
      <w:r w:rsidRPr="004E38A6">
        <w:rPr>
          <w:rFonts w:ascii="Times New Roman" w:hAnsi="Times New Roman" w:cs="Times New Roman"/>
          <w:color w:val="000000" w:themeColor="text1"/>
          <w:sz w:val="24"/>
          <w:szCs w:val="24"/>
        </w:rPr>
        <w:t>).</w:t>
      </w:r>
      <w:r w:rsidR="00CE370D" w:rsidRPr="006D396D">
        <w:rPr>
          <w:rFonts w:ascii="Times New Roman" w:hAnsi="Times New Roman" w:cs="Times New Roman"/>
          <w:i/>
          <w:iCs/>
          <w:color w:val="000000" w:themeColor="text1"/>
          <w:sz w:val="24"/>
          <w:szCs w:val="24"/>
        </w:rPr>
        <w:t xml:space="preserve"> </w:t>
      </w:r>
      <w:r w:rsidR="00CE370D" w:rsidRPr="006D396D">
        <w:rPr>
          <w:rFonts w:ascii="Times New Roman" w:hAnsi="Times New Roman" w:cs="Times New Roman"/>
          <w:color w:val="000000" w:themeColor="text1"/>
          <w:sz w:val="24"/>
          <w:szCs w:val="24"/>
        </w:rPr>
        <w:t xml:space="preserve">Sellega seoses tuleb paratamatult </w:t>
      </w:r>
      <w:r w:rsidRPr="006D396D">
        <w:rPr>
          <w:rFonts w:ascii="Times New Roman" w:hAnsi="Times New Roman" w:cs="Times New Roman"/>
          <w:color w:val="000000" w:themeColor="text1"/>
          <w:sz w:val="24"/>
          <w:szCs w:val="24"/>
        </w:rPr>
        <w:t xml:space="preserve">eristada </w:t>
      </w:r>
      <w:proofErr w:type="spellStart"/>
      <w:r w:rsidRPr="006D396D">
        <w:rPr>
          <w:rFonts w:ascii="Times New Roman" w:hAnsi="Times New Roman" w:cs="Times New Roman"/>
          <w:color w:val="000000" w:themeColor="text1"/>
          <w:sz w:val="24"/>
          <w:szCs w:val="24"/>
        </w:rPr>
        <w:t>haja</w:t>
      </w:r>
      <w:proofErr w:type="spellEnd"/>
      <w:r w:rsidRPr="006D396D">
        <w:rPr>
          <w:rFonts w:ascii="Times New Roman" w:hAnsi="Times New Roman" w:cs="Times New Roman"/>
          <w:color w:val="000000" w:themeColor="text1"/>
          <w:sz w:val="24"/>
          <w:szCs w:val="24"/>
        </w:rPr>
        <w:t>- ja tiheasu</w:t>
      </w:r>
      <w:r w:rsidR="00296ED8">
        <w:rPr>
          <w:rFonts w:ascii="Times New Roman" w:hAnsi="Times New Roman" w:cs="Times New Roman"/>
          <w:color w:val="000000" w:themeColor="text1"/>
          <w:sz w:val="24"/>
          <w:szCs w:val="24"/>
        </w:rPr>
        <w:t>s</w:t>
      </w:r>
      <w:r w:rsidRPr="006D396D">
        <w:rPr>
          <w:rFonts w:ascii="Times New Roman" w:hAnsi="Times New Roman" w:cs="Times New Roman"/>
          <w:color w:val="000000" w:themeColor="text1"/>
          <w:sz w:val="24"/>
          <w:szCs w:val="24"/>
        </w:rPr>
        <w:t>tust. Kui tiheasu</w:t>
      </w:r>
      <w:r w:rsidR="00952F45">
        <w:rPr>
          <w:rFonts w:ascii="Times New Roman" w:hAnsi="Times New Roman" w:cs="Times New Roman"/>
          <w:color w:val="000000" w:themeColor="text1"/>
          <w:sz w:val="24"/>
          <w:szCs w:val="24"/>
        </w:rPr>
        <w:t>s</w:t>
      </w:r>
      <w:r w:rsidRPr="006D396D">
        <w:rPr>
          <w:rFonts w:ascii="Times New Roman" w:hAnsi="Times New Roman" w:cs="Times New Roman"/>
          <w:color w:val="000000" w:themeColor="text1"/>
          <w:sz w:val="24"/>
          <w:szCs w:val="24"/>
        </w:rPr>
        <w:t>tus</w:t>
      </w:r>
      <w:r w:rsidR="00952F45">
        <w:rPr>
          <w:rFonts w:ascii="Times New Roman" w:hAnsi="Times New Roman" w:cs="Times New Roman"/>
          <w:color w:val="000000" w:themeColor="text1"/>
          <w:sz w:val="24"/>
          <w:szCs w:val="24"/>
        </w:rPr>
        <w:t>alal</w:t>
      </w:r>
      <w:r w:rsidRPr="006D396D">
        <w:rPr>
          <w:rFonts w:ascii="Times New Roman" w:hAnsi="Times New Roman" w:cs="Times New Roman"/>
          <w:color w:val="000000" w:themeColor="text1"/>
          <w:sz w:val="24"/>
          <w:szCs w:val="24"/>
        </w:rPr>
        <w:t xml:space="preserve"> on elanikel </w:t>
      </w:r>
      <w:r w:rsidR="00CE370D" w:rsidRPr="006D396D">
        <w:rPr>
          <w:rFonts w:ascii="Times New Roman" w:hAnsi="Times New Roman" w:cs="Times New Roman"/>
          <w:color w:val="000000" w:themeColor="text1"/>
          <w:sz w:val="24"/>
          <w:szCs w:val="24"/>
        </w:rPr>
        <w:t xml:space="preserve">parem </w:t>
      </w:r>
      <w:r w:rsidRPr="006D396D">
        <w:rPr>
          <w:rFonts w:ascii="Times New Roman" w:hAnsi="Times New Roman" w:cs="Times New Roman"/>
          <w:color w:val="000000" w:themeColor="text1"/>
          <w:sz w:val="24"/>
          <w:szCs w:val="24"/>
        </w:rPr>
        <w:t xml:space="preserve">võimalus kasutada alternatiivina ühistransporti, siis </w:t>
      </w:r>
      <w:proofErr w:type="spellStart"/>
      <w:r w:rsidRPr="006D396D">
        <w:rPr>
          <w:rFonts w:ascii="Times New Roman" w:hAnsi="Times New Roman" w:cs="Times New Roman"/>
          <w:color w:val="000000" w:themeColor="text1"/>
          <w:sz w:val="24"/>
          <w:szCs w:val="24"/>
        </w:rPr>
        <w:t>hajaasu</w:t>
      </w:r>
      <w:r w:rsidR="00952F45">
        <w:rPr>
          <w:rFonts w:ascii="Times New Roman" w:hAnsi="Times New Roman" w:cs="Times New Roman"/>
          <w:color w:val="000000" w:themeColor="text1"/>
          <w:sz w:val="24"/>
          <w:szCs w:val="24"/>
        </w:rPr>
        <w:t>s</w:t>
      </w:r>
      <w:r w:rsidRPr="006D396D">
        <w:rPr>
          <w:rFonts w:ascii="Times New Roman" w:hAnsi="Times New Roman" w:cs="Times New Roman"/>
          <w:color w:val="000000" w:themeColor="text1"/>
          <w:sz w:val="24"/>
          <w:szCs w:val="24"/>
        </w:rPr>
        <w:t>tus</w:t>
      </w:r>
      <w:r w:rsidR="00952F45">
        <w:rPr>
          <w:rFonts w:ascii="Times New Roman" w:hAnsi="Times New Roman" w:cs="Times New Roman"/>
          <w:color w:val="000000" w:themeColor="text1"/>
          <w:sz w:val="24"/>
          <w:szCs w:val="24"/>
        </w:rPr>
        <w:t>alal</w:t>
      </w:r>
      <w:proofErr w:type="spellEnd"/>
      <w:r w:rsidRPr="006D396D">
        <w:rPr>
          <w:rFonts w:ascii="Times New Roman" w:hAnsi="Times New Roman" w:cs="Times New Roman"/>
          <w:color w:val="000000" w:themeColor="text1"/>
          <w:sz w:val="24"/>
          <w:szCs w:val="24"/>
        </w:rPr>
        <w:t xml:space="preserve"> see võimalus </w:t>
      </w:r>
      <w:r w:rsidR="00CE370D" w:rsidRPr="006D396D">
        <w:rPr>
          <w:rFonts w:ascii="Times New Roman" w:hAnsi="Times New Roman" w:cs="Times New Roman"/>
          <w:color w:val="000000" w:themeColor="text1"/>
          <w:sz w:val="24"/>
          <w:szCs w:val="24"/>
        </w:rPr>
        <w:t xml:space="preserve">pigem </w:t>
      </w:r>
      <w:r w:rsidRPr="006D396D">
        <w:rPr>
          <w:rFonts w:ascii="Times New Roman" w:hAnsi="Times New Roman" w:cs="Times New Roman"/>
          <w:color w:val="000000" w:themeColor="text1"/>
          <w:sz w:val="24"/>
          <w:szCs w:val="24"/>
        </w:rPr>
        <w:t xml:space="preserve">puudub ning puudub ka võimalus seda asuda lahendama (maksumus kujuneks kordades kallimaks kui </w:t>
      </w:r>
      <w:r w:rsidR="00952F45">
        <w:rPr>
          <w:rFonts w:ascii="Times New Roman" w:hAnsi="Times New Roman" w:cs="Times New Roman"/>
          <w:color w:val="000000" w:themeColor="text1"/>
          <w:sz w:val="24"/>
          <w:szCs w:val="24"/>
        </w:rPr>
        <w:t>mootorsõiduki</w:t>
      </w:r>
      <w:r w:rsidRPr="006D396D">
        <w:rPr>
          <w:rFonts w:ascii="Times New Roman" w:hAnsi="Times New Roman" w:cs="Times New Roman"/>
          <w:color w:val="000000" w:themeColor="text1"/>
          <w:sz w:val="24"/>
          <w:szCs w:val="24"/>
        </w:rPr>
        <w:t>maksust saadav tulu).</w:t>
      </w:r>
      <w:r w:rsidR="0048113E">
        <w:rPr>
          <w:rFonts w:ascii="Times New Roman" w:eastAsia="Times New Roman" w:hAnsi="Times New Roman" w:cs="Times New Roman"/>
          <w:color w:val="000000" w:themeColor="text1"/>
          <w:sz w:val="24"/>
          <w:szCs w:val="24"/>
        </w:rPr>
        <w:t xml:space="preserve"> </w:t>
      </w:r>
      <w:r w:rsidRPr="006D396D">
        <w:rPr>
          <w:rFonts w:ascii="Times New Roman" w:hAnsi="Times New Roman" w:cs="Times New Roman"/>
          <w:color w:val="000000" w:themeColor="text1"/>
          <w:sz w:val="24"/>
          <w:szCs w:val="24"/>
        </w:rPr>
        <w:t>Seega mootorsõidukimaks ei vähendaks autode arvu maapiirkondades.</w:t>
      </w:r>
      <w:r w:rsidR="00C53A79" w:rsidRPr="006D396D">
        <w:rPr>
          <w:rFonts w:ascii="Times New Roman" w:hAnsi="Times New Roman" w:cs="Times New Roman"/>
          <w:color w:val="000000" w:themeColor="text1"/>
          <w:sz w:val="24"/>
          <w:szCs w:val="24"/>
        </w:rPr>
        <w:t xml:space="preserve"> </w:t>
      </w:r>
      <w:r w:rsidR="00B52091" w:rsidRPr="006D396D">
        <w:rPr>
          <w:rFonts w:ascii="Times New Roman" w:hAnsi="Times New Roman" w:cs="Times New Roman"/>
          <w:color w:val="000000" w:themeColor="text1"/>
          <w:sz w:val="24"/>
          <w:szCs w:val="24"/>
        </w:rPr>
        <w:t>VTK ei näe ka ette</w:t>
      </w:r>
      <w:r w:rsidR="00A071AA" w:rsidRPr="006D396D">
        <w:rPr>
          <w:rFonts w:ascii="Times New Roman" w:hAnsi="Times New Roman" w:cs="Times New Roman"/>
          <w:color w:val="000000" w:themeColor="text1"/>
          <w:sz w:val="24"/>
          <w:szCs w:val="24"/>
        </w:rPr>
        <w:t xml:space="preserve">, et </w:t>
      </w:r>
      <w:r w:rsidRPr="006D396D">
        <w:rPr>
          <w:rFonts w:ascii="Times New Roman" w:hAnsi="Times New Roman" w:cs="Times New Roman"/>
          <w:color w:val="000000" w:themeColor="text1"/>
          <w:sz w:val="24"/>
          <w:szCs w:val="24"/>
        </w:rPr>
        <w:t>autot mitteomav isik/leibkond saaks selle eest mingi hüve, näiteks toimiva ühistranspordi näol.</w:t>
      </w:r>
    </w:p>
    <w:p w14:paraId="76C597D0" w14:textId="2DF77445" w:rsidR="002A1FB4" w:rsidRPr="004E38A6" w:rsidRDefault="00952F45" w:rsidP="004E38A6">
      <w:pPr>
        <w:shd w:val="clear" w:color="auto" w:fill="FFFFFF"/>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Mootorsõidukimaks</w:t>
      </w:r>
      <w:r w:rsidR="002A1FB4" w:rsidRPr="006D396D">
        <w:rPr>
          <w:rFonts w:ascii="Times New Roman" w:hAnsi="Times New Roman" w:cs="Times New Roman"/>
          <w:color w:val="000000" w:themeColor="text1"/>
          <w:sz w:val="24"/>
          <w:szCs w:val="24"/>
        </w:rPr>
        <w:t xml:space="preserve"> karistab suures osas neid inimesi, kes on teinud otsuse elada väljaspool linnu, hoiavad elus maakohti ja külasid ning panusta</w:t>
      </w:r>
      <w:r w:rsidR="00A071AA" w:rsidRPr="006D396D">
        <w:rPr>
          <w:rFonts w:ascii="Times New Roman" w:hAnsi="Times New Roman" w:cs="Times New Roman"/>
          <w:color w:val="000000" w:themeColor="text1"/>
          <w:sz w:val="24"/>
          <w:szCs w:val="24"/>
        </w:rPr>
        <w:t>vad</w:t>
      </w:r>
      <w:r w:rsidR="002A1FB4" w:rsidRPr="006D396D">
        <w:rPr>
          <w:rFonts w:ascii="Times New Roman" w:hAnsi="Times New Roman" w:cs="Times New Roman"/>
          <w:color w:val="000000" w:themeColor="text1"/>
          <w:sz w:val="24"/>
          <w:szCs w:val="24"/>
        </w:rPr>
        <w:t xml:space="preserve"> seeläbi Eesti julgeolekusse.</w:t>
      </w:r>
      <w:r w:rsidR="004E38A6">
        <w:rPr>
          <w:rFonts w:ascii="Times New Roman" w:hAnsi="Times New Roman" w:cs="Times New Roman"/>
          <w:color w:val="000000" w:themeColor="text1"/>
          <w:sz w:val="24"/>
          <w:szCs w:val="24"/>
        </w:rPr>
        <w:t xml:space="preserve"> </w:t>
      </w:r>
      <w:r w:rsidR="009B4065" w:rsidRPr="006D396D">
        <w:rPr>
          <w:rFonts w:ascii="Times New Roman" w:hAnsi="Times New Roman" w:cs="Times New Roman"/>
          <w:color w:val="000000" w:themeColor="text1"/>
          <w:sz w:val="24"/>
          <w:szCs w:val="24"/>
        </w:rPr>
        <w:t xml:space="preserve">Lisame ka, et </w:t>
      </w:r>
      <w:r w:rsidR="0048113E">
        <w:rPr>
          <w:rFonts w:ascii="Times New Roman" w:hAnsi="Times New Roman" w:cs="Times New Roman"/>
          <w:color w:val="000000" w:themeColor="text1"/>
          <w:sz w:val="24"/>
          <w:szCs w:val="24"/>
        </w:rPr>
        <w:t xml:space="preserve">maapiirkondades </w:t>
      </w:r>
      <w:r w:rsidR="001347C1" w:rsidRPr="006D396D">
        <w:rPr>
          <w:rFonts w:ascii="Times New Roman" w:hAnsi="Times New Roman" w:cs="Times New Roman"/>
          <w:color w:val="000000" w:themeColor="text1"/>
          <w:sz w:val="24"/>
          <w:szCs w:val="24"/>
        </w:rPr>
        <w:t>suuremate</w:t>
      </w:r>
      <w:r w:rsidR="002A1FB4" w:rsidRPr="006D396D">
        <w:rPr>
          <w:rFonts w:ascii="Times New Roman" w:eastAsia="Times New Roman" w:hAnsi="Times New Roman" w:cs="Times New Roman"/>
          <w:color w:val="000000" w:themeColor="text1"/>
          <w:sz w:val="24"/>
          <w:szCs w:val="24"/>
        </w:rPr>
        <w:t xml:space="preserve"> autodega sõit</w:t>
      </w:r>
      <w:r w:rsidR="001347C1" w:rsidRPr="006D396D">
        <w:rPr>
          <w:rFonts w:ascii="Times New Roman" w:eastAsia="Times New Roman" w:hAnsi="Times New Roman" w:cs="Times New Roman"/>
          <w:color w:val="000000" w:themeColor="text1"/>
          <w:sz w:val="24"/>
          <w:szCs w:val="24"/>
        </w:rPr>
        <w:t>mise</w:t>
      </w:r>
      <w:r w:rsidR="002A1FB4" w:rsidRPr="006D396D">
        <w:rPr>
          <w:rFonts w:ascii="Times New Roman" w:eastAsia="Times New Roman" w:hAnsi="Times New Roman" w:cs="Times New Roman"/>
          <w:color w:val="000000" w:themeColor="text1"/>
          <w:sz w:val="24"/>
          <w:szCs w:val="24"/>
        </w:rPr>
        <w:t xml:space="preserve"> põhjuseks</w:t>
      </w:r>
      <w:r w:rsidR="001347C1" w:rsidRPr="006D396D">
        <w:rPr>
          <w:rFonts w:ascii="Times New Roman" w:eastAsia="Times New Roman" w:hAnsi="Times New Roman" w:cs="Times New Roman"/>
          <w:color w:val="000000" w:themeColor="text1"/>
          <w:sz w:val="24"/>
          <w:szCs w:val="24"/>
        </w:rPr>
        <w:t xml:space="preserve"> võivad olla </w:t>
      </w:r>
      <w:r w:rsidR="001C1C04" w:rsidRPr="006D396D">
        <w:rPr>
          <w:rFonts w:ascii="Times New Roman" w:eastAsia="Times New Roman" w:hAnsi="Times New Roman" w:cs="Times New Roman"/>
          <w:color w:val="000000" w:themeColor="text1"/>
          <w:sz w:val="24"/>
          <w:szCs w:val="24"/>
        </w:rPr>
        <w:t>nii</w:t>
      </w:r>
      <w:r w:rsidR="002A1FB4" w:rsidRPr="006D396D">
        <w:rPr>
          <w:rFonts w:ascii="Times New Roman" w:eastAsia="Times New Roman" w:hAnsi="Times New Roman" w:cs="Times New Roman"/>
          <w:color w:val="000000" w:themeColor="text1"/>
          <w:sz w:val="24"/>
          <w:szCs w:val="24"/>
        </w:rPr>
        <w:t xml:space="preserve"> talvised kehvad teeolud või </w:t>
      </w:r>
      <w:r>
        <w:rPr>
          <w:rFonts w:ascii="Times New Roman" w:eastAsia="Times New Roman" w:hAnsi="Times New Roman" w:cs="Times New Roman"/>
          <w:color w:val="000000" w:themeColor="text1"/>
          <w:sz w:val="24"/>
          <w:szCs w:val="24"/>
        </w:rPr>
        <w:t xml:space="preserve">ka </w:t>
      </w:r>
      <w:r w:rsidR="002A1FB4" w:rsidRPr="006D396D">
        <w:rPr>
          <w:rFonts w:ascii="Times New Roman" w:eastAsia="Times New Roman" w:hAnsi="Times New Roman" w:cs="Times New Roman"/>
          <w:color w:val="000000" w:themeColor="text1"/>
          <w:sz w:val="24"/>
          <w:szCs w:val="24"/>
        </w:rPr>
        <w:t xml:space="preserve">suuremad perekonnad, </w:t>
      </w:r>
      <w:r>
        <w:rPr>
          <w:rFonts w:ascii="Times New Roman" w:eastAsia="Times New Roman" w:hAnsi="Times New Roman" w:cs="Times New Roman"/>
          <w:color w:val="000000" w:themeColor="text1"/>
          <w:sz w:val="24"/>
          <w:szCs w:val="24"/>
        </w:rPr>
        <w:t xml:space="preserve">kelle jaoks on vaja autos </w:t>
      </w:r>
      <w:r w:rsidR="002A1FB4" w:rsidRPr="006D396D">
        <w:rPr>
          <w:rFonts w:ascii="Times New Roman" w:eastAsia="Times New Roman" w:hAnsi="Times New Roman" w:cs="Times New Roman"/>
          <w:color w:val="000000" w:themeColor="text1"/>
          <w:sz w:val="24"/>
          <w:szCs w:val="24"/>
        </w:rPr>
        <w:t>rohkem isekohti.</w:t>
      </w:r>
    </w:p>
    <w:p w14:paraId="4FFD63FE" w14:textId="5A23C597" w:rsidR="002A1FB4" w:rsidRPr="006D396D" w:rsidRDefault="00A035E9" w:rsidP="004E38A6">
      <w:pPr>
        <w:shd w:val="clear" w:color="auto" w:fill="FFFFFF"/>
        <w:spacing w:after="120" w:line="240" w:lineRule="auto"/>
        <w:jc w:val="both"/>
        <w:rPr>
          <w:rFonts w:ascii="Times New Roman" w:eastAsia="Times New Roman" w:hAnsi="Times New Roman" w:cs="Times New Roman"/>
          <w:color w:val="000000" w:themeColor="text1"/>
          <w:sz w:val="24"/>
          <w:szCs w:val="24"/>
        </w:rPr>
      </w:pPr>
      <w:r w:rsidRPr="006D396D">
        <w:rPr>
          <w:rFonts w:ascii="Times New Roman" w:eastAsia="Times New Roman" w:hAnsi="Times New Roman" w:cs="Times New Roman"/>
          <w:color w:val="000000" w:themeColor="text1"/>
          <w:sz w:val="24"/>
          <w:szCs w:val="24"/>
        </w:rPr>
        <w:t>7</w:t>
      </w:r>
      <w:r w:rsidR="002A1FB4" w:rsidRPr="006D396D">
        <w:rPr>
          <w:rFonts w:ascii="Times New Roman" w:eastAsia="Times New Roman" w:hAnsi="Times New Roman" w:cs="Times New Roman"/>
          <w:color w:val="000000" w:themeColor="text1"/>
          <w:sz w:val="24"/>
          <w:szCs w:val="24"/>
        </w:rPr>
        <w:t>. VTK</w:t>
      </w:r>
      <w:r w:rsidR="00BF78ED">
        <w:rPr>
          <w:rFonts w:ascii="Times New Roman" w:eastAsia="Times New Roman" w:hAnsi="Times New Roman" w:cs="Times New Roman"/>
          <w:color w:val="000000" w:themeColor="text1"/>
          <w:sz w:val="24"/>
          <w:szCs w:val="24"/>
        </w:rPr>
        <w:t>-</w:t>
      </w:r>
      <w:r w:rsidR="002A1FB4" w:rsidRPr="006D396D">
        <w:rPr>
          <w:rFonts w:ascii="Times New Roman" w:eastAsia="Times New Roman" w:hAnsi="Times New Roman" w:cs="Times New Roman"/>
          <w:color w:val="000000" w:themeColor="text1"/>
          <w:sz w:val="24"/>
          <w:szCs w:val="24"/>
        </w:rPr>
        <w:t xml:space="preserve">s öeldakse, et mootorsõidukimaksu rakendamise kaudu saab põhimõtteliselt mõjutada inimesi kasutama vähem saastavamaid transpordivahendeid ja -viise läbi sõiduki CO2 heite maksustamise. Arusaadavalt peab sellega kaasas käima ka ühistranspordi ja teiste alternatiivsete liikumisvõimaluste arendamine (lk 12-13). VTK-s selgitatakse, et maks kehtestatakse selleks, et inimesed hakkaksid kasutama rohkem ühistransporti ja alternatiivseid liikumisviise. Ühistranspordi arendamine on </w:t>
      </w:r>
      <w:r w:rsidR="0048113E">
        <w:rPr>
          <w:rFonts w:ascii="Times New Roman" w:eastAsia="Times New Roman" w:hAnsi="Times New Roman" w:cs="Times New Roman"/>
          <w:color w:val="000000" w:themeColor="text1"/>
          <w:sz w:val="24"/>
          <w:szCs w:val="24"/>
        </w:rPr>
        <w:t xml:space="preserve">kohalike </w:t>
      </w:r>
      <w:r w:rsidR="002A1FB4" w:rsidRPr="006D396D">
        <w:rPr>
          <w:rFonts w:ascii="Times New Roman" w:eastAsia="Times New Roman" w:hAnsi="Times New Roman" w:cs="Times New Roman"/>
          <w:color w:val="000000" w:themeColor="text1"/>
          <w:sz w:val="24"/>
          <w:szCs w:val="24"/>
        </w:rPr>
        <w:t>omavalitsuste ülesanne, mis tähendab, et riigi poolt kõnealuse maksu kogumine avaldab olulist mõju omavalitsuste ülesannete täitmisele ning toob kaasa suuremahulisi kulutusi</w:t>
      </w:r>
      <w:r w:rsidR="00466DCE" w:rsidRPr="006D396D">
        <w:rPr>
          <w:rFonts w:ascii="Times New Roman" w:eastAsia="Times New Roman" w:hAnsi="Times New Roman" w:cs="Times New Roman"/>
          <w:color w:val="000000" w:themeColor="text1"/>
          <w:sz w:val="24"/>
          <w:szCs w:val="24"/>
        </w:rPr>
        <w:t xml:space="preserve">, nt </w:t>
      </w:r>
      <w:r w:rsidR="002A1FB4" w:rsidRPr="006D396D">
        <w:rPr>
          <w:rFonts w:ascii="Times New Roman" w:eastAsia="Times New Roman" w:hAnsi="Times New Roman" w:cs="Times New Roman"/>
          <w:color w:val="000000" w:themeColor="text1"/>
          <w:sz w:val="24"/>
          <w:szCs w:val="24"/>
        </w:rPr>
        <w:t>vajadus</w:t>
      </w:r>
      <w:r w:rsidR="00BF78ED">
        <w:rPr>
          <w:rFonts w:ascii="Times New Roman" w:eastAsia="Times New Roman" w:hAnsi="Times New Roman" w:cs="Times New Roman"/>
          <w:color w:val="000000" w:themeColor="text1"/>
          <w:sz w:val="24"/>
          <w:szCs w:val="24"/>
        </w:rPr>
        <w:t>e</w:t>
      </w:r>
      <w:r w:rsidR="002A1FB4" w:rsidRPr="006D396D">
        <w:rPr>
          <w:rFonts w:ascii="Times New Roman" w:eastAsia="Times New Roman" w:hAnsi="Times New Roman" w:cs="Times New Roman"/>
          <w:color w:val="000000" w:themeColor="text1"/>
          <w:sz w:val="24"/>
          <w:szCs w:val="24"/>
        </w:rPr>
        <w:t xml:space="preserve"> soetada juurde ühissõidukeid, suurendada veomahtu, avada täiendavaid liine</w:t>
      </w:r>
      <w:r w:rsidR="00BF78ED">
        <w:rPr>
          <w:rFonts w:ascii="Times New Roman" w:eastAsia="Times New Roman" w:hAnsi="Times New Roman" w:cs="Times New Roman"/>
          <w:color w:val="000000" w:themeColor="text1"/>
          <w:sz w:val="24"/>
          <w:szCs w:val="24"/>
        </w:rPr>
        <w:t xml:space="preserve"> jne.</w:t>
      </w:r>
    </w:p>
    <w:p w14:paraId="5D04CAED" w14:textId="20B57773" w:rsidR="00BE69ED" w:rsidRPr="00296ED8" w:rsidRDefault="00A035E9" w:rsidP="004E38A6">
      <w:pPr>
        <w:shd w:val="clear" w:color="auto" w:fill="FFFFFF"/>
        <w:spacing w:after="120" w:line="240" w:lineRule="auto"/>
        <w:jc w:val="both"/>
        <w:rPr>
          <w:rFonts w:ascii="Times New Roman" w:eastAsia="Times New Roman" w:hAnsi="Times New Roman" w:cs="Times New Roman"/>
          <w:color w:val="000000" w:themeColor="text1"/>
          <w:sz w:val="24"/>
          <w:szCs w:val="24"/>
        </w:rPr>
      </w:pPr>
      <w:r w:rsidRPr="006D396D">
        <w:rPr>
          <w:rFonts w:ascii="Times New Roman" w:eastAsia="Times New Roman" w:hAnsi="Times New Roman" w:cs="Times New Roman"/>
          <w:color w:val="000000" w:themeColor="text1"/>
          <w:sz w:val="24"/>
          <w:szCs w:val="24"/>
        </w:rPr>
        <w:t>8</w:t>
      </w:r>
      <w:r w:rsidR="002A1FB4" w:rsidRPr="006D396D">
        <w:rPr>
          <w:rFonts w:ascii="Times New Roman" w:eastAsia="Times New Roman" w:hAnsi="Times New Roman" w:cs="Times New Roman"/>
          <w:color w:val="000000" w:themeColor="text1"/>
          <w:sz w:val="24"/>
          <w:szCs w:val="24"/>
        </w:rPr>
        <w:t xml:space="preserve">. </w:t>
      </w:r>
      <w:r w:rsidR="00A61293" w:rsidRPr="006D396D">
        <w:rPr>
          <w:rFonts w:ascii="Times New Roman" w:eastAsia="Times New Roman" w:hAnsi="Times New Roman" w:cs="Times New Roman"/>
          <w:color w:val="000000" w:themeColor="text1"/>
          <w:sz w:val="24"/>
          <w:szCs w:val="24"/>
        </w:rPr>
        <w:t>I</w:t>
      </w:r>
      <w:r w:rsidR="002A1FB4" w:rsidRPr="006D396D">
        <w:rPr>
          <w:rFonts w:ascii="Times New Roman" w:eastAsia="Times New Roman" w:hAnsi="Times New Roman" w:cs="Times New Roman"/>
          <w:color w:val="000000" w:themeColor="text1"/>
          <w:sz w:val="24"/>
          <w:szCs w:val="24"/>
        </w:rPr>
        <w:t>nimeste maksukoormus on juba vastu võetud seadusemuudatustega märgatavalt kasvamas. Uue maksu lisandumine olukorras, kus inflatsioon ja laenumaksed püsivad kõrgel</w:t>
      </w:r>
      <w:r w:rsidR="00A61293" w:rsidRPr="006D396D">
        <w:rPr>
          <w:rFonts w:ascii="Times New Roman" w:eastAsia="Times New Roman" w:hAnsi="Times New Roman" w:cs="Times New Roman"/>
          <w:color w:val="000000" w:themeColor="text1"/>
          <w:sz w:val="24"/>
          <w:szCs w:val="24"/>
        </w:rPr>
        <w:t>,</w:t>
      </w:r>
      <w:r w:rsidR="002A1FB4" w:rsidRPr="006D396D">
        <w:rPr>
          <w:rFonts w:ascii="Times New Roman" w:eastAsia="Times New Roman" w:hAnsi="Times New Roman" w:cs="Times New Roman"/>
          <w:color w:val="000000" w:themeColor="text1"/>
          <w:sz w:val="24"/>
          <w:szCs w:val="24"/>
        </w:rPr>
        <w:t xml:space="preserve"> </w:t>
      </w:r>
      <w:r w:rsidR="00DF7F14" w:rsidRPr="006D396D">
        <w:rPr>
          <w:rFonts w:ascii="Times New Roman" w:eastAsia="Times New Roman" w:hAnsi="Times New Roman" w:cs="Times New Roman"/>
          <w:color w:val="000000" w:themeColor="text1"/>
          <w:sz w:val="24"/>
          <w:szCs w:val="24"/>
        </w:rPr>
        <w:t>suurendab maksukoormust veelgi</w:t>
      </w:r>
      <w:r w:rsidR="002A1FB4" w:rsidRPr="006D396D">
        <w:rPr>
          <w:rFonts w:ascii="Times New Roman" w:eastAsia="Times New Roman" w:hAnsi="Times New Roman" w:cs="Times New Roman"/>
          <w:color w:val="000000" w:themeColor="text1"/>
          <w:sz w:val="24"/>
          <w:szCs w:val="24"/>
        </w:rPr>
        <w:t>.</w:t>
      </w:r>
    </w:p>
    <w:p w14:paraId="12FF3DD1" w14:textId="2E390E63" w:rsidR="002A1FB4" w:rsidRPr="006D396D" w:rsidRDefault="00A035E9" w:rsidP="004E38A6">
      <w:pPr>
        <w:spacing w:after="120" w:line="240" w:lineRule="auto"/>
        <w:jc w:val="both"/>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9</w:t>
      </w:r>
      <w:r w:rsidR="002A1FB4" w:rsidRPr="006D396D">
        <w:rPr>
          <w:rFonts w:ascii="Times New Roman" w:hAnsi="Times New Roman" w:cs="Times New Roman"/>
          <w:color w:val="000000" w:themeColor="text1"/>
          <w:sz w:val="24"/>
          <w:szCs w:val="24"/>
        </w:rPr>
        <w:t>. VTK-s viida</w:t>
      </w:r>
      <w:r w:rsidR="00466D95" w:rsidRPr="006D396D">
        <w:rPr>
          <w:rFonts w:ascii="Times New Roman" w:hAnsi="Times New Roman" w:cs="Times New Roman"/>
          <w:color w:val="000000" w:themeColor="text1"/>
          <w:sz w:val="24"/>
          <w:szCs w:val="24"/>
        </w:rPr>
        <w:t>takse</w:t>
      </w:r>
      <w:r w:rsidR="002A1FB4" w:rsidRPr="006D396D">
        <w:rPr>
          <w:rFonts w:ascii="Times New Roman" w:hAnsi="Times New Roman" w:cs="Times New Roman"/>
          <w:color w:val="000000" w:themeColor="text1"/>
          <w:sz w:val="24"/>
          <w:szCs w:val="24"/>
        </w:rPr>
        <w:t xml:space="preserve"> kavandatav</w:t>
      </w:r>
      <w:r w:rsidR="00F600D3" w:rsidRPr="006D396D">
        <w:rPr>
          <w:rFonts w:ascii="Times New Roman" w:hAnsi="Times New Roman" w:cs="Times New Roman"/>
          <w:color w:val="000000" w:themeColor="text1"/>
          <w:sz w:val="24"/>
          <w:szCs w:val="24"/>
        </w:rPr>
        <w:t>ale</w:t>
      </w:r>
      <w:r w:rsidR="002A1FB4" w:rsidRPr="006D396D">
        <w:rPr>
          <w:rFonts w:ascii="Times New Roman" w:hAnsi="Times New Roman" w:cs="Times New Roman"/>
          <w:color w:val="000000" w:themeColor="text1"/>
          <w:sz w:val="24"/>
          <w:szCs w:val="24"/>
        </w:rPr>
        <w:t xml:space="preserve"> täiendav</w:t>
      </w:r>
      <w:r w:rsidR="00F600D3" w:rsidRPr="006D396D">
        <w:rPr>
          <w:rFonts w:ascii="Times New Roman" w:hAnsi="Times New Roman" w:cs="Times New Roman"/>
          <w:color w:val="000000" w:themeColor="text1"/>
          <w:sz w:val="24"/>
          <w:szCs w:val="24"/>
        </w:rPr>
        <w:t>ale</w:t>
      </w:r>
      <w:r w:rsidR="002A1FB4" w:rsidRPr="006D396D">
        <w:rPr>
          <w:rFonts w:ascii="Times New Roman" w:hAnsi="Times New Roman" w:cs="Times New Roman"/>
          <w:color w:val="000000" w:themeColor="text1"/>
          <w:sz w:val="24"/>
          <w:szCs w:val="24"/>
        </w:rPr>
        <w:t xml:space="preserve"> mõjuanalüüs</w:t>
      </w:r>
      <w:r w:rsidR="00F600D3" w:rsidRPr="006D396D">
        <w:rPr>
          <w:rFonts w:ascii="Times New Roman" w:hAnsi="Times New Roman" w:cs="Times New Roman"/>
          <w:color w:val="000000" w:themeColor="text1"/>
          <w:sz w:val="24"/>
          <w:szCs w:val="24"/>
        </w:rPr>
        <w:t>ile. Nimetatud</w:t>
      </w:r>
      <w:r w:rsidR="00C53C9F" w:rsidRPr="006D396D">
        <w:rPr>
          <w:rFonts w:ascii="Times New Roman" w:hAnsi="Times New Roman" w:cs="Times New Roman"/>
          <w:color w:val="000000" w:themeColor="text1"/>
          <w:sz w:val="24"/>
          <w:szCs w:val="24"/>
        </w:rPr>
        <w:t xml:space="preserve"> analüüs </w:t>
      </w:r>
      <w:r w:rsidR="002A1FB4" w:rsidRPr="006D396D">
        <w:rPr>
          <w:rFonts w:ascii="Times New Roman" w:hAnsi="Times New Roman" w:cs="Times New Roman"/>
          <w:color w:val="000000" w:themeColor="text1"/>
          <w:sz w:val="24"/>
          <w:szCs w:val="24"/>
        </w:rPr>
        <w:t xml:space="preserve">peaks </w:t>
      </w:r>
      <w:r w:rsidR="00C53C9F" w:rsidRPr="006D396D">
        <w:rPr>
          <w:rFonts w:ascii="Times New Roman" w:hAnsi="Times New Roman" w:cs="Times New Roman"/>
          <w:color w:val="000000" w:themeColor="text1"/>
          <w:sz w:val="24"/>
          <w:szCs w:val="24"/>
        </w:rPr>
        <w:t xml:space="preserve">juba algstaadiumis </w:t>
      </w:r>
      <w:r w:rsidR="002A1FB4" w:rsidRPr="006D396D">
        <w:rPr>
          <w:rFonts w:ascii="Times New Roman" w:hAnsi="Times New Roman" w:cs="Times New Roman"/>
          <w:color w:val="000000" w:themeColor="text1"/>
          <w:sz w:val="24"/>
          <w:szCs w:val="24"/>
        </w:rPr>
        <w:t xml:space="preserve">sisaldama </w:t>
      </w:r>
      <w:r w:rsidR="00643FAC" w:rsidRPr="006D396D">
        <w:rPr>
          <w:rFonts w:ascii="Times New Roman" w:hAnsi="Times New Roman" w:cs="Times New Roman"/>
          <w:color w:val="000000" w:themeColor="text1"/>
          <w:sz w:val="24"/>
          <w:szCs w:val="24"/>
        </w:rPr>
        <w:t xml:space="preserve">muuhulgas </w:t>
      </w:r>
      <w:r w:rsidR="002A1FB4" w:rsidRPr="006D396D">
        <w:rPr>
          <w:rFonts w:ascii="Times New Roman" w:hAnsi="Times New Roman" w:cs="Times New Roman"/>
          <w:color w:val="000000" w:themeColor="text1"/>
          <w:sz w:val="24"/>
          <w:szCs w:val="24"/>
        </w:rPr>
        <w:t xml:space="preserve">mootorsõidukimaksu mõju paljulapselistele peredele, puudega inimestele ja väiksema sissetulekuga elanikele (töökoha ja elukoha kaugus), sh eriti </w:t>
      </w:r>
      <w:proofErr w:type="spellStart"/>
      <w:r w:rsidR="002A1FB4" w:rsidRPr="006D396D">
        <w:rPr>
          <w:rFonts w:ascii="Times New Roman" w:hAnsi="Times New Roman" w:cs="Times New Roman"/>
          <w:color w:val="000000" w:themeColor="text1"/>
          <w:sz w:val="24"/>
          <w:szCs w:val="24"/>
        </w:rPr>
        <w:t>hajaasustusega</w:t>
      </w:r>
      <w:proofErr w:type="spellEnd"/>
      <w:r w:rsidR="002A1FB4" w:rsidRPr="006D396D">
        <w:rPr>
          <w:rFonts w:ascii="Times New Roman" w:hAnsi="Times New Roman" w:cs="Times New Roman"/>
          <w:color w:val="000000" w:themeColor="text1"/>
          <w:sz w:val="24"/>
          <w:szCs w:val="24"/>
        </w:rPr>
        <w:t xml:space="preserve"> piirkondades. Ilmselgelt plaanitav täiendav kulu mootorsõidukimaksu näol suurendab nimetatud sihtrühmade hulgas toimetulekutoetuse taotlejate hulka ja survet kohalike omavalitsuste täiendavale abile. Lisaks </w:t>
      </w:r>
      <w:r w:rsidR="00643FAC" w:rsidRPr="006D396D">
        <w:rPr>
          <w:rFonts w:ascii="Times New Roman" w:hAnsi="Times New Roman" w:cs="Times New Roman"/>
          <w:color w:val="000000" w:themeColor="text1"/>
          <w:sz w:val="24"/>
          <w:szCs w:val="24"/>
        </w:rPr>
        <w:t xml:space="preserve">toome välja </w:t>
      </w:r>
      <w:r w:rsidR="002A1FB4" w:rsidRPr="006D396D">
        <w:rPr>
          <w:rFonts w:ascii="Times New Roman" w:hAnsi="Times New Roman" w:cs="Times New Roman"/>
          <w:color w:val="000000" w:themeColor="text1"/>
          <w:sz w:val="24"/>
          <w:szCs w:val="24"/>
        </w:rPr>
        <w:t xml:space="preserve">puudega inimesed, kellele on auto </w:t>
      </w:r>
      <w:r w:rsidR="00643FAC" w:rsidRPr="006D396D">
        <w:rPr>
          <w:rFonts w:ascii="Times New Roman" w:hAnsi="Times New Roman" w:cs="Times New Roman"/>
          <w:color w:val="000000" w:themeColor="text1"/>
          <w:sz w:val="24"/>
          <w:szCs w:val="24"/>
        </w:rPr>
        <w:t xml:space="preserve">oluline </w:t>
      </w:r>
      <w:r w:rsidR="002A1FB4" w:rsidRPr="006D396D">
        <w:rPr>
          <w:rFonts w:ascii="Times New Roman" w:hAnsi="Times New Roman" w:cs="Times New Roman"/>
          <w:color w:val="000000" w:themeColor="text1"/>
          <w:sz w:val="24"/>
          <w:szCs w:val="24"/>
        </w:rPr>
        <w:t xml:space="preserve">võimalik abivahend, mis aitab </w:t>
      </w:r>
      <w:r w:rsidR="00643FAC" w:rsidRPr="006D396D">
        <w:rPr>
          <w:rFonts w:ascii="Times New Roman" w:hAnsi="Times New Roman" w:cs="Times New Roman"/>
          <w:color w:val="000000" w:themeColor="text1"/>
          <w:sz w:val="24"/>
          <w:szCs w:val="24"/>
        </w:rPr>
        <w:t xml:space="preserve">neil </w:t>
      </w:r>
      <w:r w:rsidR="002A1FB4" w:rsidRPr="006D396D">
        <w:rPr>
          <w:rFonts w:ascii="Times New Roman" w:hAnsi="Times New Roman" w:cs="Times New Roman"/>
          <w:color w:val="000000" w:themeColor="text1"/>
          <w:sz w:val="24"/>
          <w:szCs w:val="24"/>
        </w:rPr>
        <w:t xml:space="preserve">iseseivalt toime tulla. </w:t>
      </w:r>
      <w:r w:rsidR="001D6BB3" w:rsidRPr="006D396D">
        <w:rPr>
          <w:rFonts w:ascii="Times New Roman" w:hAnsi="Times New Roman" w:cs="Times New Roman"/>
          <w:color w:val="000000" w:themeColor="text1"/>
          <w:sz w:val="24"/>
          <w:szCs w:val="24"/>
        </w:rPr>
        <w:t xml:space="preserve">VTK-s puudub aga </w:t>
      </w:r>
      <w:r w:rsidR="002A1FB4" w:rsidRPr="006D396D">
        <w:rPr>
          <w:rFonts w:ascii="Times New Roman" w:hAnsi="Times New Roman" w:cs="Times New Roman"/>
          <w:color w:val="000000" w:themeColor="text1"/>
          <w:sz w:val="24"/>
          <w:szCs w:val="24"/>
        </w:rPr>
        <w:t>analüüs ja eelnõu mõju omavalitsuste eelarve</w:t>
      </w:r>
      <w:r w:rsidR="00EC4FC0" w:rsidRPr="006D396D">
        <w:rPr>
          <w:rFonts w:ascii="Times New Roman" w:hAnsi="Times New Roman" w:cs="Times New Roman"/>
          <w:color w:val="000000" w:themeColor="text1"/>
          <w:sz w:val="24"/>
          <w:szCs w:val="24"/>
        </w:rPr>
        <w:t>te</w:t>
      </w:r>
      <w:r w:rsidR="002A1FB4" w:rsidRPr="006D396D">
        <w:rPr>
          <w:rFonts w:ascii="Times New Roman" w:hAnsi="Times New Roman" w:cs="Times New Roman"/>
          <w:color w:val="000000" w:themeColor="text1"/>
          <w:sz w:val="24"/>
          <w:szCs w:val="24"/>
        </w:rPr>
        <w:t xml:space="preserve">le ning </w:t>
      </w:r>
      <w:r w:rsidR="004F3743">
        <w:rPr>
          <w:rFonts w:ascii="Times New Roman" w:hAnsi="Times New Roman" w:cs="Times New Roman"/>
          <w:color w:val="000000" w:themeColor="text1"/>
          <w:sz w:val="24"/>
          <w:szCs w:val="24"/>
        </w:rPr>
        <w:t xml:space="preserve">välja on toomata </w:t>
      </w:r>
      <w:r w:rsidR="002A1FB4" w:rsidRPr="006D396D">
        <w:rPr>
          <w:rFonts w:ascii="Times New Roman" w:hAnsi="Times New Roman" w:cs="Times New Roman"/>
          <w:color w:val="000000" w:themeColor="text1"/>
          <w:sz w:val="24"/>
          <w:szCs w:val="24"/>
        </w:rPr>
        <w:t>vahendid seadusest tulenevate rahaliste mõjude katmiseks.</w:t>
      </w:r>
    </w:p>
    <w:p w14:paraId="5F11850E" w14:textId="080781D2" w:rsidR="002A1FB4" w:rsidRPr="006D396D" w:rsidRDefault="00A035E9" w:rsidP="004E38A6">
      <w:pPr>
        <w:spacing w:after="0" w:line="240" w:lineRule="auto"/>
        <w:jc w:val="both"/>
        <w:rPr>
          <w:rFonts w:ascii="Times New Roman" w:eastAsia="Times New Roman" w:hAnsi="Times New Roman" w:cs="Times New Roman"/>
          <w:color w:val="000000" w:themeColor="text1"/>
          <w:sz w:val="24"/>
          <w:szCs w:val="24"/>
        </w:rPr>
      </w:pPr>
      <w:r w:rsidRPr="006D396D">
        <w:rPr>
          <w:rFonts w:ascii="Times New Roman" w:eastAsia="Times New Roman" w:hAnsi="Times New Roman" w:cs="Times New Roman"/>
          <w:color w:val="000000" w:themeColor="text1"/>
          <w:sz w:val="24"/>
          <w:szCs w:val="24"/>
        </w:rPr>
        <w:t>10</w:t>
      </w:r>
      <w:r w:rsidR="002A1FB4" w:rsidRPr="006D396D">
        <w:rPr>
          <w:rFonts w:ascii="Times New Roman" w:eastAsia="Times New Roman" w:hAnsi="Times New Roman" w:cs="Times New Roman"/>
          <w:color w:val="000000" w:themeColor="text1"/>
          <w:sz w:val="24"/>
          <w:szCs w:val="24"/>
        </w:rPr>
        <w:t>. VTK järgi ei maksustata ühistransporti (lk 26)</w:t>
      </w:r>
      <w:r w:rsidR="002446AC" w:rsidRPr="006D396D">
        <w:rPr>
          <w:rFonts w:ascii="Times New Roman" w:eastAsia="Times New Roman" w:hAnsi="Times New Roman" w:cs="Times New Roman"/>
          <w:color w:val="000000" w:themeColor="text1"/>
          <w:sz w:val="24"/>
          <w:szCs w:val="24"/>
        </w:rPr>
        <w:t xml:space="preserve">. Sellest võib </w:t>
      </w:r>
      <w:r w:rsidR="002A1FB4" w:rsidRPr="006D396D">
        <w:rPr>
          <w:rFonts w:ascii="Times New Roman" w:eastAsia="Times New Roman" w:hAnsi="Times New Roman" w:cs="Times New Roman"/>
          <w:color w:val="000000" w:themeColor="text1"/>
          <w:sz w:val="24"/>
          <w:szCs w:val="24"/>
        </w:rPr>
        <w:t>eelda</w:t>
      </w:r>
      <w:r w:rsidR="006903AA" w:rsidRPr="006D396D">
        <w:rPr>
          <w:rFonts w:ascii="Times New Roman" w:eastAsia="Times New Roman" w:hAnsi="Times New Roman" w:cs="Times New Roman"/>
          <w:color w:val="000000" w:themeColor="text1"/>
          <w:sz w:val="24"/>
          <w:szCs w:val="24"/>
        </w:rPr>
        <w:t>da</w:t>
      </w:r>
      <w:r w:rsidR="002A1FB4" w:rsidRPr="006D396D">
        <w:rPr>
          <w:rFonts w:ascii="Times New Roman" w:eastAsia="Times New Roman" w:hAnsi="Times New Roman" w:cs="Times New Roman"/>
          <w:color w:val="000000" w:themeColor="text1"/>
          <w:sz w:val="24"/>
          <w:szCs w:val="24"/>
        </w:rPr>
        <w:t>, et lisaks bussidele on arvestatud ka trammi</w:t>
      </w:r>
      <w:r w:rsidR="00BF78ED">
        <w:rPr>
          <w:rFonts w:ascii="Times New Roman" w:eastAsia="Times New Roman" w:hAnsi="Times New Roman" w:cs="Times New Roman"/>
          <w:color w:val="000000" w:themeColor="text1"/>
          <w:sz w:val="24"/>
          <w:szCs w:val="24"/>
        </w:rPr>
        <w:t>de</w:t>
      </w:r>
      <w:r w:rsidR="002A1FB4" w:rsidRPr="006D396D">
        <w:rPr>
          <w:rFonts w:ascii="Times New Roman" w:eastAsia="Times New Roman" w:hAnsi="Times New Roman" w:cs="Times New Roman"/>
          <w:color w:val="000000" w:themeColor="text1"/>
          <w:sz w:val="24"/>
          <w:szCs w:val="24"/>
        </w:rPr>
        <w:t xml:space="preserve"> ja trolli</w:t>
      </w:r>
      <w:r w:rsidR="00BF78ED">
        <w:rPr>
          <w:rFonts w:ascii="Times New Roman" w:eastAsia="Times New Roman" w:hAnsi="Times New Roman" w:cs="Times New Roman"/>
          <w:color w:val="000000" w:themeColor="text1"/>
          <w:sz w:val="24"/>
          <w:szCs w:val="24"/>
        </w:rPr>
        <w:t>de</w:t>
      </w:r>
      <w:r w:rsidR="002A1FB4" w:rsidRPr="006D396D">
        <w:rPr>
          <w:rFonts w:ascii="Times New Roman" w:eastAsia="Times New Roman" w:hAnsi="Times New Roman" w:cs="Times New Roman"/>
          <w:color w:val="000000" w:themeColor="text1"/>
          <w:sz w:val="24"/>
          <w:szCs w:val="24"/>
        </w:rPr>
        <w:t xml:space="preserve">ga. Ebaselge on, kas maksustatakse </w:t>
      </w:r>
      <w:r w:rsidR="00BF78ED">
        <w:rPr>
          <w:rFonts w:ascii="Times New Roman" w:eastAsia="Times New Roman" w:hAnsi="Times New Roman" w:cs="Times New Roman"/>
          <w:color w:val="000000" w:themeColor="text1"/>
          <w:sz w:val="24"/>
          <w:szCs w:val="24"/>
        </w:rPr>
        <w:t xml:space="preserve">politsei-, </w:t>
      </w:r>
      <w:r w:rsidR="002A1FB4" w:rsidRPr="006D396D">
        <w:rPr>
          <w:rFonts w:ascii="Times New Roman" w:eastAsia="Times New Roman" w:hAnsi="Times New Roman" w:cs="Times New Roman"/>
          <w:color w:val="000000" w:themeColor="text1"/>
          <w:sz w:val="24"/>
          <w:szCs w:val="24"/>
        </w:rPr>
        <w:t>kiirabi</w:t>
      </w:r>
      <w:r w:rsidR="00BF78ED">
        <w:rPr>
          <w:rFonts w:ascii="Times New Roman" w:eastAsia="Times New Roman" w:hAnsi="Times New Roman" w:cs="Times New Roman"/>
          <w:color w:val="000000" w:themeColor="text1"/>
          <w:sz w:val="24"/>
          <w:szCs w:val="24"/>
        </w:rPr>
        <w:t>-</w:t>
      </w:r>
      <w:r w:rsidR="002A1FB4" w:rsidRPr="006D396D">
        <w:rPr>
          <w:rFonts w:ascii="Times New Roman" w:eastAsia="Times New Roman" w:hAnsi="Times New Roman" w:cs="Times New Roman"/>
          <w:color w:val="000000" w:themeColor="text1"/>
          <w:sz w:val="24"/>
          <w:szCs w:val="24"/>
        </w:rPr>
        <w:t xml:space="preserve"> ja päästeautosid – VTK lk 26 on need maksuobjektide loetelus, kuid VTK p</w:t>
      </w:r>
      <w:r w:rsidR="00BF78ED">
        <w:rPr>
          <w:rFonts w:ascii="Times New Roman" w:eastAsia="Times New Roman" w:hAnsi="Times New Roman" w:cs="Times New Roman"/>
          <w:color w:val="000000" w:themeColor="text1"/>
          <w:sz w:val="24"/>
          <w:szCs w:val="24"/>
        </w:rPr>
        <w:t>unktis</w:t>
      </w:r>
      <w:r w:rsidR="002A1FB4" w:rsidRPr="006D396D">
        <w:rPr>
          <w:rFonts w:ascii="Times New Roman" w:eastAsia="Times New Roman" w:hAnsi="Times New Roman" w:cs="Times New Roman"/>
          <w:color w:val="000000" w:themeColor="text1"/>
          <w:sz w:val="24"/>
          <w:szCs w:val="24"/>
        </w:rPr>
        <w:t xml:space="preserve"> 9.5 on alarmsõiduki</w:t>
      </w:r>
      <w:r w:rsidR="00BF78ED">
        <w:rPr>
          <w:rFonts w:ascii="Times New Roman" w:eastAsia="Times New Roman" w:hAnsi="Times New Roman" w:cs="Times New Roman"/>
          <w:color w:val="000000" w:themeColor="text1"/>
          <w:sz w:val="24"/>
          <w:szCs w:val="24"/>
        </w:rPr>
        <w:t>d</w:t>
      </w:r>
      <w:r w:rsidR="002A1FB4" w:rsidRPr="006D396D">
        <w:rPr>
          <w:rFonts w:ascii="Times New Roman" w:eastAsia="Times New Roman" w:hAnsi="Times New Roman" w:cs="Times New Roman"/>
          <w:color w:val="000000" w:themeColor="text1"/>
          <w:sz w:val="24"/>
          <w:szCs w:val="24"/>
        </w:rPr>
        <w:t xml:space="preserve"> nimetatud maksuvabastuse objektina. </w:t>
      </w:r>
      <w:r w:rsidR="004F3743">
        <w:rPr>
          <w:rFonts w:ascii="Times New Roman" w:eastAsia="Times New Roman" w:hAnsi="Times New Roman" w:cs="Times New Roman"/>
          <w:color w:val="000000" w:themeColor="text1"/>
          <w:sz w:val="24"/>
          <w:szCs w:val="24"/>
        </w:rPr>
        <w:t>ELVL leiab</w:t>
      </w:r>
      <w:r w:rsidR="006903AA" w:rsidRPr="006D396D">
        <w:rPr>
          <w:rFonts w:ascii="Times New Roman" w:eastAsia="Times New Roman" w:hAnsi="Times New Roman" w:cs="Times New Roman"/>
          <w:color w:val="000000" w:themeColor="text1"/>
          <w:sz w:val="24"/>
          <w:szCs w:val="24"/>
        </w:rPr>
        <w:t xml:space="preserve">, et </w:t>
      </w:r>
      <w:r w:rsidR="00BF78ED">
        <w:rPr>
          <w:rFonts w:ascii="Times New Roman" w:eastAsia="Times New Roman" w:hAnsi="Times New Roman" w:cs="Times New Roman"/>
          <w:color w:val="000000" w:themeColor="text1"/>
          <w:sz w:val="24"/>
          <w:szCs w:val="24"/>
        </w:rPr>
        <w:t xml:space="preserve">nimetatud </w:t>
      </w:r>
      <w:r w:rsidR="002A1FB4" w:rsidRPr="006D396D">
        <w:rPr>
          <w:rFonts w:ascii="Times New Roman" w:eastAsia="Times New Roman" w:hAnsi="Times New Roman" w:cs="Times New Roman"/>
          <w:color w:val="000000" w:themeColor="text1"/>
          <w:sz w:val="24"/>
          <w:szCs w:val="24"/>
        </w:rPr>
        <w:t xml:space="preserve">sõidukid </w:t>
      </w:r>
      <w:r w:rsidR="004C183D" w:rsidRPr="006D396D">
        <w:rPr>
          <w:rFonts w:ascii="Times New Roman" w:eastAsia="Times New Roman" w:hAnsi="Times New Roman" w:cs="Times New Roman"/>
          <w:color w:val="000000" w:themeColor="text1"/>
          <w:sz w:val="24"/>
          <w:szCs w:val="24"/>
        </w:rPr>
        <w:t xml:space="preserve">tuleks </w:t>
      </w:r>
      <w:r w:rsidR="002A1FB4" w:rsidRPr="006D396D">
        <w:rPr>
          <w:rFonts w:ascii="Times New Roman" w:eastAsia="Times New Roman" w:hAnsi="Times New Roman" w:cs="Times New Roman"/>
          <w:color w:val="000000" w:themeColor="text1"/>
          <w:sz w:val="24"/>
          <w:szCs w:val="24"/>
        </w:rPr>
        <w:t>maksuobjektidena välistada. Samuti t</w:t>
      </w:r>
      <w:r w:rsidR="004C183D" w:rsidRPr="006D396D">
        <w:rPr>
          <w:rFonts w:ascii="Times New Roman" w:eastAsia="Times New Roman" w:hAnsi="Times New Roman" w:cs="Times New Roman"/>
          <w:color w:val="000000" w:themeColor="text1"/>
          <w:sz w:val="24"/>
          <w:szCs w:val="24"/>
        </w:rPr>
        <w:t>uleks</w:t>
      </w:r>
      <w:r w:rsidR="002A1FB4" w:rsidRPr="006D396D">
        <w:rPr>
          <w:rFonts w:ascii="Times New Roman" w:eastAsia="Times New Roman" w:hAnsi="Times New Roman" w:cs="Times New Roman"/>
          <w:color w:val="000000" w:themeColor="text1"/>
          <w:sz w:val="24"/>
          <w:szCs w:val="24"/>
        </w:rPr>
        <w:t xml:space="preserve"> maksuobjektina välistada </w:t>
      </w:r>
      <w:r w:rsidR="00BF78ED">
        <w:rPr>
          <w:rFonts w:ascii="Times New Roman" w:eastAsia="Times New Roman" w:hAnsi="Times New Roman" w:cs="Times New Roman"/>
          <w:color w:val="000000" w:themeColor="text1"/>
          <w:sz w:val="24"/>
          <w:szCs w:val="24"/>
        </w:rPr>
        <w:t>kohalik</w:t>
      </w:r>
      <w:r w:rsidR="0048113E">
        <w:rPr>
          <w:rFonts w:ascii="Times New Roman" w:eastAsia="Times New Roman" w:hAnsi="Times New Roman" w:cs="Times New Roman"/>
          <w:color w:val="000000" w:themeColor="text1"/>
          <w:sz w:val="24"/>
          <w:szCs w:val="24"/>
        </w:rPr>
        <w:t>u</w:t>
      </w:r>
      <w:r w:rsidR="00BF78ED">
        <w:rPr>
          <w:rFonts w:ascii="Times New Roman" w:eastAsia="Times New Roman" w:hAnsi="Times New Roman" w:cs="Times New Roman"/>
          <w:color w:val="000000" w:themeColor="text1"/>
          <w:sz w:val="24"/>
          <w:szCs w:val="24"/>
        </w:rPr>
        <w:t xml:space="preserve"> </w:t>
      </w:r>
      <w:r w:rsidR="002A1FB4" w:rsidRPr="006D396D">
        <w:rPr>
          <w:rFonts w:ascii="Times New Roman" w:eastAsia="Times New Roman" w:hAnsi="Times New Roman" w:cs="Times New Roman"/>
          <w:color w:val="000000" w:themeColor="text1"/>
          <w:sz w:val="24"/>
          <w:szCs w:val="24"/>
        </w:rPr>
        <w:t>omavalitsuse korrakaitseüksuse sõidukid sarnaselt alarmsõidukitega.</w:t>
      </w:r>
    </w:p>
    <w:p w14:paraId="3E2A5A8E" w14:textId="77777777" w:rsidR="002A1FB4" w:rsidRPr="006D396D" w:rsidRDefault="002A1FB4" w:rsidP="004E38A6">
      <w:pPr>
        <w:spacing w:after="0" w:line="240" w:lineRule="auto"/>
        <w:jc w:val="both"/>
        <w:rPr>
          <w:rFonts w:ascii="Times New Roman" w:eastAsia="Times New Roman" w:hAnsi="Times New Roman" w:cs="Times New Roman"/>
          <w:color w:val="000000" w:themeColor="text1"/>
          <w:sz w:val="24"/>
          <w:szCs w:val="24"/>
        </w:rPr>
      </w:pPr>
    </w:p>
    <w:p w14:paraId="703986D8" w14:textId="2EFC9642" w:rsidR="003350CC" w:rsidRPr="006D396D" w:rsidRDefault="003350CC" w:rsidP="004E38A6">
      <w:pPr>
        <w:pStyle w:val="Loetelu"/>
        <w:numPr>
          <w:ilvl w:val="0"/>
          <w:numId w:val="0"/>
        </w:numPr>
        <w:spacing w:before="0"/>
        <w:rPr>
          <w:color w:val="000000" w:themeColor="text1"/>
          <w:szCs w:val="24"/>
        </w:rPr>
      </w:pPr>
    </w:p>
    <w:p w14:paraId="060D532A" w14:textId="0D28F82B" w:rsidR="00923A5F" w:rsidRPr="006D396D" w:rsidRDefault="00923A5F" w:rsidP="004E38A6">
      <w:pPr>
        <w:spacing w:after="0" w:line="240" w:lineRule="auto"/>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Lugupidamisega</w:t>
      </w:r>
    </w:p>
    <w:p w14:paraId="7C2AADE5" w14:textId="0C0676E4" w:rsidR="00CF07B4" w:rsidRDefault="00CF07B4" w:rsidP="004E38A6">
      <w:pPr>
        <w:spacing w:after="0" w:line="240" w:lineRule="auto"/>
        <w:rPr>
          <w:rFonts w:ascii="Times New Roman" w:hAnsi="Times New Roman" w:cs="Times New Roman"/>
          <w:color w:val="000000" w:themeColor="text1"/>
          <w:sz w:val="24"/>
          <w:szCs w:val="24"/>
        </w:rPr>
      </w:pPr>
    </w:p>
    <w:p w14:paraId="6F0BC24C" w14:textId="3129C3AA" w:rsidR="00296ED8" w:rsidRDefault="00296ED8" w:rsidP="004E38A6">
      <w:pPr>
        <w:spacing w:after="0" w:line="240" w:lineRule="auto"/>
        <w:rPr>
          <w:rFonts w:ascii="Times New Roman" w:hAnsi="Times New Roman" w:cs="Times New Roman"/>
          <w:color w:val="000000" w:themeColor="text1"/>
          <w:sz w:val="24"/>
          <w:szCs w:val="24"/>
        </w:rPr>
      </w:pPr>
    </w:p>
    <w:p w14:paraId="2A441385" w14:textId="77777777" w:rsidR="00296ED8" w:rsidRPr="006D396D" w:rsidRDefault="00296ED8" w:rsidP="004E38A6">
      <w:pPr>
        <w:spacing w:after="0" w:line="240" w:lineRule="auto"/>
        <w:rPr>
          <w:rFonts w:ascii="Times New Roman" w:hAnsi="Times New Roman" w:cs="Times New Roman"/>
          <w:color w:val="000000" w:themeColor="text1"/>
          <w:sz w:val="24"/>
          <w:szCs w:val="24"/>
        </w:rPr>
      </w:pPr>
    </w:p>
    <w:p w14:paraId="49ACBF3F" w14:textId="77777777" w:rsidR="00E022E6" w:rsidRPr="006D396D" w:rsidRDefault="00E022E6" w:rsidP="004E38A6">
      <w:pPr>
        <w:spacing w:after="0" w:line="240" w:lineRule="auto"/>
        <w:rPr>
          <w:rFonts w:ascii="Times New Roman" w:hAnsi="Times New Roman" w:cs="Times New Roman"/>
          <w:i/>
          <w:iCs/>
          <w:color w:val="000000" w:themeColor="text1"/>
          <w:sz w:val="24"/>
          <w:szCs w:val="24"/>
        </w:rPr>
      </w:pPr>
    </w:p>
    <w:p w14:paraId="095B06AF" w14:textId="2D438A7C" w:rsidR="00F87D1A" w:rsidRPr="006D396D" w:rsidRDefault="00923A5F" w:rsidP="004E38A6">
      <w:pPr>
        <w:spacing w:after="0" w:line="240" w:lineRule="auto"/>
        <w:rPr>
          <w:rFonts w:ascii="Times New Roman" w:hAnsi="Times New Roman" w:cs="Times New Roman"/>
          <w:i/>
          <w:iCs/>
          <w:color w:val="000000" w:themeColor="text1"/>
          <w:sz w:val="24"/>
          <w:szCs w:val="24"/>
        </w:rPr>
      </w:pPr>
      <w:r w:rsidRPr="006D396D">
        <w:rPr>
          <w:rFonts w:ascii="Times New Roman" w:hAnsi="Times New Roman" w:cs="Times New Roman"/>
          <w:i/>
          <w:iCs/>
          <w:color w:val="000000" w:themeColor="text1"/>
          <w:sz w:val="24"/>
          <w:szCs w:val="24"/>
        </w:rPr>
        <w:t>/allkirjastatud digitaalselt/</w:t>
      </w:r>
    </w:p>
    <w:p w14:paraId="7E4D44BA" w14:textId="7502A61E" w:rsidR="001A70F5" w:rsidRPr="006D396D" w:rsidRDefault="00EE6B27" w:rsidP="004E38A6">
      <w:pPr>
        <w:spacing w:after="0" w:line="240" w:lineRule="auto"/>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Mihhail Kõlvart</w:t>
      </w:r>
    </w:p>
    <w:p w14:paraId="36E83031" w14:textId="38A91AC7" w:rsidR="00EE6B27" w:rsidRPr="006D396D" w:rsidRDefault="001F7E74" w:rsidP="004E38A6">
      <w:pPr>
        <w:spacing w:after="0" w:line="240" w:lineRule="auto"/>
        <w:rPr>
          <w:rFonts w:ascii="Times New Roman" w:hAnsi="Times New Roman" w:cs="Times New Roman"/>
          <w:color w:val="000000" w:themeColor="text1"/>
          <w:sz w:val="24"/>
          <w:szCs w:val="24"/>
        </w:rPr>
      </w:pPr>
      <w:r w:rsidRPr="006D396D">
        <w:rPr>
          <w:rFonts w:ascii="Times New Roman" w:hAnsi="Times New Roman" w:cs="Times New Roman"/>
          <w:color w:val="000000" w:themeColor="text1"/>
          <w:sz w:val="24"/>
          <w:szCs w:val="24"/>
        </w:rPr>
        <w:t>J</w:t>
      </w:r>
      <w:r w:rsidR="00EE6B27" w:rsidRPr="006D396D">
        <w:rPr>
          <w:rFonts w:ascii="Times New Roman" w:hAnsi="Times New Roman" w:cs="Times New Roman"/>
          <w:color w:val="000000" w:themeColor="text1"/>
          <w:sz w:val="24"/>
          <w:szCs w:val="24"/>
        </w:rPr>
        <w:t>uhatuse esimees</w:t>
      </w:r>
    </w:p>
    <w:p w14:paraId="78868C81" w14:textId="77777777" w:rsidR="001A70F5" w:rsidRPr="006D396D" w:rsidRDefault="001A70F5" w:rsidP="004E38A6">
      <w:pPr>
        <w:spacing w:after="0" w:line="240" w:lineRule="auto"/>
        <w:rPr>
          <w:rFonts w:ascii="Times New Roman" w:hAnsi="Times New Roman" w:cs="Times New Roman"/>
          <w:color w:val="000000" w:themeColor="text1"/>
          <w:sz w:val="24"/>
          <w:szCs w:val="24"/>
        </w:rPr>
      </w:pPr>
    </w:p>
    <w:sectPr w:rsidR="001A70F5" w:rsidRPr="006D396D" w:rsidSect="00CC6F01">
      <w:head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FC071" w14:textId="77777777" w:rsidR="0003484F" w:rsidRDefault="0003484F" w:rsidP="00CC6F01">
      <w:pPr>
        <w:spacing w:after="0" w:line="240" w:lineRule="auto"/>
      </w:pPr>
      <w:r>
        <w:separator/>
      </w:r>
    </w:p>
  </w:endnote>
  <w:endnote w:type="continuationSeparator" w:id="0">
    <w:p w14:paraId="2D418070" w14:textId="77777777" w:rsidR="0003484F" w:rsidRDefault="0003484F" w:rsidP="00CC6F01">
      <w:pPr>
        <w:spacing w:after="0" w:line="240" w:lineRule="auto"/>
      </w:pPr>
      <w:r>
        <w:continuationSeparator/>
      </w:r>
    </w:p>
  </w:endnote>
  <w:endnote w:type="continuationNotice" w:id="1">
    <w:p w14:paraId="3A387342" w14:textId="77777777" w:rsidR="0003484F" w:rsidRDefault="000348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altName w:val="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36C26" w14:textId="77777777" w:rsidR="00CC6F01" w:rsidRDefault="00CC6F01" w:rsidP="00CC6F01">
    <w:pPr>
      <w:pStyle w:val="Footer"/>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0768DAD4" w14:textId="77777777" w:rsidR="00CC6F01" w:rsidRPr="00B35229" w:rsidRDefault="004B4032" w:rsidP="00CC6F01">
    <w:pPr>
      <w:pStyle w:val="Footer"/>
      <w:rPr>
        <w:rFonts w:ascii="Calibri" w:hAnsi="Calibri" w:cs="Calibri"/>
        <w:color w:val="3B9CCD"/>
        <w:sz w:val="18"/>
        <w:szCs w:val="18"/>
      </w:rPr>
    </w:pPr>
    <w:r>
      <w:rPr>
        <w:rFonts w:ascii="Calibri" w:hAnsi="Calibri" w:cs="Calibri"/>
        <w:color w:val="3B9CCD"/>
        <w:sz w:val="18"/>
        <w:szCs w:val="18"/>
      </w:rPr>
      <w:t>Roosikrantsi 12</w:t>
    </w:r>
    <w:r w:rsidR="003F07CD">
      <w:rPr>
        <w:rFonts w:ascii="Calibri" w:hAnsi="Calibri" w:cs="Calibri"/>
        <w:color w:val="3B9CCD"/>
        <w:sz w:val="18"/>
        <w:szCs w:val="18"/>
      </w:rPr>
      <w:t>/1</w:t>
    </w:r>
    <w:r>
      <w:rPr>
        <w:rFonts w:ascii="Calibri" w:hAnsi="Calibri" w:cs="Calibri"/>
        <w:color w:val="3B9CCD"/>
        <w:sz w:val="18"/>
        <w:szCs w:val="18"/>
      </w:rPr>
      <w:tab/>
      <w:t xml:space="preserve"> </w:t>
    </w:r>
    <w:r w:rsidR="003F07CD">
      <w:rPr>
        <w:rFonts w:ascii="Calibri" w:hAnsi="Calibri" w:cs="Calibri"/>
        <w:color w:val="3B9CCD"/>
        <w:sz w:val="18"/>
        <w:szCs w:val="18"/>
      </w:rPr>
      <w:t xml:space="preserve">           </w:t>
    </w:r>
    <w:r>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5C9FB581" w14:textId="77777777" w:rsidR="00CC6F01" w:rsidRPr="00B35229" w:rsidRDefault="004B4032" w:rsidP="00CC6F01">
    <w:pPr>
      <w:pStyle w:val="Footer"/>
      <w:rPr>
        <w:rFonts w:ascii="Calibri" w:hAnsi="Calibri" w:cs="Calibri"/>
        <w:color w:val="3B9CCD"/>
        <w:sz w:val="18"/>
        <w:szCs w:val="18"/>
      </w:rPr>
    </w:pPr>
    <w:r>
      <w:rPr>
        <w:rFonts w:ascii="Calibri" w:hAnsi="Calibri" w:cs="Calibri"/>
        <w:color w:val="3B9CCD"/>
        <w:sz w:val="18"/>
        <w:szCs w:val="18"/>
      </w:rPr>
      <w:t>10119</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y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7603026E" w14:textId="77777777" w:rsidR="00CC6F01" w:rsidRPr="00CC6F01" w:rsidRDefault="002A3A29">
    <w:pPr>
      <w:pStyle w:val="Footer"/>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8DE50" w14:textId="77777777" w:rsidR="0003484F" w:rsidRDefault="0003484F" w:rsidP="00CC6F01">
      <w:pPr>
        <w:spacing w:after="0" w:line="240" w:lineRule="auto"/>
      </w:pPr>
      <w:r>
        <w:separator/>
      </w:r>
    </w:p>
  </w:footnote>
  <w:footnote w:type="continuationSeparator" w:id="0">
    <w:p w14:paraId="3E682FF3" w14:textId="77777777" w:rsidR="0003484F" w:rsidRDefault="0003484F" w:rsidP="00CC6F01">
      <w:pPr>
        <w:spacing w:after="0" w:line="240" w:lineRule="auto"/>
      </w:pPr>
      <w:r>
        <w:continuationSeparator/>
      </w:r>
    </w:p>
  </w:footnote>
  <w:footnote w:type="continuationNotice" w:id="1">
    <w:p w14:paraId="4966565C" w14:textId="77777777" w:rsidR="0003484F" w:rsidRDefault="000348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5998" w14:textId="77777777" w:rsidR="00CC6F01" w:rsidRDefault="00CC6F01">
    <w:pPr>
      <w:pStyle w:val="Header"/>
    </w:pPr>
  </w:p>
  <w:p w14:paraId="3FF3092A" w14:textId="77777777" w:rsidR="00CC6F01" w:rsidRDefault="00CC6F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C2CE9" w14:textId="77777777" w:rsidR="00CC6F01" w:rsidRDefault="00CC6F01">
    <w:pPr>
      <w:pStyle w:val="Header"/>
    </w:pPr>
    <w:r>
      <w:rPr>
        <w:noProof/>
        <w:lang w:eastAsia="et-EE"/>
      </w:rPr>
      <w:drawing>
        <wp:inline distT="0" distB="0" distL="0" distR="0" wp14:anchorId="2962DCE2" wp14:editId="50C09EC5">
          <wp:extent cx="5760720" cy="78676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01C11"/>
    <w:multiLevelType w:val="multilevel"/>
    <w:tmpl w:val="F3268F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4994009D"/>
    <w:multiLevelType w:val="hybridMultilevel"/>
    <w:tmpl w:val="A92C7A6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25E39A2"/>
    <w:multiLevelType w:val="hybridMultilevel"/>
    <w:tmpl w:val="D2301CC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551919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1059807">
    <w:abstractNumId w:val="1"/>
  </w:num>
  <w:num w:numId="3" w16cid:durableId="393939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6448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3E7"/>
    <w:rsid w:val="00000D8B"/>
    <w:rsid w:val="0000175F"/>
    <w:rsid w:val="00002313"/>
    <w:rsid w:val="000039AF"/>
    <w:rsid w:val="00004CF4"/>
    <w:rsid w:val="000053C3"/>
    <w:rsid w:val="000063AB"/>
    <w:rsid w:val="00007805"/>
    <w:rsid w:val="00007C6C"/>
    <w:rsid w:val="00010E42"/>
    <w:rsid w:val="00011D68"/>
    <w:rsid w:val="000127E7"/>
    <w:rsid w:val="00013C95"/>
    <w:rsid w:val="000148E1"/>
    <w:rsid w:val="00015042"/>
    <w:rsid w:val="000150BB"/>
    <w:rsid w:val="000159C3"/>
    <w:rsid w:val="000161CC"/>
    <w:rsid w:val="00016B0A"/>
    <w:rsid w:val="0001709B"/>
    <w:rsid w:val="0002101E"/>
    <w:rsid w:val="00022614"/>
    <w:rsid w:val="000229E4"/>
    <w:rsid w:val="00022F04"/>
    <w:rsid w:val="000233E1"/>
    <w:rsid w:val="00024028"/>
    <w:rsid w:val="0002547E"/>
    <w:rsid w:val="00026B30"/>
    <w:rsid w:val="00027B36"/>
    <w:rsid w:val="00031419"/>
    <w:rsid w:val="0003149B"/>
    <w:rsid w:val="00031A6F"/>
    <w:rsid w:val="000321A4"/>
    <w:rsid w:val="00034427"/>
    <w:rsid w:val="00034672"/>
    <w:rsid w:val="0003484F"/>
    <w:rsid w:val="00035067"/>
    <w:rsid w:val="00035452"/>
    <w:rsid w:val="00036809"/>
    <w:rsid w:val="000405D6"/>
    <w:rsid w:val="000430C3"/>
    <w:rsid w:val="00043322"/>
    <w:rsid w:val="00043E50"/>
    <w:rsid w:val="000442F9"/>
    <w:rsid w:val="00044921"/>
    <w:rsid w:val="00044D12"/>
    <w:rsid w:val="00044D8F"/>
    <w:rsid w:val="00045F3C"/>
    <w:rsid w:val="000512EF"/>
    <w:rsid w:val="000519D0"/>
    <w:rsid w:val="0005493E"/>
    <w:rsid w:val="00055F5B"/>
    <w:rsid w:val="00056906"/>
    <w:rsid w:val="00060BA0"/>
    <w:rsid w:val="0006100A"/>
    <w:rsid w:val="0006138E"/>
    <w:rsid w:val="000642E1"/>
    <w:rsid w:val="00064EA4"/>
    <w:rsid w:val="00066C80"/>
    <w:rsid w:val="00066CFF"/>
    <w:rsid w:val="00070EEA"/>
    <w:rsid w:val="00071FC5"/>
    <w:rsid w:val="00072058"/>
    <w:rsid w:val="00073F9A"/>
    <w:rsid w:val="0007493E"/>
    <w:rsid w:val="00074DFB"/>
    <w:rsid w:val="00075909"/>
    <w:rsid w:val="00076676"/>
    <w:rsid w:val="00076D59"/>
    <w:rsid w:val="000811D9"/>
    <w:rsid w:val="0008169B"/>
    <w:rsid w:val="000818B0"/>
    <w:rsid w:val="0008456D"/>
    <w:rsid w:val="000847AE"/>
    <w:rsid w:val="00085518"/>
    <w:rsid w:val="00086DA6"/>
    <w:rsid w:val="000877AC"/>
    <w:rsid w:val="00091744"/>
    <w:rsid w:val="00091BFA"/>
    <w:rsid w:val="00094F2A"/>
    <w:rsid w:val="00095F6E"/>
    <w:rsid w:val="00096503"/>
    <w:rsid w:val="000970BD"/>
    <w:rsid w:val="000A19D8"/>
    <w:rsid w:val="000A1D0E"/>
    <w:rsid w:val="000A2D47"/>
    <w:rsid w:val="000A3AA8"/>
    <w:rsid w:val="000A412C"/>
    <w:rsid w:val="000A6D29"/>
    <w:rsid w:val="000A7A13"/>
    <w:rsid w:val="000A7F64"/>
    <w:rsid w:val="000B343D"/>
    <w:rsid w:val="000B34B1"/>
    <w:rsid w:val="000B34D7"/>
    <w:rsid w:val="000B4025"/>
    <w:rsid w:val="000B4D35"/>
    <w:rsid w:val="000B5CC2"/>
    <w:rsid w:val="000B63F7"/>
    <w:rsid w:val="000B6607"/>
    <w:rsid w:val="000B6741"/>
    <w:rsid w:val="000C10D5"/>
    <w:rsid w:val="000C39FA"/>
    <w:rsid w:val="000C4624"/>
    <w:rsid w:val="000C6CDC"/>
    <w:rsid w:val="000D0AD4"/>
    <w:rsid w:val="000D148A"/>
    <w:rsid w:val="000D1531"/>
    <w:rsid w:val="000D1875"/>
    <w:rsid w:val="000D2638"/>
    <w:rsid w:val="000D303F"/>
    <w:rsid w:val="000D4B84"/>
    <w:rsid w:val="000E0E40"/>
    <w:rsid w:val="000E16EA"/>
    <w:rsid w:val="000E2DA0"/>
    <w:rsid w:val="000E34DA"/>
    <w:rsid w:val="000E3507"/>
    <w:rsid w:val="000E37B9"/>
    <w:rsid w:val="000E3996"/>
    <w:rsid w:val="000E5891"/>
    <w:rsid w:val="000E5BDE"/>
    <w:rsid w:val="000F050F"/>
    <w:rsid w:val="000F0AB7"/>
    <w:rsid w:val="000F1EE4"/>
    <w:rsid w:val="000F2D8A"/>
    <w:rsid w:val="000F3DDC"/>
    <w:rsid w:val="000F424F"/>
    <w:rsid w:val="000F5A8E"/>
    <w:rsid w:val="000F6D91"/>
    <w:rsid w:val="000F76AA"/>
    <w:rsid w:val="00100035"/>
    <w:rsid w:val="00100D68"/>
    <w:rsid w:val="00101C1F"/>
    <w:rsid w:val="00101C36"/>
    <w:rsid w:val="00102E4B"/>
    <w:rsid w:val="00103F96"/>
    <w:rsid w:val="00104F43"/>
    <w:rsid w:val="00106B3C"/>
    <w:rsid w:val="00107903"/>
    <w:rsid w:val="001105E7"/>
    <w:rsid w:val="00112337"/>
    <w:rsid w:val="00112628"/>
    <w:rsid w:val="00113328"/>
    <w:rsid w:val="00114D32"/>
    <w:rsid w:val="00115287"/>
    <w:rsid w:val="00115608"/>
    <w:rsid w:val="001167D5"/>
    <w:rsid w:val="00117397"/>
    <w:rsid w:val="00117431"/>
    <w:rsid w:val="00117CE5"/>
    <w:rsid w:val="00117E38"/>
    <w:rsid w:val="001206B1"/>
    <w:rsid w:val="001216CD"/>
    <w:rsid w:val="001217B8"/>
    <w:rsid w:val="00121D59"/>
    <w:rsid w:val="001232C8"/>
    <w:rsid w:val="00123FFA"/>
    <w:rsid w:val="00126151"/>
    <w:rsid w:val="001262EE"/>
    <w:rsid w:val="00127ECE"/>
    <w:rsid w:val="0013098A"/>
    <w:rsid w:val="00131FF9"/>
    <w:rsid w:val="001321A0"/>
    <w:rsid w:val="001347C1"/>
    <w:rsid w:val="00135E8B"/>
    <w:rsid w:val="00135FE1"/>
    <w:rsid w:val="001409BA"/>
    <w:rsid w:val="00142A4F"/>
    <w:rsid w:val="00143D32"/>
    <w:rsid w:val="00143D9C"/>
    <w:rsid w:val="0014429D"/>
    <w:rsid w:val="00144306"/>
    <w:rsid w:val="00147E81"/>
    <w:rsid w:val="00150884"/>
    <w:rsid w:val="001512C8"/>
    <w:rsid w:val="001521EC"/>
    <w:rsid w:val="0015288E"/>
    <w:rsid w:val="00153618"/>
    <w:rsid w:val="00153800"/>
    <w:rsid w:val="00154B70"/>
    <w:rsid w:val="00155B11"/>
    <w:rsid w:val="00155BBB"/>
    <w:rsid w:val="00156C3E"/>
    <w:rsid w:val="00156CE1"/>
    <w:rsid w:val="00157243"/>
    <w:rsid w:val="0015737F"/>
    <w:rsid w:val="00157426"/>
    <w:rsid w:val="00160071"/>
    <w:rsid w:val="0016009A"/>
    <w:rsid w:val="00160A7E"/>
    <w:rsid w:val="00161CFE"/>
    <w:rsid w:val="00164994"/>
    <w:rsid w:val="00164B60"/>
    <w:rsid w:val="001666AC"/>
    <w:rsid w:val="00170CB5"/>
    <w:rsid w:val="00170D3B"/>
    <w:rsid w:val="00170D8D"/>
    <w:rsid w:val="0017225C"/>
    <w:rsid w:val="00173C64"/>
    <w:rsid w:val="00175112"/>
    <w:rsid w:val="001753A1"/>
    <w:rsid w:val="001753BD"/>
    <w:rsid w:val="001764A8"/>
    <w:rsid w:val="00176BE1"/>
    <w:rsid w:val="00176EA7"/>
    <w:rsid w:val="00177485"/>
    <w:rsid w:val="001775E6"/>
    <w:rsid w:val="0017766A"/>
    <w:rsid w:val="001776CC"/>
    <w:rsid w:val="00180AA7"/>
    <w:rsid w:val="00181317"/>
    <w:rsid w:val="0018317C"/>
    <w:rsid w:val="00184DCA"/>
    <w:rsid w:val="00184F99"/>
    <w:rsid w:val="001878B2"/>
    <w:rsid w:val="00187EA1"/>
    <w:rsid w:val="001900F9"/>
    <w:rsid w:val="00190D9B"/>
    <w:rsid w:val="00192849"/>
    <w:rsid w:val="00192DA7"/>
    <w:rsid w:val="00194086"/>
    <w:rsid w:val="00194D54"/>
    <w:rsid w:val="00194DF0"/>
    <w:rsid w:val="00195213"/>
    <w:rsid w:val="0019659A"/>
    <w:rsid w:val="001972B1"/>
    <w:rsid w:val="00197AF2"/>
    <w:rsid w:val="001A014A"/>
    <w:rsid w:val="001A01DD"/>
    <w:rsid w:val="001A2FBF"/>
    <w:rsid w:val="001A3D42"/>
    <w:rsid w:val="001A40C4"/>
    <w:rsid w:val="001A5B61"/>
    <w:rsid w:val="001A70F5"/>
    <w:rsid w:val="001B01E8"/>
    <w:rsid w:val="001B1533"/>
    <w:rsid w:val="001B223B"/>
    <w:rsid w:val="001B3C57"/>
    <w:rsid w:val="001B3F65"/>
    <w:rsid w:val="001B5F92"/>
    <w:rsid w:val="001B6B90"/>
    <w:rsid w:val="001C16B4"/>
    <w:rsid w:val="001C1C04"/>
    <w:rsid w:val="001C2A28"/>
    <w:rsid w:val="001C3E10"/>
    <w:rsid w:val="001C4387"/>
    <w:rsid w:val="001C4613"/>
    <w:rsid w:val="001C4798"/>
    <w:rsid w:val="001C48FD"/>
    <w:rsid w:val="001C4916"/>
    <w:rsid w:val="001C54FE"/>
    <w:rsid w:val="001C5E02"/>
    <w:rsid w:val="001C5E11"/>
    <w:rsid w:val="001C7C26"/>
    <w:rsid w:val="001C7EDA"/>
    <w:rsid w:val="001D0885"/>
    <w:rsid w:val="001D40E5"/>
    <w:rsid w:val="001D5ECF"/>
    <w:rsid w:val="001D6BB3"/>
    <w:rsid w:val="001D7663"/>
    <w:rsid w:val="001D79B8"/>
    <w:rsid w:val="001E0E29"/>
    <w:rsid w:val="001E0FCC"/>
    <w:rsid w:val="001E33DF"/>
    <w:rsid w:val="001E37B1"/>
    <w:rsid w:val="001E3953"/>
    <w:rsid w:val="001E5904"/>
    <w:rsid w:val="001F164E"/>
    <w:rsid w:val="001F22BC"/>
    <w:rsid w:val="001F27B3"/>
    <w:rsid w:val="001F27C9"/>
    <w:rsid w:val="001F2CFC"/>
    <w:rsid w:val="001F35C0"/>
    <w:rsid w:val="001F56C0"/>
    <w:rsid w:val="001F5754"/>
    <w:rsid w:val="001F79EF"/>
    <w:rsid w:val="001F7B90"/>
    <w:rsid w:val="001F7E74"/>
    <w:rsid w:val="002000E0"/>
    <w:rsid w:val="00201224"/>
    <w:rsid w:val="00202FA0"/>
    <w:rsid w:val="002066C6"/>
    <w:rsid w:val="00206702"/>
    <w:rsid w:val="0020682A"/>
    <w:rsid w:val="0020719D"/>
    <w:rsid w:val="002071B5"/>
    <w:rsid w:val="00210054"/>
    <w:rsid w:val="002124AF"/>
    <w:rsid w:val="00213A24"/>
    <w:rsid w:val="00213AD1"/>
    <w:rsid w:val="00213AEA"/>
    <w:rsid w:val="00216108"/>
    <w:rsid w:val="00221437"/>
    <w:rsid w:val="002215DF"/>
    <w:rsid w:val="002216E9"/>
    <w:rsid w:val="002227CE"/>
    <w:rsid w:val="0022511A"/>
    <w:rsid w:val="00225F3F"/>
    <w:rsid w:val="0023141C"/>
    <w:rsid w:val="00231C9A"/>
    <w:rsid w:val="00232214"/>
    <w:rsid w:val="00232336"/>
    <w:rsid w:val="00232CBF"/>
    <w:rsid w:val="00233A6C"/>
    <w:rsid w:val="00234258"/>
    <w:rsid w:val="002355DA"/>
    <w:rsid w:val="00235831"/>
    <w:rsid w:val="002364DA"/>
    <w:rsid w:val="0024079B"/>
    <w:rsid w:val="00240860"/>
    <w:rsid w:val="00240BC5"/>
    <w:rsid w:val="00241063"/>
    <w:rsid w:val="00241CFE"/>
    <w:rsid w:val="0024260F"/>
    <w:rsid w:val="00243456"/>
    <w:rsid w:val="0024367D"/>
    <w:rsid w:val="002446AC"/>
    <w:rsid w:val="002447B0"/>
    <w:rsid w:val="002448A0"/>
    <w:rsid w:val="00244934"/>
    <w:rsid w:val="00246124"/>
    <w:rsid w:val="00246550"/>
    <w:rsid w:val="002466DF"/>
    <w:rsid w:val="00247AB4"/>
    <w:rsid w:val="00250899"/>
    <w:rsid w:val="00252171"/>
    <w:rsid w:val="00252FC1"/>
    <w:rsid w:val="00255A8F"/>
    <w:rsid w:val="002563AE"/>
    <w:rsid w:val="002567D8"/>
    <w:rsid w:val="002569B7"/>
    <w:rsid w:val="00256C0C"/>
    <w:rsid w:val="00256D18"/>
    <w:rsid w:val="00257541"/>
    <w:rsid w:val="00257F3D"/>
    <w:rsid w:val="002600B1"/>
    <w:rsid w:val="002602E6"/>
    <w:rsid w:val="00260F5F"/>
    <w:rsid w:val="002614A6"/>
    <w:rsid w:val="00261A6B"/>
    <w:rsid w:val="00262869"/>
    <w:rsid w:val="00263803"/>
    <w:rsid w:val="00266D72"/>
    <w:rsid w:val="002707FD"/>
    <w:rsid w:val="00270E90"/>
    <w:rsid w:val="002717FB"/>
    <w:rsid w:val="00274493"/>
    <w:rsid w:val="00274BAC"/>
    <w:rsid w:val="00275002"/>
    <w:rsid w:val="00275553"/>
    <w:rsid w:val="00277D2B"/>
    <w:rsid w:val="00280640"/>
    <w:rsid w:val="00280C5B"/>
    <w:rsid w:val="0028112C"/>
    <w:rsid w:val="00281C08"/>
    <w:rsid w:val="00281F1C"/>
    <w:rsid w:val="00282CF6"/>
    <w:rsid w:val="00286A98"/>
    <w:rsid w:val="00286BF0"/>
    <w:rsid w:val="00290734"/>
    <w:rsid w:val="00290E5D"/>
    <w:rsid w:val="00291779"/>
    <w:rsid w:val="00291D1A"/>
    <w:rsid w:val="00292A5F"/>
    <w:rsid w:val="00293213"/>
    <w:rsid w:val="002952A7"/>
    <w:rsid w:val="002959F9"/>
    <w:rsid w:val="00296ED8"/>
    <w:rsid w:val="00297A60"/>
    <w:rsid w:val="00297DB6"/>
    <w:rsid w:val="002A0A78"/>
    <w:rsid w:val="002A0E30"/>
    <w:rsid w:val="002A1664"/>
    <w:rsid w:val="002A1FB4"/>
    <w:rsid w:val="002A3A29"/>
    <w:rsid w:val="002A3A2B"/>
    <w:rsid w:val="002A3BB1"/>
    <w:rsid w:val="002A40DD"/>
    <w:rsid w:val="002A495C"/>
    <w:rsid w:val="002A5232"/>
    <w:rsid w:val="002B023B"/>
    <w:rsid w:val="002B0618"/>
    <w:rsid w:val="002B15B2"/>
    <w:rsid w:val="002B20BF"/>
    <w:rsid w:val="002B2F42"/>
    <w:rsid w:val="002B3123"/>
    <w:rsid w:val="002B31C7"/>
    <w:rsid w:val="002B32CE"/>
    <w:rsid w:val="002B566E"/>
    <w:rsid w:val="002B58E7"/>
    <w:rsid w:val="002B7AA8"/>
    <w:rsid w:val="002C0FDC"/>
    <w:rsid w:val="002C1D5F"/>
    <w:rsid w:val="002C2700"/>
    <w:rsid w:val="002C2BC8"/>
    <w:rsid w:val="002C2E89"/>
    <w:rsid w:val="002C4866"/>
    <w:rsid w:val="002C57C9"/>
    <w:rsid w:val="002C7D92"/>
    <w:rsid w:val="002D0D43"/>
    <w:rsid w:val="002D0D56"/>
    <w:rsid w:val="002D11AF"/>
    <w:rsid w:val="002D134E"/>
    <w:rsid w:val="002D25D0"/>
    <w:rsid w:val="002D33AD"/>
    <w:rsid w:val="002D354A"/>
    <w:rsid w:val="002D4594"/>
    <w:rsid w:val="002D4698"/>
    <w:rsid w:val="002D4A13"/>
    <w:rsid w:val="002E06DF"/>
    <w:rsid w:val="002E0E66"/>
    <w:rsid w:val="002E1E72"/>
    <w:rsid w:val="002E2B6F"/>
    <w:rsid w:val="002E3E23"/>
    <w:rsid w:val="002E4B85"/>
    <w:rsid w:val="002E4DB7"/>
    <w:rsid w:val="002E50B2"/>
    <w:rsid w:val="002E6878"/>
    <w:rsid w:val="002E71BE"/>
    <w:rsid w:val="002E7727"/>
    <w:rsid w:val="002F207C"/>
    <w:rsid w:val="002F2838"/>
    <w:rsid w:val="002F3100"/>
    <w:rsid w:val="002F4FB4"/>
    <w:rsid w:val="002F5154"/>
    <w:rsid w:val="002F5961"/>
    <w:rsid w:val="003003F4"/>
    <w:rsid w:val="00301A6F"/>
    <w:rsid w:val="00303513"/>
    <w:rsid w:val="00303CBB"/>
    <w:rsid w:val="00304B89"/>
    <w:rsid w:val="00311909"/>
    <w:rsid w:val="0031218B"/>
    <w:rsid w:val="00313CCB"/>
    <w:rsid w:val="00314E97"/>
    <w:rsid w:val="00314FF2"/>
    <w:rsid w:val="003153D0"/>
    <w:rsid w:val="00315B22"/>
    <w:rsid w:val="00316932"/>
    <w:rsid w:val="00322223"/>
    <w:rsid w:val="00323BB7"/>
    <w:rsid w:val="00323F80"/>
    <w:rsid w:val="0033027D"/>
    <w:rsid w:val="003304B2"/>
    <w:rsid w:val="003322CA"/>
    <w:rsid w:val="0033290C"/>
    <w:rsid w:val="0033356F"/>
    <w:rsid w:val="003337CE"/>
    <w:rsid w:val="00333B7B"/>
    <w:rsid w:val="00333DE5"/>
    <w:rsid w:val="00334D9E"/>
    <w:rsid w:val="00334F69"/>
    <w:rsid w:val="003350A5"/>
    <w:rsid w:val="003350CC"/>
    <w:rsid w:val="00340E3F"/>
    <w:rsid w:val="003424DF"/>
    <w:rsid w:val="0034454A"/>
    <w:rsid w:val="00346EB8"/>
    <w:rsid w:val="003500AE"/>
    <w:rsid w:val="00351BA5"/>
    <w:rsid w:val="003531FE"/>
    <w:rsid w:val="00353950"/>
    <w:rsid w:val="00355146"/>
    <w:rsid w:val="00361ABC"/>
    <w:rsid w:val="0037072E"/>
    <w:rsid w:val="003725C2"/>
    <w:rsid w:val="00372E84"/>
    <w:rsid w:val="00373116"/>
    <w:rsid w:val="0037344D"/>
    <w:rsid w:val="00374088"/>
    <w:rsid w:val="003764A8"/>
    <w:rsid w:val="00376626"/>
    <w:rsid w:val="003769E2"/>
    <w:rsid w:val="00376D6E"/>
    <w:rsid w:val="00377565"/>
    <w:rsid w:val="0038351C"/>
    <w:rsid w:val="00383C16"/>
    <w:rsid w:val="00385631"/>
    <w:rsid w:val="00391FD7"/>
    <w:rsid w:val="00392081"/>
    <w:rsid w:val="00395972"/>
    <w:rsid w:val="00396DCB"/>
    <w:rsid w:val="003A06CF"/>
    <w:rsid w:val="003A0817"/>
    <w:rsid w:val="003A1EFD"/>
    <w:rsid w:val="003A2B8E"/>
    <w:rsid w:val="003A2F2D"/>
    <w:rsid w:val="003A3817"/>
    <w:rsid w:val="003A3820"/>
    <w:rsid w:val="003A3E11"/>
    <w:rsid w:val="003A49FA"/>
    <w:rsid w:val="003A4C54"/>
    <w:rsid w:val="003A4E84"/>
    <w:rsid w:val="003A5BA7"/>
    <w:rsid w:val="003A5EDE"/>
    <w:rsid w:val="003B115C"/>
    <w:rsid w:val="003B70E3"/>
    <w:rsid w:val="003B751B"/>
    <w:rsid w:val="003C04F5"/>
    <w:rsid w:val="003C10F7"/>
    <w:rsid w:val="003C1A30"/>
    <w:rsid w:val="003C2554"/>
    <w:rsid w:val="003C2A53"/>
    <w:rsid w:val="003C34EB"/>
    <w:rsid w:val="003C5414"/>
    <w:rsid w:val="003C665E"/>
    <w:rsid w:val="003D0AA1"/>
    <w:rsid w:val="003D0FB3"/>
    <w:rsid w:val="003D43F3"/>
    <w:rsid w:val="003D58A6"/>
    <w:rsid w:val="003D60A5"/>
    <w:rsid w:val="003D7086"/>
    <w:rsid w:val="003D70FE"/>
    <w:rsid w:val="003E06E7"/>
    <w:rsid w:val="003E1DC6"/>
    <w:rsid w:val="003E2001"/>
    <w:rsid w:val="003E4133"/>
    <w:rsid w:val="003E4DF8"/>
    <w:rsid w:val="003E5434"/>
    <w:rsid w:val="003E58F3"/>
    <w:rsid w:val="003E6456"/>
    <w:rsid w:val="003E6561"/>
    <w:rsid w:val="003E6A0F"/>
    <w:rsid w:val="003E6FC4"/>
    <w:rsid w:val="003E7023"/>
    <w:rsid w:val="003F07CD"/>
    <w:rsid w:val="003F09C5"/>
    <w:rsid w:val="003F1EA4"/>
    <w:rsid w:val="003F2552"/>
    <w:rsid w:val="003F2EA4"/>
    <w:rsid w:val="003F3624"/>
    <w:rsid w:val="003F425F"/>
    <w:rsid w:val="003F5079"/>
    <w:rsid w:val="003F57B1"/>
    <w:rsid w:val="00401923"/>
    <w:rsid w:val="00403010"/>
    <w:rsid w:val="00404F5D"/>
    <w:rsid w:val="00410565"/>
    <w:rsid w:val="00411A14"/>
    <w:rsid w:val="004141BE"/>
    <w:rsid w:val="004154FC"/>
    <w:rsid w:val="00416493"/>
    <w:rsid w:val="004166F5"/>
    <w:rsid w:val="00416B33"/>
    <w:rsid w:val="004179EC"/>
    <w:rsid w:val="0042214D"/>
    <w:rsid w:val="00422353"/>
    <w:rsid w:val="00422BD1"/>
    <w:rsid w:val="00423307"/>
    <w:rsid w:val="004239C9"/>
    <w:rsid w:val="0042403A"/>
    <w:rsid w:val="00424796"/>
    <w:rsid w:val="00427A6C"/>
    <w:rsid w:val="004308EE"/>
    <w:rsid w:val="00432221"/>
    <w:rsid w:val="004325E5"/>
    <w:rsid w:val="00433031"/>
    <w:rsid w:val="0043309E"/>
    <w:rsid w:val="00433E6D"/>
    <w:rsid w:val="004345B8"/>
    <w:rsid w:val="00435694"/>
    <w:rsid w:val="00435AAC"/>
    <w:rsid w:val="00435BE1"/>
    <w:rsid w:val="004365E5"/>
    <w:rsid w:val="00436D91"/>
    <w:rsid w:val="004404D2"/>
    <w:rsid w:val="004419B5"/>
    <w:rsid w:val="00443879"/>
    <w:rsid w:val="00443F10"/>
    <w:rsid w:val="00444B4C"/>
    <w:rsid w:val="00444DCF"/>
    <w:rsid w:val="004450D2"/>
    <w:rsid w:val="00446AF8"/>
    <w:rsid w:val="00446F9A"/>
    <w:rsid w:val="0045206F"/>
    <w:rsid w:val="00452BDA"/>
    <w:rsid w:val="00453405"/>
    <w:rsid w:val="00455D6E"/>
    <w:rsid w:val="0045793C"/>
    <w:rsid w:val="00457E41"/>
    <w:rsid w:val="00460137"/>
    <w:rsid w:val="0046175B"/>
    <w:rsid w:val="0046185D"/>
    <w:rsid w:val="00464407"/>
    <w:rsid w:val="004651E9"/>
    <w:rsid w:val="00466D95"/>
    <w:rsid w:val="00466DCE"/>
    <w:rsid w:val="004703E7"/>
    <w:rsid w:val="00471609"/>
    <w:rsid w:val="00472517"/>
    <w:rsid w:val="004727F6"/>
    <w:rsid w:val="0047380F"/>
    <w:rsid w:val="004741D7"/>
    <w:rsid w:val="004761D8"/>
    <w:rsid w:val="00476A96"/>
    <w:rsid w:val="00476A97"/>
    <w:rsid w:val="00477D93"/>
    <w:rsid w:val="004809C2"/>
    <w:rsid w:val="00480E10"/>
    <w:rsid w:val="0048113E"/>
    <w:rsid w:val="00484CF7"/>
    <w:rsid w:val="00485E01"/>
    <w:rsid w:val="00486686"/>
    <w:rsid w:val="00486ACA"/>
    <w:rsid w:val="00487246"/>
    <w:rsid w:val="00487B9A"/>
    <w:rsid w:val="00490473"/>
    <w:rsid w:val="0049105F"/>
    <w:rsid w:val="00491235"/>
    <w:rsid w:val="00491E56"/>
    <w:rsid w:val="00491F23"/>
    <w:rsid w:val="004934F0"/>
    <w:rsid w:val="00495BEB"/>
    <w:rsid w:val="00495EF3"/>
    <w:rsid w:val="004964BA"/>
    <w:rsid w:val="00496AC3"/>
    <w:rsid w:val="00497F5D"/>
    <w:rsid w:val="004A0E59"/>
    <w:rsid w:val="004A46D0"/>
    <w:rsid w:val="004A6539"/>
    <w:rsid w:val="004A7C18"/>
    <w:rsid w:val="004B1055"/>
    <w:rsid w:val="004B191F"/>
    <w:rsid w:val="004B2C77"/>
    <w:rsid w:val="004B3FC9"/>
    <w:rsid w:val="004B4032"/>
    <w:rsid w:val="004B4792"/>
    <w:rsid w:val="004B6074"/>
    <w:rsid w:val="004C03E9"/>
    <w:rsid w:val="004C0C07"/>
    <w:rsid w:val="004C183D"/>
    <w:rsid w:val="004C23C0"/>
    <w:rsid w:val="004C3AB1"/>
    <w:rsid w:val="004C499D"/>
    <w:rsid w:val="004C5677"/>
    <w:rsid w:val="004C5E7D"/>
    <w:rsid w:val="004C6D23"/>
    <w:rsid w:val="004C7396"/>
    <w:rsid w:val="004C7730"/>
    <w:rsid w:val="004D008D"/>
    <w:rsid w:val="004D10C3"/>
    <w:rsid w:val="004D1E7C"/>
    <w:rsid w:val="004D2253"/>
    <w:rsid w:val="004D3175"/>
    <w:rsid w:val="004D3386"/>
    <w:rsid w:val="004D373E"/>
    <w:rsid w:val="004D46C9"/>
    <w:rsid w:val="004D5A0C"/>
    <w:rsid w:val="004D7420"/>
    <w:rsid w:val="004E0320"/>
    <w:rsid w:val="004E0ADE"/>
    <w:rsid w:val="004E18CB"/>
    <w:rsid w:val="004E2765"/>
    <w:rsid w:val="004E38A6"/>
    <w:rsid w:val="004E38C2"/>
    <w:rsid w:val="004E4DF3"/>
    <w:rsid w:val="004E525C"/>
    <w:rsid w:val="004E5626"/>
    <w:rsid w:val="004E65DD"/>
    <w:rsid w:val="004E6F43"/>
    <w:rsid w:val="004E7CF9"/>
    <w:rsid w:val="004E7DAD"/>
    <w:rsid w:val="004E7E01"/>
    <w:rsid w:val="004F1554"/>
    <w:rsid w:val="004F1837"/>
    <w:rsid w:val="004F3743"/>
    <w:rsid w:val="004F4408"/>
    <w:rsid w:val="004F500F"/>
    <w:rsid w:val="004F6E8F"/>
    <w:rsid w:val="00500FD6"/>
    <w:rsid w:val="00501001"/>
    <w:rsid w:val="00501215"/>
    <w:rsid w:val="005021AE"/>
    <w:rsid w:val="005025F4"/>
    <w:rsid w:val="0050279B"/>
    <w:rsid w:val="00503287"/>
    <w:rsid w:val="0050431B"/>
    <w:rsid w:val="005060C2"/>
    <w:rsid w:val="00510498"/>
    <w:rsid w:val="00514177"/>
    <w:rsid w:val="00514979"/>
    <w:rsid w:val="00514C21"/>
    <w:rsid w:val="00515897"/>
    <w:rsid w:val="005204BA"/>
    <w:rsid w:val="00520860"/>
    <w:rsid w:val="00522139"/>
    <w:rsid w:val="00523134"/>
    <w:rsid w:val="00523C94"/>
    <w:rsid w:val="0052548D"/>
    <w:rsid w:val="00525911"/>
    <w:rsid w:val="00526E82"/>
    <w:rsid w:val="00527608"/>
    <w:rsid w:val="00534329"/>
    <w:rsid w:val="00534706"/>
    <w:rsid w:val="00535A99"/>
    <w:rsid w:val="0054057F"/>
    <w:rsid w:val="005414AE"/>
    <w:rsid w:val="00544125"/>
    <w:rsid w:val="00545A96"/>
    <w:rsid w:val="0054682E"/>
    <w:rsid w:val="00546A90"/>
    <w:rsid w:val="00547351"/>
    <w:rsid w:val="00547D52"/>
    <w:rsid w:val="0055022B"/>
    <w:rsid w:val="0055070B"/>
    <w:rsid w:val="00550FC6"/>
    <w:rsid w:val="00551433"/>
    <w:rsid w:val="005514D1"/>
    <w:rsid w:val="005519D3"/>
    <w:rsid w:val="00551F87"/>
    <w:rsid w:val="0055417D"/>
    <w:rsid w:val="005543CC"/>
    <w:rsid w:val="00554EBA"/>
    <w:rsid w:val="00555568"/>
    <w:rsid w:val="005558A3"/>
    <w:rsid w:val="00556305"/>
    <w:rsid w:val="00557562"/>
    <w:rsid w:val="00560974"/>
    <w:rsid w:val="00560F1C"/>
    <w:rsid w:val="00560FF0"/>
    <w:rsid w:val="0056103A"/>
    <w:rsid w:val="005624FE"/>
    <w:rsid w:val="00562876"/>
    <w:rsid w:val="0056352D"/>
    <w:rsid w:val="00563A5B"/>
    <w:rsid w:val="005640F9"/>
    <w:rsid w:val="005647D7"/>
    <w:rsid w:val="00564C5E"/>
    <w:rsid w:val="005665F8"/>
    <w:rsid w:val="0056715A"/>
    <w:rsid w:val="0056760A"/>
    <w:rsid w:val="0056786D"/>
    <w:rsid w:val="00567B06"/>
    <w:rsid w:val="00572B99"/>
    <w:rsid w:val="00572E0E"/>
    <w:rsid w:val="0057372C"/>
    <w:rsid w:val="005737B3"/>
    <w:rsid w:val="00573E1B"/>
    <w:rsid w:val="0057441A"/>
    <w:rsid w:val="0057479A"/>
    <w:rsid w:val="005765E0"/>
    <w:rsid w:val="00577733"/>
    <w:rsid w:val="00577937"/>
    <w:rsid w:val="00577CFD"/>
    <w:rsid w:val="005807D3"/>
    <w:rsid w:val="00581FCE"/>
    <w:rsid w:val="00583D2C"/>
    <w:rsid w:val="00583E1E"/>
    <w:rsid w:val="0058485F"/>
    <w:rsid w:val="00584B3D"/>
    <w:rsid w:val="00584D2E"/>
    <w:rsid w:val="00585DC6"/>
    <w:rsid w:val="005865AB"/>
    <w:rsid w:val="00590148"/>
    <w:rsid w:val="0059252A"/>
    <w:rsid w:val="0059448F"/>
    <w:rsid w:val="00594F6E"/>
    <w:rsid w:val="00596CD2"/>
    <w:rsid w:val="005A0429"/>
    <w:rsid w:val="005A0FA1"/>
    <w:rsid w:val="005A1809"/>
    <w:rsid w:val="005A1CAB"/>
    <w:rsid w:val="005A29BE"/>
    <w:rsid w:val="005A3674"/>
    <w:rsid w:val="005A38CC"/>
    <w:rsid w:val="005A43C7"/>
    <w:rsid w:val="005A714C"/>
    <w:rsid w:val="005B0166"/>
    <w:rsid w:val="005B0CF6"/>
    <w:rsid w:val="005B2FB4"/>
    <w:rsid w:val="005B2FCE"/>
    <w:rsid w:val="005B5222"/>
    <w:rsid w:val="005B65FC"/>
    <w:rsid w:val="005B693F"/>
    <w:rsid w:val="005B7237"/>
    <w:rsid w:val="005B7C33"/>
    <w:rsid w:val="005B7EC8"/>
    <w:rsid w:val="005C0BFB"/>
    <w:rsid w:val="005C14F4"/>
    <w:rsid w:val="005C1799"/>
    <w:rsid w:val="005C184F"/>
    <w:rsid w:val="005C42F1"/>
    <w:rsid w:val="005C44DB"/>
    <w:rsid w:val="005C453A"/>
    <w:rsid w:val="005C548C"/>
    <w:rsid w:val="005C5931"/>
    <w:rsid w:val="005C7A00"/>
    <w:rsid w:val="005C7D0F"/>
    <w:rsid w:val="005D04AF"/>
    <w:rsid w:val="005D118A"/>
    <w:rsid w:val="005D3504"/>
    <w:rsid w:val="005D37B5"/>
    <w:rsid w:val="005E01FF"/>
    <w:rsid w:val="005E191E"/>
    <w:rsid w:val="005E1C7F"/>
    <w:rsid w:val="005E5850"/>
    <w:rsid w:val="005E6798"/>
    <w:rsid w:val="005E6E2D"/>
    <w:rsid w:val="005E7978"/>
    <w:rsid w:val="005F1935"/>
    <w:rsid w:val="005F1E61"/>
    <w:rsid w:val="005F2E97"/>
    <w:rsid w:val="005F3271"/>
    <w:rsid w:val="005F4F58"/>
    <w:rsid w:val="005F6391"/>
    <w:rsid w:val="005F6BD9"/>
    <w:rsid w:val="005F73EE"/>
    <w:rsid w:val="005F7497"/>
    <w:rsid w:val="00601907"/>
    <w:rsid w:val="006034DA"/>
    <w:rsid w:val="00605035"/>
    <w:rsid w:val="00606259"/>
    <w:rsid w:val="006072E9"/>
    <w:rsid w:val="0060756C"/>
    <w:rsid w:val="0061226F"/>
    <w:rsid w:val="00612852"/>
    <w:rsid w:val="00613AC2"/>
    <w:rsid w:val="00613E48"/>
    <w:rsid w:val="00614479"/>
    <w:rsid w:val="00614DE2"/>
    <w:rsid w:val="00616368"/>
    <w:rsid w:val="006170A0"/>
    <w:rsid w:val="00622768"/>
    <w:rsid w:val="00622FD8"/>
    <w:rsid w:val="00625158"/>
    <w:rsid w:val="00625B9E"/>
    <w:rsid w:val="00625D40"/>
    <w:rsid w:val="00626567"/>
    <w:rsid w:val="00626DDA"/>
    <w:rsid w:val="00626F00"/>
    <w:rsid w:val="0062767D"/>
    <w:rsid w:val="00627DB0"/>
    <w:rsid w:val="00630194"/>
    <w:rsid w:val="00630FD2"/>
    <w:rsid w:val="00631BA5"/>
    <w:rsid w:val="006338AF"/>
    <w:rsid w:val="006338C3"/>
    <w:rsid w:val="00633EBD"/>
    <w:rsid w:val="00634056"/>
    <w:rsid w:val="0063460F"/>
    <w:rsid w:val="00635110"/>
    <w:rsid w:val="00636999"/>
    <w:rsid w:val="00637221"/>
    <w:rsid w:val="00637669"/>
    <w:rsid w:val="00640266"/>
    <w:rsid w:val="0064106E"/>
    <w:rsid w:val="006435DF"/>
    <w:rsid w:val="00643BA1"/>
    <w:rsid w:val="00643FAC"/>
    <w:rsid w:val="00643FEF"/>
    <w:rsid w:val="00644D8C"/>
    <w:rsid w:val="006476F2"/>
    <w:rsid w:val="00651FED"/>
    <w:rsid w:val="00657333"/>
    <w:rsid w:val="00657573"/>
    <w:rsid w:val="00660102"/>
    <w:rsid w:val="006603A4"/>
    <w:rsid w:val="00660ABD"/>
    <w:rsid w:val="0066502B"/>
    <w:rsid w:val="00665549"/>
    <w:rsid w:val="00671131"/>
    <w:rsid w:val="006725F7"/>
    <w:rsid w:val="00672BAE"/>
    <w:rsid w:val="00674BDD"/>
    <w:rsid w:val="00674DB7"/>
    <w:rsid w:val="00675D14"/>
    <w:rsid w:val="00676FBD"/>
    <w:rsid w:val="00677370"/>
    <w:rsid w:val="0067741B"/>
    <w:rsid w:val="00677D73"/>
    <w:rsid w:val="006800B5"/>
    <w:rsid w:val="006819A6"/>
    <w:rsid w:val="00682216"/>
    <w:rsid w:val="00682764"/>
    <w:rsid w:val="006837F6"/>
    <w:rsid w:val="00684DDD"/>
    <w:rsid w:val="006860A8"/>
    <w:rsid w:val="00686E5E"/>
    <w:rsid w:val="006903AA"/>
    <w:rsid w:val="006909C9"/>
    <w:rsid w:val="006930A3"/>
    <w:rsid w:val="00693E4F"/>
    <w:rsid w:val="00695E01"/>
    <w:rsid w:val="00696165"/>
    <w:rsid w:val="006A031C"/>
    <w:rsid w:val="006A08DD"/>
    <w:rsid w:val="006A1B31"/>
    <w:rsid w:val="006A1CA1"/>
    <w:rsid w:val="006A2781"/>
    <w:rsid w:val="006A372D"/>
    <w:rsid w:val="006A4569"/>
    <w:rsid w:val="006A4958"/>
    <w:rsid w:val="006A4E14"/>
    <w:rsid w:val="006A5864"/>
    <w:rsid w:val="006A5C4B"/>
    <w:rsid w:val="006A61D4"/>
    <w:rsid w:val="006B0B8E"/>
    <w:rsid w:val="006B0E1D"/>
    <w:rsid w:val="006B210E"/>
    <w:rsid w:val="006B422F"/>
    <w:rsid w:val="006B4E6C"/>
    <w:rsid w:val="006B5246"/>
    <w:rsid w:val="006B75C2"/>
    <w:rsid w:val="006C0715"/>
    <w:rsid w:val="006C1665"/>
    <w:rsid w:val="006C20B2"/>
    <w:rsid w:val="006C4045"/>
    <w:rsid w:val="006C4737"/>
    <w:rsid w:val="006C581F"/>
    <w:rsid w:val="006C62CE"/>
    <w:rsid w:val="006C6DF4"/>
    <w:rsid w:val="006C717C"/>
    <w:rsid w:val="006C7813"/>
    <w:rsid w:val="006D2C42"/>
    <w:rsid w:val="006D2C46"/>
    <w:rsid w:val="006D2E23"/>
    <w:rsid w:val="006D396D"/>
    <w:rsid w:val="006D3B22"/>
    <w:rsid w:val="006D3C22"/>
    <w:rsid w:val="006E0FCF"/>
    <w:rsid w:val="006E0FFD"/>
    <w:rsid w:val="006E2598"/>
    <w:rsid w:val="006E3E6C"/>
    <w:rsid w:val="006E3F7B"/>
    <w:rsid w:val="006E4005"/>
    <w:rsid w:val="006E571D"/>
    <w:rsid w:val="006E68E6"/>
    <w:rsid w:val="006F30D0"/>
    <w:rsid w:val="006F31E5"/>
    <w:rsid w:val="006F3ACA"/>
    <w:rsid w:val="006F4035"/>
    <w:rsid w:val="006F5804"/>
    <w:rsid w:val="00700211"/>
    <w:rsid w:val="00701074"/>
    <w:rsid w:val="00701782"/>
    <w:rsid w:val="00701C9A"/>
    <w:rsid w:val="007036B9"/>
    <w:rsid w:val="007039F7"/>
    <w:rsid w:val="00704319"/>
    <w:rsid w:val="0070464C"/>
    <w:rsid w:val="00704EC4"/>
    <w:rsid w:val="0070657D"/>
    <w:rsid w:val="00706ED8"/>
    <w:rsid w:val="0070736F"/>
    <w:rsid w:val="00707CB8"/>
    <w:rsid w:val="007100B2"/>
    <w:rsid w:val="00710475"/>
    <w:rsid w:val="0071097C"/>
    <w:rsid w:val="00712267"/>
    <w:rsid w:val="0071252E"/>
    <w:rsid w:val="00712E29"/>
    <w:rsid w:val="00713E7A"/>
    <w:rsid w:val="007142C0"/>
    <w:rsid w:val="00714460"/>
    <w:rsid w:val="0071454D"/>
    <w:rsid w:val="0071538C"/>
    <w:rsid w:val="00717ECA"/>
    <w:rsid w:val="00721014"/>
    <w:rsid w:val="0072155B"/>
    <w:rsid w:val="00721C1A"/>
    <w:rsid w:val="0072262B"/>
    <w:rsid w:val="00723D72"/>
    <w:rsid w:val="0072443A"/>
    <w:rsid w:val="00724F02"/>
    <w:rsid w:val="007261EF"/>
    <w:rsid w:val="00730302"/>
    <w:rsid w:val="00730900"/>
    <w:rsid w:val="00731398"/>
    <w:rsid w:val="00734C24"/>
    <w:rsid w:val="007355FB"/>
    <w:rsid w:val="00736540"/>
    <w:rsid w:val="00736971"/>
    <w:rsid w:val="007370A5"/>
    <w:rsid w:val="00737277"/>
    <w:rsid w:val="007372C0"/>
    <w:rsid w:val="00741E34"/>
    <w:rsid w:val="00743127"/>
    <w:rsid w:val="007503E1"/>
    <w:rsid w:val="0075096C"/>
    <w:rsid w:val="00752CE4"/>
    <w:rsid w:val="00753509"/>
    <w:rsid w:val="00755FBB"/>
    <w:rsid w:val="007605DA"/>
    <w:rsid w:val="007616B3"/>
    <w:rsid w:val="00761D29"/>
    <w:rsid w:val="00761EBE"/>
    <w:rsid w:val="00762094"/>
    <w:rsid w:val="00763C47"/>
    <w:rsid w:val="00763CF9"/>
    <w:rsid w:val="00763DE4"/>
    <w:rsid w:val="00765E84"/>
    <w:rsid w:val="00767603"/>
    <w:rsid w:val="00770A25"/>
    <w:rsid w:val="00772B8B"/>
    <w:rsid w:val="0077355C"/>
    <w:rsid w:val="00775C50"/>
    <w:rsid w:val="00776E55"/>
    <w:rsid w:val="007777CF"/>
    <w:rsid w:val="007807BA"/>
    <w:rsid w:val="00782797"/>
    <w:rsid w:val="00783619"/>
    <w:rsid w:val="0078396E"/>
    <w:rsid w:val="00784CF3"/>
    <w:rsid w:val="00784EA3"/>
    <w:rsid w:val="0078532B"/>
    <w:rsid w:val="00786928"/>
    <w:rsid w:val="00790EC8"/>
    <w:rsid w:val="007921F1"/>
    <w:rsid w:val="00792339"/>
    <w:rsid w:val="00792C84"/>
    <w:rsid w:val="00792EF3"/>
    <w:rsid w:val="0079316D"/>
    <w:rsid w:val="007A044E"/>
    <w:rsid w:val="007A32FC"/>
    <w:rsid w:val="007A44DF"/>
    <w:rsid w:val="007A462B"/>
    <w:rsid w:val="007A5E6F"/>
    <w:rsid w:val="007A72B8"/>
    <w:rsid w:val="007B0C3C"/>
    <w:rsid w:val="007B32E3"/>
    <w:rsid w:val="007B3592"/>
    <w:rsid w:val="007B361F"/>
    <w:rsid w:val="007B448B"/>
    <w:rsid w:val="007B609B"/>
    <w:rsid w:val="007B6A2B"/>
    <w:rsid w:val="007B7EA1"/>
    <w:rsid w:val="007C028C"/>
    <w:rsid w:val="007C02A2"/>
    <w:rsid w:val="007C02C5"/>
    <w:rsid w:val="007C09D8"/>
    <w:rsid w:val="007C1F6B"/>
    <w:rsid w:val="007C28D6"/>
    <w:rsid w:val="007C2E22"/>
    <w:rsid w:val="007C2FCD"/>
    <w:rsid w:val="007C307D"/>
    <w:rsid w:val="007C38D4"/>
    <w:rsid w:val="007C4B5B"/>
    <w:rsid w:val="007C595A"/>
    <w:rsid w:val="007C62E7"/>
    <w:rsid w:val="007C6A06"/>
    <w:rsid w:val="007C73AD"/>
    <w:rsid w:val="007C7B4F"/>
    <w:rsid w:val="007C7C76"/>
    <w:rsid w:val="007D0012"/>
    <w:rsid w:val="007D0097"/>
    <w:rsid w:val="007D012A"/>
    <w:rsid w:val="007D0D77"/>
    <w:rsid w:val="007D1435"/>
    <w:rsid w:val="007D2D4E"/>
    <w:rsid w:val="007D2E04"/>
    <w:rsid w:val="007D3908"/>
    <w:rsid w:val="007D3CD6"/>
    <w:rsid w:val="007D4CCF"/>
    <w:rsid w:val="007D5AFD"/>
    <w:rsid w:val="007D64E1"/>
    <w:rsid w:val="007D754B"/>
    <w:rsid w:val="007D7B8E"/>
    <w:rsid w:val="007E11D7"/>
    <w:rsid w:val="007E1E8C"/>
    <w:rsid w:val="007E2528"/>
    <w:rsid w:val="007E3B6A"/>
    <w:rsid w:val="007E3B80"/>
    <w:rsid w:val="007E4E10"/>
    <w:rsid w:val="007E554C"/>
    <w:rsid w:val="007E71CF"/>
    <w:rsid w:val="007E77D5"/>
    <w:rsid w:val="007F0024"/>
    <w:rsid w:val="007F1C41"/>
    <w:rsid w:val="007F4271"/>
    <w:rsid w:val="007F4F64"/>
    <w:rsid w:val="007F51AD"/>
    <w:rsid w:val="007F6F7A"/>
    <w:rsid w:val="007F722C"/>
    <w:rsid w:val="008012A4"/>
    <w:rsid w:val="00802909"/>
    <w:rsid w:val="00803556"/>
    <w:rsid w:val="00806B05"/>
    <w:rsid w:val="00807C18"/>
    <w:rsid w:val="00810FC5"/>
    <w:rsid w:val="00812E54"/>
    <w:rsid w:val="00813CA2"/>
    <w:rsid w:val="0081514D"/>
    <w:rsid w:val="00815516"/>
    <w:rsid w:val="00815A3C"/>
    <w:rsid w:val="00820259"/>
    <w:rsid w:val="0082036E"/>
    <w:rsid w:val="008204F6"/>
    <w:rsid w:val="00822752"/>
    <w:rsid w:val="00822EFD"/>
    <w:rsid w:val="00825788"/>
    <w:rsid w:val="00825F35"/>
    <w:rsid w:val="0082725D"/>
    <w:rsid w:val="008307F2"/>
    <w:rsid w:val="008371C0"/>
    <w:rsid w:val="00840445"/>
    <w:rsid w:val="00841149"/>
    <w:rsid w:val="008426B6"/>
    <w:rsid w:val="0084278B"/>
    <w:rsid w:val="00843213"/>
    <w:rsid w:val="00843557"/>
    <w:rsid w:val="00843CCB"/>
    <w:rsid w:val="00844036"/>
    <w:rsid w:val="00847183"/>
    <w:rsid w:val="00847992"/>
    <w:rsid w:val="00847A64"/>
    <w:rsid w:val="00851F40"/>
    <w:rsid w:val="00853E08"/>
    <w:rsid w:val="008540BC"/>
    <w:rsid w:val="00854E76"/>
    <w:rsid w:val="00855519"/>
    <w:rsid w:val="008560CA"/>
    <w:rsid w:val="0085717D"/>
    <w:rsid w:val="008571C1"/>
    <w:rsid w:val="008604EE"/>
    <w:rsid w:val="00860AB6"/>
    <w:rsid w:val="00861D99"/>
    <w:rsid w:val="0086279F"/>
    <w:rsid w:val="008639B9"/>
    <w:rsid w:val="00864A62"/>
    <w:rsid w:val="0086603E"/>
    <w:rsid w:val="00866FDC"/>
    <w:rsid w:val="008721EF"/>
    <w:rsid w:val="008722AF"/>
    <w:rsid w:val="00873342"/>
    <w:rsid w:val="008735E9"/>
    <w:rsid w:val="00874EE4"/>
    <w:rsid w:val="008758FB"/>
    <w:rsid w:val="008803DD"/>
    <w:rsid w:val="008804A1"/>
    <w:rsid w:val="00883873"/>
    <w:rsid w:val="0088447E"/>
    <w:rsid w:val="00884C55"/>
    <w:rsid w:val="00885980"/>
    <w:rsid w:val="0089046F"/>
    <w:rsid w:val="00891424"/>
    <w:rsid w:val="00891E0F"/>
    <w:rsid w:val="008933F3"/>
    <w:rsid w:val="0089609B"/>
    <w:rsid w:val="00896130"/>
    <w:rsid w:val="00897295"/>
    <w:rsid w:val="008A0A18"/>
    <w:rsid w:val="008A26E2"/>
    <w:rsid w:val="008A26E9"/>
    <w:rsid w:val="008A3970"/>
    <w:rsid w:val="008A39D6"/>
    <w:rsid w:val="008A4416"/>
    <w:rsid w:val="008A45BB"/>
    <w:rsid w:val="008A46AF"/>
    <w:rsid w:val="008A4BA7"/>
    <w:rsid w:val="008A7AE2"/>
    <w:rsid w:val="008A7B60"/>
    <w:rsid w:val="008A7DFA"/>
    <w:rsid w:val="008B079C"/>
    <w:rsid w:val="008B1C6A"/>
    <w:rsid w:val="008B3D09"/>
    <w:rsid w:val="008B3EB4"/>
    <w:rsid w:val="008B5B48"/>
    <w:rsid w:val="008C0751"/>
    <w:rsid w:val="008C1D79"/>
    <w:rsid w:val="008C2AB0"/>
    <w:rsid w:val="008C3A2C"/>
    <w:rsid w:val="008C4F3D"/>
    <w:rsid w:val="008C5A77"/>
    <w:rsid w:val="008C7878"/>
    <w:rsid w:val="008D006B"/>
    <w:rsid w:val="008D0E19"/>
    <w:rsid w:val="008D4B96"/>
    <w:rsid w:val="008D560D"/>
    <w:rsid w:val="008D59FC"/>
    <w:rsid w:val="008D62C2"/>
    <w:rsid w:val="008E1DCE"/>
    <w:rsid w:val="008E63BD"/>
    <w:rsid w:val="008E7384"/>
    <w:rsid w:val="008F0C54"/>
    <w:rsid w:val="008F12F8"/>
    <w:rsid w:val="008F1507"/>
    <w:rsid w:val="008F1B6C"/>
    <w:rsid w:val="008F24EE"/>
    <w:rsid w:val="008F3FB7"/>
    <w:rsid w:val="008F5F97"/>
    <w:rsid w:val="009031A5"/>
    <w:rsid w:val="0090387A"/>
    <w:rsid w:val="00904FA1"/>
    <w:rsid w:val="00905140"/>
    <w:rsid w:val="009053AB"/>
    <w:rsid w:val="0091552B"/>
    <w:rsid w:val="00915EFC"/>
    <w:rsid w:val="00916F4D"/>
    <w:rsid w:val="0091702E"/>
    <w:rsid w:val="00920A3D"/>
    <w:rsid w:val="00921793"/>
    <w:rsid w:val="00922FE2"/>
    <w:rsid w:val="00923A5F"/>
    <w:rsid w:val="00924C85"/>
    <w:rsid w:val="009272C4"/>
    <w:rsid w:val="00927E85"/>
    <w:rsid w:val="0093169B"/>
    <w:rsid w:val="009320FA"/>
    <w:rsid w:val="009327D6"/>
    <w:rsid w:val="00932B11"/>
    <w:rsid w:val="00933AE8"/>
    <w:rsid w:val="00934C2F"/>
    <w:rsid w:val="00937503"/>
    <w:rsid w:val="00937AE2"/>
    <w:rsid w:val="00940765"/>
    <w:rsid w:val="00942CA4"/>
    <w:rsid w:val="00945257"/>
    <w:rsid w:val="009457BE"/>
    <w:rsid w:val="00947425"/>
    <w:rsid w:val="00947AC2"/>
    <w:rsid w:val="00950821"/>
    <w:rsid w:val="009508AB"/>
    <w:rsid w:val="00950E66"/>
    <w:rsid w:val="0095137B"/>
    <w:rsid w:val="0095142A"/>
    <w:rsid w:val="00951EB6"/>
    <w:rsid w:val="00952F45"/>
    <w:rsid w:val="0095421B"/>
    <w:rsid w:val="009544E3"/>
    <w:rsid w:val="009556B3"/>
    <w:rsid w:val="009561A4"/>
    <w:rsid w:val="00957490"/>
    <w:rsid w:val="00957FED"/>
    <w:rsid w:val="009608CC"/>
    <w:rsid w:val="00960960"/>
    <w:rsid w:val="009622A7"/>
    <w:rsid w:val="009632A0"/>
    <w:rsid w:val="009646A4"/>
    <w:rsid w:val="00966287"/>
    <w:rsid w:val="009709BB"/>
    <w:rsid w:val="00973B2B"/>
    <w:rsid w:val="00974155"/>
    <w:rsid w:val="009764B1"/>
    <w:rsid w:val="00976862"/>
    <w:rsid w:val="00976B32"/>
    <w:rsid w:val="00976C02"/>
    <w:rsid w:val="0097747C"/>
    <w:rsid w:val="00977F48"/>
    <w:rsid w:val="00981FCA"/>
    <w:rsid w:val="00985BBA"/>
    <w:rsid w:val="00985F82"/>
    <w:rsid w:val="009866B8"/>
    <w:rsid w:val="009870CA"/>
    <w:rsid w:val="0098746F"/>
    <w:rsid w:val="00991D02"/>
    <w:rsid w:val="0099399A"/>
    <w:rsid w:val="00994220"/>
    <w:rsid w:val="0099429E"/>
    <w:rsid w:val="00997582"/>
    <w:rsid w:val="00997AA8"/>
    <w:rsid w:val="00997F29"/>
    <w:rsid w:val="009A0586"/>
    <w:rsid w:val="009A1688"/>
    <w:rsid w:val="009A3653"/>
    <w:rsid w:val="009A434F"/>
    <w:rsid w:val="009A4C02"/>
    <w:rsid w:val="009A545B"/>
    <w:rsid w:val="009B18BD"/>
    <w:rsid w:val="009B1E54"/>
    <w:rsid w:val="009B24E2"/>
    <w:rsid w:val="009B277F"/>
    <w:rsid w:val="009B4065"/>
    <w:rsid w:val="009B4C8E"/>
    <w:rsid w:val="009B4E48"/>
    <w:rsid w:val="009B780E"/>
    <w:rsid w:val="009C00C4"/>
    <w:rsid w:val="009C1CA6"/>
    <w:rsid w:val="009C2039"/>
    <w:rsid w:val="009C2BB7"/>
    <w:rsid w:val="009C2F1A"/>
    <w:rsid w:val="009C3329"/>
    <w:rsid w:val="009C33AC"/>
    <w:rsid w:val="009C33FD"/>
    <w:rsid w:val="009C54B9"/>
    <w:rsid w:val="009C7277"/>
    <w:rsid w:val="009C7787"/>
    <w:rsid w:val="009C7F8F"/>
    <w:rsid w:val="009C7FB4"/>
    <w:rsid w:val="009D09BC"/>
    <w:rsid w:val="009D19F8"/>
    <w:rsid w:val="009D226C"/>
    <w:rsid w:val="009D291E"/>
    <w:rsid w:val="009D31F5"/>
    <w:rsid w:val="009D6628"/>
    <w:rsid w:val="009D6B17"/>
    <w:rsid w:val="009E1129"/>
    <w:rsid w:val="009E1F80"/>
    <w:rsid w:val="009E2AE1"/>
    <w:rsid w:val="009E42F9"/>
    <w:rsid w:val="009E4854"/>
    <w:rsid w:val="009E498B"/>
    <w:rsid w:val="009E5B14"/>
    <w:rsid w:val="009E6C61"/>
    <w:rsid w:val="009F53D4"/>
    <w:rsid w:val="009F5F2B"/>
    <w:rsid w:val="009F6549"/>
    <w:rsid w:val="009F66E6"/>
    <w:rsid w:val="009F77B9"/>
    <w:rsid w:val="00A008FA"/>
    <w:rsid w:val="00A01D0C"/>
    <w:rsid w:val="00A01E22"/>
    <w:rsid w:val="00A02026"/>
    <w:rsid w:val="00A02057"/>
    <w:rsid w:val="00A021A7"/>
    <w:rsid w:val="00A02A54"/>
    <w:rsid w:val="00A035E9"/>
    <w:rsid w:val="00A03CBF"/>
    <w:rsid w:val="00A04447"/>
    <w:rsid w:val="00A0611D"/>
    <w:rsid w:val="00A06E82"/>
    <w:rsid w:val="00A070AE"/>
    <w:rsid w:val="00A071AA"/>
    <w:rsid w:val="00A07B3B"/>
    <w:rsid w:val="00A07C31"/>
    <w:rsid w:val="00A10FB9"/>
    <w:rsid w:val="00A12C5E"/>
    <w:rsid w:val="00A12EA8"/>
    <w:rsid w:val="00A141FA"/>
    <w:rsid w:val="00A14386"/>
    <w:rsid w:val="00A15590"/>
    <w:rsid w:val="00A15E1F"/>
    <w:rsid w:val="00A163FE"/>
    <w:rsid w:val="00A16D85"/>
    <w:rsid w:val="00A239F5"/>
    <w:rsid w:val="00A25517"/>
    <w:rsid w:val="00A25E60"/>
    <w:rsid w:val="00A3273E"/>
    <w:rsid w:val="00A34C54"/>
    <w:rsid w:val="00A37C18"/>
    <w:rsid w:val="00A40241"/>
    <w:rsid w:val="00A404E4"/>
    <w:rsid w:val="00A42736"/>
    <w:rsid w:val="00A42FB2"/>
    <w:rsid w:val="00A43D01"/>
    <w:rsid w:val="00A444CE"/>
    <w:rsid w:val="00A46706"/>
    <w:rsid w:val="00A46C68"/>
    <w:rsid w:val="00A46D43"/>
    <w:rsid w:val="00A47D9D"/>
    <w:rsid w:val="00A5005B"/>
    <w:rsid w:val="00A50436"/>
    <w:rsid w:val="00A50999"/>
    <w:rsid w:val="00A533F8"/>
    <w:rsid w:val="00A60402"/>
    <w:rsid w:val="00A60626"/>
    <w:rsid w:val="00A60F27"/>
    <w:rsid w:val="00A61293"/>
    <w:rsid w:val="00A615D6"/>
    <w:rsid w:val="00A647B1"/>
    <w:rsid w:val="00A657D0"/>
    <w:rsid w:val="00A66149"/>
    <w:rsid w:val="00A66B60"/>
    <w:rsid w:val="00A7105A"/>
    <w:rsid w:val="00A713F1"/>
    <w:rsid w:val="00A72DB9"/>
    <w:rsid w:val="00A7346E"/>
    <w:rsid w:val="00A73BA4"/>
    <w:rsid w:val="00A742DB"/>
    <w:rsid w:val="00A74A15"/>
    <w:rsid w:val="00A751FE"/>
    <w:rsid w:val="00A763EB"/>
    <w:rsid w:val="00A81053"/>
    <w:rsid w:val="00A81C6C"/>
    <w:rsid w:val="00A847DA"/>
    <w:rsid w:val="00A8633B"/>
    <w:rsid w:val="00A867B9"/>
    <w:rsid w:val="00A86DA3"/>
    <w:rsid w:val="00A90400"/>
    <w:rsid w:val="00A90435"/>
    <w:rsid w:val="00A91BE8"/>
    <w:rsid w:val="00A929A1"/>
    <w:rsid w:val="00A92D97"/>
    <w:rsid w:val="00A93FA6"/>
    <w:rsid w:val="00A95A76"/>
    <w:rsid w:val="00A9640F"/>
    <w:rsid w:val="00A966C7"/>
    <w:rsid w:val="00A96C6D"/>
    <w:rsid w:val="00A97384"/>
    <w:rsid w:val="00A97EE7"/>
    <w:rsid w:val="00AA1949"/>
    <w:rsid w:val="00AA3EA9"/>
    <w:rsid w:val="00AA4354"/>
    <w:rsid w:val="00AA4599"/>
    <w:rsid w:val="00AA4AAC"/>
    <w:rsid w:val="00AA5731"/>
    <w:rsid w:val="00AA69D0"/>
    <w:rsid w:val="00AA7636"/>
    <w:rsid w:val="00AA7826"/>
    <w:rsid w:val="00AB175D"/>
    <w:rsid w:val="00AB22F6"/>
    <w:rsid w:val="00AB246E"/>
    <w:rsid w:val="00AB28D4"/>
    <w:rsid w:val="00AB2F60"/>
    <w:rsid w:val="00AB33AE"/>
    <w:rsid w:val="00AB379E"/>
    <w:rsid w:val="00AB41D3"/>
    <w:rsid w:val="00AB4709"/>
    <w:rsid w:val="00AB5F44"/>
    <w:rsid w:val="00AB6E28"/>
    <w:rsid w:val="00AB6F84"/>
    <w:rsid w:val="00AC04D7"/>
    <w:rsid w:val="00AC0B8E"/>
    <w:rsid w:val="00AC3395"/>
    <w:rsid w:val="00AC3F4A"/>
    <w:rsid w:val="00AC548A"/>
    <w:rsid w:val="00AC5CD9"/>
    <w:rsid w:val="00AC7C8F"/>
    <w:rsid w:val="00AD0BBE"/>
    <w:rsid w:val="00AD131C"/>
    <w:rsid w:val="00AD1B31"/>
    <w:rsid w:val="00AD1D83"/>
    <w:rsid w:val="00AD26C5"/>
    <w:rsid w:val="00AD2E9F"/>
    <w:rsid w:val="00AD38C4"/>
    <w:rsid w:val="00AD4465"/>
    <w:rsid w:val="00AD7109"/>
    <w:rsid w:val="00AD768B"/>
    <w:rsid w:val="00AE3BC3"/>
    <w:rsid w:val="00AE424A"/>
    <w:rsid w:val="00AE4318"/>
    <w:rsid w:val="00AE4622"/>
    <w:rsid w:val="00AF14AE"/>
    <w:rsid w:val="00AF1FC7"/>
    <w:rsid w:val="00AF2A3F"/>
    <w:rsid w:val="00AF36D8"/>
    <w:rsid w:val="00AF377C"/>
    <w:rsid w:val="00AF5CFB"/>
    <w:rsid w:val="00AF6641"/>
    <w:rsid w:val="00AF6941"/>
    <w:rsid w:val="00AF6B97"/>
    <w:rsid w:val="00B02C3D"/>
    <w:rsid w:val="00B0519B"/>
    <w:rsid w:val="00B054F0"/>
    <w:rsid w:val="00B0617C"/>
    <w:rsid w:val="00B06958"/>
    <w:rsid w:val="00B06C2A"/>
    <w:rsid w:val="00B104E0"/>
    <w:rsid w:val="00B122D0"/>
    <w:rsid w:val="00B124A0"/>
    <w:rsid w:val="00B209C2"/>
    <w:rsid w:val="00B22625"/>
    <w:rsid w:val="00B23823"/>
    <w:rsid w:val="00B24475"/>
    <w:rsid w:val="00B24786"/>
    <w:rsid w:val="00B256F8"/>
    <w:rsid w:val="00B258BC"/>
    <w:rsid w:val="00B25DF3"/>
    <w:rsid w:val="00B266B2"/>
    <w:rsid w:val="00B268B8"/>
    <w:rsid w:val="00B30CBE"/>
    <w:rsid w:val="00B313C6"/>
    <w:rsid w:val="00B31B10"/>
    <w:rsid w:val="00B32A28"/>
    <w:rsid w:val="00B3322C"/>
    <w:rsid w:val="00B33963"/>
    <w:rsid w:val="00B33BDC"/>
    <w:rsid w:val="00B34485"/>
    <w:rsid w:val="00B348DE"/>
    <w:rsid w:val="00B34A55"/>
    <w:rsid w:val="00B352E8"/>
    <w:rsid w:val="00B35A96"/>
    <w:rsid w:val="00B37927"/>
    <w:rsid w:val="00B409E9"/>
    <w:rsid w:val="00B40C4B"/>
    <w:rsid w:val="00B4227E"/>
    <w:rsid w:val="00B42AD4"/>
    <w:rsid w:val="00B44E9F"/>
    <w:rsid w:val="00B47D11"/>
    <w:rsid w:val="00B5077D"/>
    <w:rsid w:val="00B507F2"/>
    <w:rsid w:val="00B52091"/>
    <w:rsid w:val="00B56244"/>
    <w:rsid w:val="00B56376"/>
    <w:rsid w:val="00B56406"/>
    <w:rsid w:val="00B5773E"/>
    <w:rsid w:val="00B60795"/>
    <w:rsid w:val="00B6195A"/>
    <w:rsid w:val="00B6220B"/>
    <w:rsid w:val="00B622A5"/>
    <w:rsid w:val="00B6464E"/>
    <w:rsid w:val="00B65443"/>
    <w:rsid w:val="00B662C5"/>
    <w:rsid w:val="00B70CFF"/>
    <w:rsid w:val="00B7208D"/>
    <w:rsid w:val="00B72C23"/>
    <w:rsid w:val="00B751F0"/>
    <w:rsid w:val="00B75DFA"/>
    <w:rsid w:val="00B760B8"/>
    <w:rsid w:val="00B76410"/>
    <w:rsid w:val="00B76862"/>
    <w:rsid w:val="00B8201A"/>
    <w:rsid w:val="00B83009"/>
    <w:rsid w:val="00B84FDB"/>
    <w:rsid w:val="00B85972"/>
    <w:rsid w:val="00B863D8"/>
    <w:rsid w:val="00B876F3"/>
    <w:rsid w:val="00B901ED"/>
    <w:rsid w:val="00B91077"/>
    <w:rsid w:val="00B94E6B"/>
    <w:rsid w:val="00B97553"/>
    <w:rsid w:val="00B97877"/>
    <w:rsid w:val="00BA073E"/>
    <w:rsid w:val="00BA100F"/>
    <w:rsid w:val="00BA226B"/>
    <w:rsid w:val="00BA3FB5"/>
    <w:rsid w:val="00BA5371"/>
    <w:rsid w:val="00BA5C42"/>
    <w:rsid w:val="00BA663F"/>
    <w:rsid w:val="00BA6907"/>
    <w:rsid w:val="00BA6C89"/>
    <w:rsid w:val="00BA72A3"/>
    <w:rsid w:val="00BB1079"/>
    <w:rsid w:val="00BB30BB"/>
    <w:rsid w:val="00BB618C"/>
    <w:rsid w:val="00BB6F37"/>
    <w:rsid w:val="00BB786C"/>
    <w:rsid w:val="00BB7EC2"/>
    <w:rsid w:val="00BC033B"/>
    <w:rsid w:val="00BC0670"/>
    <w:rsid w:val="00BC49D4"/>
    <w:rsid w:val="00BC4CE3"/>
    <w:rsid w:val="00BC6C31"/>
    <w:rsid w:val="00BD00DE"/>
    <w:rsid w:val="00BD1E23"/>
    <w:rsid w:val="00BD3782"/>
    <w:rsid w:val="00BD54AE"/>
    <w:rsid w:val="00BD5E80"/>
    <w:rsid w:val="00BD6CC4"/>
    <w:rsid w:val="00BD7B95"/>
    <w:rsid w:val="00BE0107"/>
    <w:rsid w:val="00BE0277"/>
    <w:rsid w:val="00BE107C"/>
    <w:rsid w:val="00BE2304"/>
    <w:rsid w:val="00BE2EBB"/>
    <w:rsid w:val="00BE33CD"/>
    <w:rsid w:val="00BE4D10"/>
    <w:rsid w:val="00BE4EAE"/>
    <w:rsid w:val="00BE5008"/>
    <w:rsid w:val="00BE58A9"/>
    <w:rsid w:val="00BE5DFF"/>
    <w:rsid w:val="00BE69ED"/>
    <w:rsid w:val="00BF09AF"/>
    <w:rsid w:val="00BF0C70"/>
    <w:rsid w:val="00BF120A"/>
    <w:rsid w:val="00BF24F6"/>
    <w:rsid w:val="00BF283C"/>
    <w:rsid w:val="00BF2BDD"/>
    <w:rsid w:val="00BF4385"/>
    <w:rsid w:val="00BF52C4"/>
    <w:rsid w:val="00BF701B"/>
    <w:rsid w:val="00BF7317"/>
    <w:rsid w:val="00BF73EC"/>
    <w:rsid w:val="00BF78ED"/>
    <w:rsid w:val="00C008CA"/>
    <w:rsid w:val="00C00920"/>
    <w:rsid w:val="00C00EEC"/>
    <w:rsid w:val="00C015AE"/>
    <w:rsid w:val="00C0251B"/>
    <w:rsid w:val="00C03506"/>
    <w:rsid w:val="00C03549"/>
    <w:rsid w:val="00C07F16"/>
    <w:rsid w:val="00C07FEF"/>
    <w:rsid w:val="00C127CE"/>
    <w:rsid w:val="00C141D5"/>
    <w:rsid w:val="00C14343"/>
    <w:rsid w:val="00C15092"/>
    <w:rsid w:val="00C153C0"/>
    <w:rsid w:val="00C169C9"/>
    <w:rsid w:val="00C1730D"/>
    <w:rsid w:val="00C17D81"/>
    <w:rsid w:val="00C20506"/>
    <w:rsid w:val="00C20C90"/>
    <w:rsid w:val="00C22567"/>
    <w:rsid w:val="00C233A9"/>
    <w:rsid w:val="00C23FE5"/>
    <w:rsid w:val="00C25080"/>
    <w:rsid w:val="00C25591"/>
    <w:rsid w:val="00C25AAA"/>
    <w:rsid w:val="00C25BC3"/>
    <w:rsid w:val="00C26AA7"/>
    <w:rsid w:val="00C3013E"/>
    <w:rsid w:val="00C30394"/>
    <w:rsid w:val="00C31D5E"/>
    <w:rsid w:val="00C32852"/>
    <w:rsid w:val="00C32987"/>
    <w:rsid w:val="00C338AB"/>
    <w:rsid w:val="00C34F65"/>
    <w:rsid w:val="00C35D93"/>
    <w:rsid w:val="00C3638A"/>
    <w:rsid w:val="00C363A6"/>
    <w:rsid w:val="00C4070A"/>
    <w:rsid w:val="00C409F6"/>
    <w:rsid w:val="00C44034"/>
    <w:rsid w:val="00C44EC4"/>
    <w:rsid w:val="00C46549"/>
    <w:rsid w:val="00C50440"/>
    <w:rsid w:val="00C5081C"/>
    <w:rsid w:val="00C50CF7"/>
    <w:rsid w:val="00C517F6"/>
    <w:rsid w:val="00C5377C"/>
    <w:rsid w:val="00C5381A"/>
    <w:rsid w:val="00C53A79"/>
    <w:rsid w:val="00C53C9F"/>
    <w:rsid w:val="00C563CB"/>
    <w:rsid w:val="00C56DF3"/>
    <w:rsid w:val="00C6071A"/>
    <w:rsid w:val="00C60F4E"/>
    <w:rsid w:val="00C6154F"/>
    <w:rsid w:val="00C6614B"/>
    <w:rsid w:val="00C6699B"/>
    <w:rsid w:val="00C67D2B"/>
    <w:rsid w:val="00C704AC"/>
    <w:rsid w:val="00C704CB"/>
    <w:rsid w:val="00C71B03"/>
    <w:rsid w:val="00C72EBF"/>
    <w:rsid w:val="00C7442A"/>
    <w:rsid w:val="00C74EA9"/>
    <w:rsid w:val="00C75C00"/>
    <w:rsid w:val="00C77FF1"/>
    <w:rsid w:val="00C80364"/>
    <w:rsid w:val="00C80457"/>
    <w:rsid w:val="00C8109F"/>
    <w:rsid w:val="00C83604"/>
    <w:rsid w:val="00C83EAD"/>
    <w:rsid w:val="00C845D6"/>
    <w:rsid w:val="00C848FC"/>
    <w:rsid w:val="00C857F0"/>
    <w:rsid w:val="00C862B4"/>
    <w:rsid w:val="00C87854"/>
    <w:rsid w:val="00C87EC4"/>
    <w:rsid w:val="00C91744"/>
    <w:rsid w:val="00C91B31"/>
    <w:rsid w:val="00C933A5"/>
    <w:rsid w:val="00C9580E"/>
    <w:rsid w:val="00C968D0"/>
    <w:rsid w:val="00C96DC7"/>
    <w:rsid w:val="00C9707D"/>
    <w:rsid w:val="00CA181A"/>
    <w:rsid w:val="00CA1CF0"/>
    <w:rsid w:val="00CA3661"/>
    <w:rsid w:val="00CA3AFB"/>
    <w:rsid w:val="00CA3CD2"/>
    <w:rsid w:val="00CA5129"/>
    <w:rsid w:val="00CB114C"/>
    <w:rsid w:val="00CB1A90"/>
    <w:rsid w:val="00CB21C5"/>
    <w:rsid w:val="00CB2E39"/>
    <w:rsid w:val="00CB3BDA"/>
    <w:rsid w:val="00CB45B9"/>
    <w:rsid w:val="00CB7E98"/>
    <w:rsid w:val="00CC2872"/>
    <w:rsid w:val="00CC3863"/>
    <w:rsid w:val="00CC38BE"/>
    <w:rsid w:val="00CC3DA5"/>
    <w:rsid w:val="00CC6B93"/>
    <w:rsid w:val="00CC6BA0"/>
    <w:rsid w:val="00CC6E26"/>
    <w:rsid w:val="00CC6F01"/>
    <w:rsid w:val="00CC7757"/>
    <w:rsid w:val="00CC7FAA"/>
    <w:rsid w:val="00CD02AC"/>
    <w:rsid w:val="00CD0486"/>
    <w:rsid w:val="00CD2ED7"/>
    <w:rsid w:val="00CD341A"/>
    <w:rsid w:val="00CD39A7"/>
    <w:rsid w:val="00CD3B09"/>
    <w:rsid w:val="00CD3FA7"/>
    <w:rsid w:val="00CD460C"/>
    <w:rsid w:val="00CD4C3C"/>
    <w:rsid w:val="00CD5B9B"/>
    <w:rsid w:val="00CD71E8"/>
    <w:rsid w:val="00CD7F43"/>
    <w:rsid w:val="00CE370D"/>
    <w:rsid w:val="00CE6C7B"/>
    <w:rsid w:val="00CE79C2"/>
    <w:rsid w:val="00CF07B4"/>
    <w:rsid w:val="00CF0A79"/>
    <w:rsid w:val="00CF2772"/>
    <w:rsid w:val="00CF28BA"/>
    <w:rsid w:val="00CF3D7B"/>
    <w:rsid w:val="00CF639A"/>
    <w:rsid w:val="00D0072D"/>
    <w:rsid w:val="00D007F5"/>
    <w:rsid w:val="00D01027"/>
    <w:rsid w:val="00D035CB"/>
    <w:rsid w:val="00D035D5"/>
    <w:rsid w:val="00D04482"/>
    <w:rsid w:val="00D04690"/>
    <w:rsid w:val="00D04E08"/>
    <w:rsid w:val="00D05DBC"/>
    <w:rsid w:val="00D06166"/>
    <w:rsid w:val="00D068C7"/>
    <w:rsid w:val="00D101BB"/>
    <w:rsid w:val="00D10BF6"/>
    <w:rsid w:val="00D12D4F"/>
    <w:rsid w:val="00D132DE"/>
    <w:rsid w:val="00D13AA9"/>
    <w:rsid w:val="00D141E2"/>
    <w:rsid w:val="00D143EC"/>
    <w:rsid w:val="00D1488B"/>
    <w:rsid w:val="00D159CC"/>
    <w:rsid w:val="00D16735"/>
    <w:rsid w:val="00D2119B"/>
    <w:rsid w:val="00D23562"/>
    <w:rsid w:val="00D24287"/>
    <w:rsid w:val="00D24DCD"/>
    <w:rsid w:val="00D25183"/>
    <w:rsid w:val="00D2536E"/>
    <w:rsid w:val="00D264FA"/>
    <w:rsid w:val="00D26A39"/>
    <w:rsid w:val="00D27A77"/>
    <w:rsid w:val="00D403A5"/>
    <w:rsid w:val="00D415E9"/>
    <w:rsid w:val="00D41C57"/>
    <w:rsid w:val="00D430EA"/>
    <w:rsid w:val="00D43197"/>
    <w:rsid w:val="00D43563"/>
    <w:rsid w:val="00D444B9"/>
    <w:rsid w:val="00D4575C"/>
    <w:rsid w:val="00D513C2"/>
    <w:rsid w:val="00D530EB"/>
    <w:rsid w:val="00D53260"/>
    <w:rsid w:val="00D5331B"/>
    <w:rsid w:val="00D53DE1"/>
    <w:rsid w:val="00D54D88"/>
    <w:rsid w:val="00D550FB"/>
    <w:rsid w:val="00D5798F"/>
    <w:rsid w:val="00D57D3D"/>
    <w:rsid w:val="00D57DD8"/>
    <w:rsid w:val="00D60E5C"/>
    <w:rsid w:val="00D6378D"/>
    <w:rsid w:val="00D6390E"/>
    <w:rsid w:val="00D64259"/>
    <w:rsid w:val="00D64C09"/>
    <w:rsid w:val="00D656E0"/>
    <w:rsid w:val="00D65867"/>
    <w:rsid w:val="00D66783"/>
    <w:rsid w:val="00D66F9F"/>
    <w:rsid w:val="00D67769"/>
    <w:rsid w:val="00D67AB9"/>
    <w:rsid w:val="00D67B6C"/>
    <w:rsid w:val="00D703A1"/>
    <w:rsid w:val="00D70A17"/>
    <w:rsid w:val="00D70DDB"/>
    <w:rsid w:val="00D73763"/>
    <w:rsid w:val="00D74513"/>
    <w:rsid w:val="00D74A30"/>
    <w:rsid w:val="00D74CC1"/>
    <w:rsid w:val="00D75815"/>
    <w:rsid w:val="00D7643A"/>
    <w:rsid w:val="00D772F6"/>
    <w:rsid w:val="00D77311"/>
    <w:rsid w:val="00D80434"/>
    <w:rsid w:val="00D8169E"/>
    <w:rsid w:val="00D829A3"/>
    <w:rsid w:val="00D859AB"/>
    <w:rsid w:val="00D85F4F"/>
    <w:rsid w:val="00D869F8"/>
    <w:rsid w:val="00D87686"/>
    <w:rsid w:val="00D878B7"/>
    <w:rsid w:val="00D92817"/>
    <w:rsid w:val="00D95B0A"/>
    <w:rsid w:val="00D97839"/>
    <w:rsid w:val="00DA0589"/>
    <w:rsid w:val="00DA3B82"/>
    <w:rsid w:val="00DA5E08"/>
    <w:rsid w:val="00DA63B2"/>
    <w:rsid w:val="00DA665F"/>
    <w:rsid w:val="00DA6CEE"/>
    <w:rsid w:val="00DA7A16"/>
    <w:rsid w:val="00DB0CFE"/>
    <w:rsid w:val="00DB0F27"/>
    <w:rsid w:val="00DB0F93"/>
    <w:rsid w:val="00DB1913"/>
    <w:rsid w:val="00DB3B4A"/>
    <w:rsid w:val="00DB4E1A"/>
    <w:rsid w:val="00DB4FBA"/>
    <w:rsid w:val="00DB4FE6"/>
    <w:rsid w:val="00DB5F99"/>
    <w:rsid w:val="00DB7F72"/>
    <w:rsid w:val="00DC2268"/>
    <w:rsid w:val="00DC2784"/>
    <w:rsid w:val="00DC2CD4"/>
    <w:rsid w:val="00DC400C"/>
    <w:rsid w:val="00DC61C7"/>
    <w:rsid w:val="00DD0D10"/>
    <w:rsid w:val="00DD13DC"/>
    <w:rsid w:val="00DD294A"/>
    <w:rsid w:val="00DD3D67"/>
    <w:rsid w:val="00DD67E4"/>
    <w:rsid w:val="00DD77D1"/>
    <w:rsid w:val="00DD79A6"/>
    <w:rsid w:val="00DD7A45"/>
    <w:rsid w:val="00DE1424"/>
    <w:rsid w:val="00DE1CCB"/>
    <w:rsid w:val="00DE1DBF"/>
    <w:rsid w:val="00DE2006"/>
    <w:rsid w:val="00DF04B9"/>
    <w:rsid w:val="00DF0832"/>
    <w:rsid w:val="00DF0BBB"/>
    <w:rsid w:val="00DF3452"/>
    <w:rsid w:val="00DF3657"/>
    <w:rsid w:val="00DF373A"/>
    <w:rsid w:val="00DF657F"/>
    <w:rsid w:val="00DF75B4"/>
    <w:rsid w:val="00DF7F14"/>
    <w:rsid w:val="00E012E1"/>
    <w:rsid w:val="00E020A7"/>
    <w:rsid w:val="00E022E6"/>
    <w:rsid w:val="00E023F8"/>
    <w:rsid w:val="00E03D39"/>
    <w:rsid w:val="00E04C1B"/>
    <w:rsid w:val="00E0533B"/>
    <w:rsid w:val="00E054FA"/>
    <w:rsid w:val="00E070F9"/>
    <w:rsid w:val="00E077BA"/>
    <w:rsid w:val="00E07AE1"/>
    <w:rsid w:val="00E07BA8"/>
    <w:rsid w:val="00E07EB0"/>
    <w:rsid w:val="00E07EDA"/>
    <w:rsid w:val="00E11AE9"/>
    <w:rsid w:val="00E13527"/>
    <w:rsid w:val="00E15B3D"/>
    <w:rsid w:val="00E16F20"/>
    <w:rsid w:val="00E17FA6"/>
    <w:rsid w:val="00E206D3"/>
    <w:rsid w:val="00E20B7F"/>
    <w:rsid w:val="00E22326"/>
    <w:rsid w:val="00E25EB4"/>
    <w:rsid w:val="00E310AC"/>
    <w:rsid w:val="00E313C0"/>
    <w:rsid w:val="00E31C88"/>
    <w:rsid w:val="00E31DBA"/>
    <w:rsid w:val="00E3421D"/>
    <w:rsid w:val="00E3747C"/>
    <w:rsid w:val="00E4059E"/>
    <w:rsid w:val="00E40A43"/>
    <w:rsid w:val="00E40E15"/>
    <w:rsid w:val="00E41801"/>
    <w:rsid w:val="00E41C83"/>
    <w:rsid w:val="00E41DA4"/>
    <w:rsid w:val="00E4210E"/>
    <w:rsid w:val="00E447DA"/>
    <w:rsid w:val="00E44836"/>
    <w:rsid w:val="00E449E6"/>
    <w:rsid w:val="00E458BF"/>
    <w:rsid w:val="00E4758A"/>
    <w:rsid w:val="00E47BB6"/>
    <w:rsid w:val="00E47D99"/>
    <w:rsid w:val="00E52FB3"/>
    <w:rsid w:val="00E532BC"/>
    <w:rsid w:val="00E547CF"/>
    <w:rsid w:val="00E571CB"/>
    <w:rsid w:val="00E57B28"/>
    <w:rsid w:val="00E57C23"/>
    <w:rsid w:val="00E60A11"/>
    <w:rsid w:val="00E61043"/>
    <w:rsid w:val="00E62937"/>
    <w:rsid w:val="00E640B2"/>
    <w:rsid w:val="00E65551"/>
    <w:rsid w:val="00E65780"/>
    <w:rsid w:val="00E65FEF"/>
    <w:rsid w:val="00E70F6F"/>
    <w:rsid w:val="00E722E6"/>
    <w:rsid w:val="00E72A60"/>
    <w:rsid w:val="00E73DF3"/>
    <w:rsid w:val="00E746C2"/>
    <w:rsid w:val="00E762FA"/>
    <w:rsid w:val="00E76A33"/>
    <w:rsid w:val="00E76E43"/>
    <w:rsid w:val="00E779E5"/>
    <w:rsid w:val="00E77B9C"/>
    <w:rsid w:val="00E8076B"/>
    <w:rsid w:val="00E81C9B"/>
    <w:rsid w:val="00E82D31"/>
    <w:rsid w:val="00E842CB"/>
    <w:rsid w:val="00E850D6"/>
    <w:rsid w:val="00E85F84"/>
    <w:rsid w:val="00E874E0"/>
    <w:rsid w:val="00E877E8"/>
    <w:rsid w:val="00E90FD2"/>
    <w:rsid w:val="00E91A5C"/>
    <w:rsid w:val="00E9413A"/>
    <w:rsid w:val="00E95269"/>
    <w:rsid w:val="00E96F28"/>
    <w:rsid w:val="00EA0904"/>
    <w:rsid w:val="00EA0D7F"/>
    <w:rsid w:val="00EA0F9F"/>
    <w:rsid w:val="00EA113A"/>
    <w:rsid w:val="00EA2621"/>
    <w:rsid w:val="00EA2CC3"/>
    <w:rsid w:val="00EA3BEB"/>
    <w:rsid w:val="00EA66B8"/>
    <w:rsid w:val="00EA684A"/>
    <w:rsid w:val="00EB2CAB"/>
    <w:rsid w:val="00EB2D32"/>
    <w:rsid w:val="00EB448C"/>
    <w:rsid w:val="00EB5535"/>
    <w:rsid w:val="00EB572A"/>
    <w:rsid w:val="00EB59F3"/>
    <w:rsid w:val="00EB6163"/>
    <w:rsid w:val="00EB712D"/>
    <w:rsid w:val="00EB73A8"/>
    <w:rsid w:val="00EB769D"/>
    <w:rsid w:val="00EB7C0A"/>
    <w:rsid w:val="00EC1C30"/>
    <w:rsid w:val="00EC25F7"/>
    <w:rsid w:val="00EC2A5C"/>
    <w:rsid w:val="00EC340D"/>
    <w:rsid w:val="00EC45B9"/>
    <w:rsid w:val="00EC4A2D"/>
    <w:rsid w:val="00EC4D24"/>
    <w:rsid w:val="00EC4FC0"/>
    <w:rsid w:val="00EC5640"/>
    <w:rsid w:val="00EC5858"/>
    <w:rsid w:val="00EC64DC"/>
    <w:rsid w:val="00EC7033"/>
    <w:rsid w:val="00EC750B"/>
    <w:rsid w:val="00ED047B"/>
    <w:rsid w:val="00ED05EA"/>
    <w:rsid w:val="00ED0FAA"/>
    <w:rsid w:val="00ED1E9E"/>
    <w:rsid w:val="00ED22BB"/>
    <w:rsid w:val="00ED3A96"/>
    <w:rsid w:val="00ED3F61"/>
    <w:rsid w:val="00ED579C"/>
    <w:rsid w:val="00ED57BB"/>
    <w:rsid w:val="00ED5AB6"/>
    <w:rsid w:val="00ED77F1"/>
    <w:rsid w:val="00EE1DE6"/>
    <w:rsid w:val="00EE4F95"/>
    <w:rsid w:val="00EE681B"/>
    <w:rsid w:val="00EE6B27"/>
    <w:rsid w:val="00EE707C"/>
    <w:rsid w:val="00EE7D6E"/>
    <w:rsid w:val="00EF10C6"/>
    <w:rsid w:val="00EF3D88"/>
    <w:rsid w:val="00EF4CE0"/>
    <w:rsid w:val="00EF68B0"/>
    <w:rsid w:val="00EF7741"/>
    <w:rsid w:val="00EF7891"/>
    <w:rsid w:val="00F000AD"/>
    <w:rsid w:val="00F03000"/>
    <w:rsid w:val="00F03390"/>
    <w:rsid w:val="00F034ED"/>
    <w:rsid w:val="00F04945"/>
    <w:rsid w:val="00F126D3"/>
    <w:rsid w:val="00F1339E"/>
    <w:rsid w:val="00F159AB"/>
    <w:rsid w:val="00F15A44"/>
    <w:rsid w:val="00F16AB5"/>
    <w:rsid w:val="00F16C06"/>
    <w:rsid w:val="00F16F14"/>
    <w:rsid w:val="00F20B12"/>
    <w:rsid w:val="00F20CAA"/>
    <w:rsid w:val="00F20D04"/>
    <w:rsid w:val="00F219FA"/>
    <w:rsid w:val="00F24531"/>
    <w:rsid w:val="00F24C1E"/>
    <w:rsid w:val="00F26A8E"/>
    <w:rsid w:val="00F30C4D"/>
    <w:rsid w:val="00F30C7E"/>
    <w:rsid w:val="00F318C8"/>
    <w:rsid w:val="00F32369"/>
    <w:rsid w:val="00F3269E"/>
    <w:rsid w:val="00F3292E"/>
    <w:rsid w:val="00F32A8A"/>
    <w:rsid w:val="00F32CDA"/>
    <w:rsid w:val="00F335E2"/>
    <w:rsid w:val="00F34CFB"/>
    <w:rsid w:val="00F35F6D"/>
    <w:rsid w:val="00F366A0"/>
    <w:rsid w:val="00F36D29"/>
    <w:rsid w:val="00F402AD"/>
    <w:rsid w:val="00F40EF4"/>
    <w:rsid w:val="00F428F9"/>
    <w:rsid w:val="00F4291A"/>
    <w:rsid w:val="00F4592B"/>
    <w:rsid w:val="00F45EF1"/>
    <w:rsid w:val="00F46C03"/>
    <w:rsid w:val="00F50413"/>
    <w:rsid w:val="00F5076A"/>
    <w:rsid w:val="00F50B71"/>
    <w:rsid w:val="00F52E8A"/>
    <w:rsid w:val="00F53CFB"/>
    <w:rsid w:val="00F54360"/>
    <w:rsid w:val="00F54BA2"/>
    <w:rsid w:val="00F55445"/>
    <w:rsid w:val="00F57587"/>
    <w:rsid w:val="00F60034"/>
    <w:rsid w:val="00F600D3"/>
    <w:rsid w:val="00F6024B"/>
    <w:rsid w:val="00F6062F"/>
    <w:rsid w:val="00F618CA"/>
    <w:rsid w:val="00F61AA7"/>
    <w:rsid w:val="00F61F76"/>
    <w:rsid w:val="00F63BA7"/>
    <w:rsid w:val="00F63CD8"/>
    <w:rsid w:val="00F63D8D"/>
    <w:rsid w:val="00F640AF"/>
    <w:rsid w:val="00F643A1"/>
    <w:rsid w:val="00F64F24"/>
    <w:rsid w:val="00F659C5"/>
    <w:rsid w:val="00F67706"/>
    <w:rsid w:val="00F67A97"/>
    <w:rsid w:val="00F70B98"/>
    <w:rsid w:val="00F711FC"/>
    <w:rsid w:val="00F72649"/>
    <w:rsid w:val="00F728CC"/>
    <w:rsid w:val="00F73396"/>
    <w:rsid w:val="00F73C1E"/>
    <w:rsid w:val="00F75ED4"/>
    <w:rsid w:val="00F762B5"/>
    <w:rsid w:val="00F76ADD"/>
    <w:rsid w:val="00F77880"/>
    <w:rsid w:val="00F77900"/>
    <w:rsid w:val="00F80289"/>
    <w:rsid w:val="00F8067B"/>
    <w:rsid w:val="00F80B20"/>
    <w:rsid w:val="00F8124E"/>
    <w:rsid w:val="00F828A6"/>
    <w:rsid w:val="00F82CD7"/>
    <w:rsid w:val="00F84689"/>
    <w:rsid w:val="00F8566F"/>
    <w:rsid w:val="00F87796"/>
    <w:rsid w:val="00F87D1A"/>
    <w:rsid w:val="00F90886"/>
    <w:rsid w:val="00F92972"/>
    <w:rsid w:val="00F94CA7"/>
    <w:rsid w:val="00F94DE2"/>
    <w:rsid w:val="00F95359"/>
    <w:rsid w:val="00F9699E"/>
    <w:rsid w:val="00F96B95"/>
    <w:rsid w:val="00F97C06"/>
    <w:rsid w:val="00FA047D"/>
    <w:rsid w:val="00FA1A01"/>
    <w:rsid w:val="00FA428D"/>
    <w:rsid w:val="00FA4AED"/>
    <w:rsid w:val="00FA533A"/>
    <w:rsid w:val="00FA5EE3"/>
    <w:rsid w:val="00FA6405"/>
    <w:rsid w:val="00FA6CDC"/>
    <w:rsid w:val="00FA78F9"/>
    <w:rsid w:val="00FA7FB2"/>
    <w:rsid w:val="00FB1189"/>
    <w:rsid w:val="00FB2048"/>
    <w:rsid w:val="00FB2FDD"/>
    <w:rsid w:val="00FB4111"/>
    <w:rsid w:val="00FB429E"/>
    <w:rsid w:val="00FB6D70"/>
    <w:rsid w:val="00FB7CB9"/>
    <w:rsid w:val="00FC0932"/>
    <w:rsid w:val="00FC1474"/>
    <w:rsid w:val="00FC1F7C"/>
    <w:rsid w:val="00FC46AA"/>
    <w:rsid w:val="00FC7185"/>
    <w:rsid w:val="00FD0913"/>
    <w:rsid w:val="00FD0F00"/>
    <w:rsid w:val="00FD1134"/>
    <w:rsid w:val="00FD29E9"/>
    <w:rsid w:val="00FD3D53"/>
    <w:rsid w:val="00FD5BD4"/>
    <w:rsid w:val="00FD73A7"/>
    <w:rsid w:val="00FD7406"/>
    <w:rsid w:val="00FE01B1"/>
    <w:rsid w:val="00FE181E"/>
    <w:rsid w:val="00FE18A5"/>
    <w:rsid w:val="00FE3D82"/>
    <w:rsid w:val="00FE52CD"/>
    <w:rsid w:val="00FE73CD"/>
    <w:rsid w:val="00FF0A6C"/>
    <w:rsid w:val="00FF199B"/>
    <w:rsid w:val="00FF2204"/>
    <w:rsid w:val="00FF22C4"/>
    <w:rsid w:val="00FF2990"/>
    <w:rsid w:val="00FF2CFB"/>
    <w:rsid w:val="00FF2E24"/>
    <w:rsid w:val="00FF337B"/>
    <w:rsid w:val="00FF347E"/>
    <w:rsid w:val="00FF5701"/>
    <w:rsid w:val="00FF6054"/>
    <w:rsid w:val="00FF613C"/>
    <w:rsid w:val="00FF6953"/>
    <w:rsid w:val="00FF6A22"/>
    <w:rsid w:val="00FF6A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2A7A4"/>
  <w15:docId w15:val="{4A1DA8BF-252B-496A-969D-799ABED45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6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F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6F01"/>
  </w:style>
  <w:style w:type="paragraph" w:styleId="Footer">
    <w:name w:val="footer"/>
    <w:basedOn w:val="Normal"/>
    <w:link w:val="FooterChar"/>
    <w:uiPriority w:val="99"/>
    <w:unhideWhenUsed/>
    <w:rsid w:val="00CC6F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6F01"/>
  </w:style>
  <w:style w:type="character" w:styleId="Hyperlink">
    <w:name w:val="Hyperlink"/>
    <w:basedOn w:val="DefaultParagraphFont"/>
    <w:uiPriority w:val="99"/>
    <w:unhideWhenUsed/>
    <w:rsid w:val="00CC6F01"/>
    <w:rPr>
      <w:color w:val="0563C1" w:themeColor="hyperlink"/>
      <w:u w:val="single"/>
    </w:rPr>
  </w:style>
  <w:style w:type="paragraph" w:styleId="BalloonText">
    <w:name w:val="Balloon Text"/>
    <w:basedOn w:val="Normal"/>
    <w:link w:val="BalloonTextChar"/>
    <w:uiPriority w:val="99"/>
    <w:semiHidden/>
    <w:unhideWhenUsed/>
    <w:rsid w:val="00535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A99"/>
    <w:rPr>
      <w:rFonts w:ascii="Tahoma" w:hAnsi="Tahoma" w:cs="Tahoma"/>
      <w:sz w:val="16"/>
      <w:szCs w:val="16"/>
    </w:rPr>
  </w:style>
  <w:style w:type="paragraph" w:styleId="NoSpacing">
    <w:name w:val="No Spacing"/>
    <w:uiPriority w:val="1"/>
    <w:qFormat/>
    <w:rsid w:val="00D7643A"/>
    <w:pPr>
      <w:spacing w:after="0" w:line="240" w:lineRule="auto"/>
    </w:pPr>
  </w:style>
  <w:style w:type="character" w:styleId="Strong">
    <w:name w:val="Strong"/>
    <w:basedOn w:val="DefaultParagraphFont"/>
    <w:uiPriority w:val="22"/>
    <w:qFormat/>
    <w:rsid w:val="00947AC2"/>
    <w:rPr>
      <w:b/>
      <w:bCs/>
    </w:rPr>
  </w:style>
  <w:style w:type="paragraph" w:customStyle="1" w:styleId="Default">
    <w:name w:val="Default"/>
    <w:rsid w:val="00C7442A"/>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unhideWhenUsed/>
    <w:rsid w:val="00C7442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C7442A"/>
    <w:rPr>
      <w:rFonts w:ascii="Calibri" w:hAnsi="Calibri"/>
      <w:szCs w:val="21"/>
    </w:rPr>
  </w:style>
  <w:style w:type="paragraph" w:styleId="ListParagraph">
    <w:name w:val="List Paragraph"/>
    <w:basedOn w:val="Normal"/>
    <w:uiPriority w:val="34"/>
    <w:qFormat/>
    <w:rsid w:val="00480E10"/>
    <w:pPr>
      <w:ind w:left="720"/>
      <w:contextualSpacing/>
    </w:pPr>
  </w:style>
  <w:style w:type="paragraph" w:customStyle="1" w:styleId="Normaallaad1">
    <w:name w:val="Normaallaad1"/>
    <w:rsid w:val="007B361F"/>
    <w:pPr>
      <w:spacing w:after="0" w:line="276" w:lineRule="auto"/>
    </w:pPr>
    <w:rPr>
      <w:rFonts w:ascii="Arial" w:eastAsia="Arial" w:hAnsi="Arial" w:cs="Arial"/>
      <w:lang w:eastAsia="et-EE"/>
    </w:rPr>
  </w:style>
  <w:style w:type="character" w:styleId="CommentReference">
    <w:name w:val="annotation reference"/>
    <w:basedOn w:val="DefaultParagraphFont"/>
    <w:uiPriority w:val="99"/>
    <w:semiHidden/>
    <w:unhideWhenUsed/>
    <w:rsid w:val="002F5961"/>
    <w:rPr>
      <w:sz w:val="16"/>
      <w:szCs w:val="16"/>
    </w:rPr>
  </w:style>
  <w:style w:type="paragraph" w:styleId="CommentText">
    <w:name w:val="annotation text"/>
    <w:basedOn w:val="Normal"/>
    <w:link w:val="CommentTextChar"/>
    <w:uiPriority w:val="99"/>
    <w:semiHidden/>
    <w:unhideWhenUsed/>
    <w:rsid w:val="002F5961"/>
    <w:pPr>
      <w:spacing w:line="240" w:lineRule="auto"/>
    </w:pPr>
    <w:rPr>
      <w:sz w:val="20"/>
      <w:szCs w:val="20"/>
    </w:rPr>
  </w:style>
  <w:style w:type="character" w:customStyle="1" w:styleId="CommentTextChar">
    <w:name w:val="Comment Text Char"/>
    <w:basedOn w:val="DefaultParagraphFont"/>
    <w:link w:val="CommentText"/>
    <w:uiPriority w:val="99"/>
    <w:semiHidden/>
    <w:rsid w:val="002F5961"/>
    <w:rPr>
      <w:sz w:val="20"/>
      <w:szCs w:val="20"/>
    </w:rPr>
  </w:style>
  <w:style w:type="paragraph" w:styleId="CommentSubject">
    <w:name w:val="annotation subject"/>
    <w:basedOn w:val="CommentText"/>
    <w:next w:val="CommentText"/>
    <w:link w:val="CommentSubjectChar"/>
    <w:uiPriority w:val="99"/>
    <w:semiHidden/>
    <w:unhideWhenUsed/>
    <w:rsid w:val="002F5961"/>
    <w:rPr>
      <w:b/>
      <w:bCs/>
    </w:rPr>
  </w:style>
  <w:style w:type="character" w:customStyle="1" w:styleId="CommentSubjectChar">
    <w:name w:val="Comment Subject Char"/>
    <w:basedOn w:val="CommentTextChar"/>
    <w:link w:val="CommentSubject"/>
    <w:uiPriority w:val="99"/>
    <w:semiHidden/>
    <w:rsid w:val="002F5961"/>
    <w:rPr>
      <w:b/>
      <w:bCs/>
      <w:sz w:val="20"/>
      <w:szCs w:val="20"/>
    </w:rPr>
  </w:style>
  <w:style w:type="paragraph" w:styleId="FootnoteText">
    <w:name w:val="footnote text"/>
    <w:basedOn w:val="Normal"/>
    <w:link w:val="FootnoteTextChar"/>
    <w:uiPriority w:val="7"/>
    <w:unhideWhenUsed/>
    <w:qFormat/>
    <w:rsid w:val="00FB2048"/>
    <w:pPr>
      <w:spacing w:before="120" w:after="12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7"/>
    <w:rsid w:val="00FB2048"/>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FB2048"/>
    <w:rPr>
      <w:rFonts w:cs="Times New Roman"/>
      <w:vertAlign w:val="superscript"/>
    </w:rPr>
  </w:style>
  <w:style w:type="character" w:styleId="UnresolvedMention">
    <w:name w:val="Unresolved Mention"/>
    <w:basedOn w:val="DefaultParagraphFont"/>
    <w:uiPriority w:val="99"/>
    <w:semiHidden/>
    <w:unhideWhenUsed/>
    <w:rsid w:val="002C2E89"/>
    <w:rPr>
      <w:color w:val="605E5C"/>
      <w:shd w:val="clear" w:color="auto" w:fill="E1DFDD"/>
    </w:rPr>
  </w:style>
  <w:style w:type="character" w:customStyle="1" w:styleId="normaltextrun">
    <w:name w:val="normaltextrun"/>
    <w:basedOn w:val="DefaultParagraphFont"/>
    <w:rsid w:val="00784CF3"/>
  </w:style>
  <w:style w:type="character" w:customStyle="1" w:styleId="eop">
    <w:name w:val="eop"/>
    <w:basedOn w:val="DefaultParagraphFont"/>
    <w:rsid w:val="00784CF3"/>
  </w:style>
  <w:style w:type="character" w:customStyle="1" w:styleId="ui-provider">
    <w:name w:val="ui-provider"/>
    <w:basedOn w:val="DefaultParagraphFont"/>
    <w:rsid w:val="008A7DFA"/>
    <w:rPr>
      <w:rFonts w:cs="Times New Roman"/>
    </w:rPr>
  </w:style>
  <w:style w:type="paragraph" w:customStyle="1" w:styleId="Loetelu">
    <w:name w:val="Loetelu"/>
    <w:basedOn w:val="BodyText"/>
    <w:uiPriority w:val="99"/>
    <w:rsid w:val="003350CC"/>
    <w:pPr>
      <w:numPr>
        <w:numId w:val="2"/>
      </w:numPr>
      <w:tabs>
        <w:tab w:val="num" w:pos="360"/>
      </w:tabs>
      <w:spacing w:before="120" w:after="0" w:line="240" w:lineRule="auto"/>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3350CC"/>
    <w:pPr>
      <w:spacing w:after="120"/>
    </w:pPr>
  </w:style>
  <w:style w:type="character" w:customStyle="1" w:styleId="BodyTextChar">
    <w:name w:val="Body Text Char"/>
    <w:basedOn w:val="DefaultParagraphFont"/>
    <w:link w:val="BodyText"/>
    <w:uiPriority w:val="99"/>
    <w:semiHidden/>
    <w:rsid w:val="00335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143">
      <w:bodyDiv w:val="1"/>
      <w:marLeft w:val="0"/>
      <w:marRight w:val="0"/>
      <w:marTop w:val="0"/>
      <w:marBottom w:val="0"/>
      <w:divBdr>
        <w:top w:val="none" w:sz="0" w:space="0" w:color="auto"/>
        <w:left w:val="none" w:sz="0" w:space="0" w:color="auto"/>
        <w:bottom w:val="none" w:sz="0" w:space="0" w:color="auto"/>
        <w:right w:val="none" w:sz="0" w:space="0" w:color="auto"/>
      </w:divBdr>
    </w:div>
    <w:div w:id="46103849">
      <w:bodyDiv w:val="1"/>
      <w:marLeft w:val="0"/>
      <w:marRight w:val="0"/>
      <w:marTop w:val="0"/>
      <w:marBottom w:val="0"/>
      <w:divBdr>
        <w:top w:val="none" w:sz="0" w:space="0" w:color="auto"/>
        <w:left w:val="none" w:sz="0" w:space="0" w:color="auto"/>
        <w:bottom w:val="none" w:sz="0" w:space="0" w:color="auto"/>
        <w:right w:val="none" w:sz="0" w:space="0" w:color="auto"/>
      </w:divBdr>
    </w:div>
    <w:div w:id="47808436">
      <w:bodyDiv w:val="1"/>
      <w:marLeft w:val="0"/>
      <w:marRight w:val="0"/>
      <w:marTop w:val="0"/>
      <w:marBottom w:val="0"/>
      <w:divBdr>
        <w:top w:val="none" w:sz="0" w:space="0" w:color="auto"/>
        <w:left w:val="none" w:sz="0" w:space="0" w:color="auto"/>
        <w:bottom w:val="none" w:sz="0" w:space="0" w:color="auto"/>
        <w:right w:val="none" w:sz="0" w:space="0" w:color="auto"/>
      </w:divBdr>
    </w:div>
    <w:div w:id="67919126">
      <w:bodyDiv w:val="1"/>
      <w:marLeft w:val="0"/>
      <w:marRight w:val="0"/>
      <w:marTop w:val="0"/>
      <w:marBottom w:val="0"/>
      <w:divBdr>
        <w:top w:val="none" w:sz="0" w:space="0" w:color="auto"/>
        <w:left w:val="none" w:sz="0" w:space="0" w:color="auto"/>
        <w:bottom w:val="none" w:sz="0" w:space="0" w:color="auto"/>
        <w:right w:val="none" w:sz="0" w:space="0" w:color="auto"/>
      </w:divBdr>
    </w:div>
    <w:div w:id="101069587">
      <w:bodyDiv w:val="1"/>
      <w:marLeft w:val="0"/>
      <w:marRight w:val="0"/>
      <w:marTop w:val="0"/>
      <w:marBottom w:val="0"/>
      <w:divBdr>
        <w:top w:val="none" w:sz="0" w:space="0" w:color="auto"/>
        <w:left w:val="none" w:sz="0" w:space="0" w:color="auto"/>
        <w:bottom w:val="none" w:sz="0" w:space="0" w:color="auto"/>
        <w:right w:val="none" w:sz="0" w:space="0" w:color="auto"/>
      </w:divBdr>
    </w:div>
    <w:div w:id="170533881">
      <w:bodyDiv w:val="1"/>
      <w:marLeft w:val="0"/>
      <w:marRight w:val="0"/>
      <w:marTop w:val="0"/>
      <w:marBottom w:val="0"/>
      <w:divBdr>
        <w:top w:val="none" w:sz="0" w:space="0" w:color="auto"/>
        <w:left w:val="none" w:sz="0" w:space="0" w:color="auto"/>
        <w:bottom w:val="none" w:sz="0" w:space="0" w:color="auto"/>
        <w:right w:val="none" w:sz="0" w:space="0" w:color="auto"/>
      </w:divBdr>
    </w:div>
    <w:div w:id="184369029">
      <w:bodyDiv w:val="1"/>
      <w:marLeft w:val="0"/>
      <w:marRight w:val="0"/>
      <w:marTop w:val="0"/>
      <w:marBottom w:val="0"/>
      <w:divBdr>
        <w:top w:val="none" w:sz="0" w:space="0" w:color="auto"/>
        <w:left w:val="none" w:sz="0" w:space="0" w:color="auto"/>
        <w:bottom w:val="none" w:sz="0" w:space="0" w:color="auto"/>
        <w:right w:val="none" w:sz="0" w:space="0" w:color="auto"/>
      </w:divBdr>
    </w:div>
    <w:div w:id="251546131">
      <w:bodyDiv w:val="1"/>
      <w:marLeft w:val="0"/>
      <w:marRight w:val="0"/>
      <w:marTop w:val="0"/>
      <w:marBottom w:val="0"/>
      <w:divBdr>
        <w:top w:val="none" w:sz="0" w:space="0" w:color="auto"/>
        <w:left w:val="none" w:sz="0" w:space="0" w:color="auto"/>
        <w:bottom w:val="none" w:sz="0" w:space="0" w:color="auto"/>
        <w:right w:val="none" w:sz="0" w:space="0" w:color="auto"/>
      </w:divBdr>
    </w:div>
    <w:div w:id="285704155">
      <w:bodyDiv w:val="1"/>
      <w:marLeft w:val="0"/>
      <w:marRight w:val="0"/>
      <w:marTop w:val="0"/>
      <w:marBottom w:val="0"/>
      <w:divBdr>
        <w:top w:val="none" w:sz="0" w:space="0" w:color="auto"/>
        <w:left w:val="none" w:sz="0" w:space="0" w:color="auto"/>
        <w:bottom w:val="none" w:sz="0" w:space="0" w:color="auto"/>
        <w:right w:val="none" w:sz="0" w:space="0" w:color="auto"/>
      </w:divBdr>
    </w:div>
    <w:div w:id="323827608">
      <w:bodyDiv w:val="1"/>
      <w:marLeft w:val="0"/>
      <w:marRight w:val="0"/>
      <w:marTop w:val="0"/>
      <w:marBottom w:val="0"/>
      <w:divBdr>
        <w:top w:val="none" w:sz="0" w:space="0" w:color="auto"/>
        <w:left w:val="none" w:sz="0" w:space="0" w:color="auto"/>
        <w:bottom w:val="none" w:sz="0" w:space="0" w:color="auto"/>
        <w:right w:val="none" w:sz="0" w:space="0" w:color="auto"/>
      </w:divBdr>
    </w:div>
    <w:div w:id="756632942">
      <w:bodyDiv w:val="1"/>
      <w:marLeft w:val="0"/>
      <w:marRight w:val="0"/>
      <w:marTop w:val="0"/>
      <w:marBottom w:val="0"/>
      <w:divBdr>
        <w:top w:val="none" w:sz="0" w:space="0" w:color="auto"/>
        <w:left w:val="none" w:sz="0" w:space="0" w:color="auto"/>
        <w:bottom w:val="none" w:sz="0" w:space="0" w:color="auto"/>
        <w:right w:val="none" w:sz="0" w:space="0" w:color="auto"/>
      </w:divBdr>
    </w:div>
    <w:div w:id="908345711">
      <w:bodyDiv w:val="1"/>
      <w:marLeft w:val="0"/>
      <w:marRight w:val="0"/>
      <w:marTop w:val="0"/>
      <w:marBottom w:val="0"/>
      <w:divBdr>
        <w:top w:val="none" w:sz="0" w:space="0" w:color="auto"/>
        <w:left w:val="none" w:sz="0" w:space="0" w:color="auto"/>
        <w:bottom w:val="none" w:sz="0" w:space="0" w:color="auto"/>
        <w:right w:val="none" w:sz="0" w:space="0" w:color="auto"/>
      </w:divBdr>
    </w:div>
    <w:div w:id="919288992">
      <w:bodyDiv w:val="1"/>
      <w:marLeft w:val="0"/>
      <w:marRight w:val="0"/>
      <w:marTop w:val="0"/>
      <w:marBottom w:val="0"/>
      <w:divBdr>
        <w:top w:val="none" w:sz="0" w:space="0" w:color="auto"/>
        <w:left w:val="none" w:sz="0" w:space="0" w:color="auto"/>
        <w:bottom w:val="none" w:sz="0" w:space="0" w:color="auto"/>
        <w:right w:val="none" w:sz="0" w:space="0" w:color="auto"/>
      </w:divBdr>
    </w:div>
    <w:div w:id="1100415946">
      <w:bodyDiv w:val="1"/>
      <w:marLeft w:val="0"/>
      <w:marRight w:val="0"/>
      <w:marTop w:val="0"/>
      <w:marBottom w:val="0"/>
      <w:divBdr>
        <w:top w:val="none" w:sz="0" w:space="0" w:color="auto"/>
        <w:left w:val="none" w:sz="0" w:space="0" w:color="auto"/>
        <w:bottom w:val="none" w:sz="0" w:space="0" w:color="auto"/>
        <w:right w:val="none" w:sz="0" w:space="0" w:color="auto"/>
      </w:divBdr>
    </w:div>
    <w:div w:id="1176729689">
      <w:bodyDiv w:val="1"/>
      <w:marLeft w:val="0"/>
      <w:marRight w:val="0"/>
      <w:marTop w:val="0"/>
      <w:marBottom w:val="0"/>
      <w:divBdr>
        <w:top w:val="none" w:sz="0" w:space="0" w:color="auto"/>
        <w:left w:val="none" w:sz="0" w:space="0" w:color="auto"/>
        <w:bottom w:val="none" w:sz="0" w:space="0" w:color="auto"/>
        <w:right w:val="none" w:sz="0" w:space="0" w:color="auto"/>
      </w:divBdr>
    </w:div>
    <w:div w:id="1257326024">
      <w:bodyDiv w:val="1"/>
      <w:marLeft w:val="0"/>
      <w:marRight w:val="0"/>
      <w:marTop w:val="0"/>
      <w:marBottom w:val="0"/>
      <w:divBdr>
        <w:top w:val="none" w:sz="0" w:space="0" w:color="auto"/>
        <w:left w:val="none" w:sz="0" w:space="0" w:color="auto"/>
        <w:bottom w:val="none" w:sz="0" w:space="0" w:color="auto"/>
        <w:right w:val="none" w:sz="0" w:space="0" w:color="auto"/>
      </w:divBdr>
    </w:div>
    <w:div w:id="1400909629">
      <w:bodyDiv w:val="1"/>
      <w:marLeft w:val="0"/>
      <w:marRight w:val="0"/>
      <w:marTop w:val="0"/>
      <w:marBottom w:val="0"/>
      <w:divBdr>
        <w:top w:val="none" w:sz="0" w:space="0" w:color="auto"/>
        <w:left w:val="none" w:sz="0" w:space="0" w:color="auto"/>
        <w:bottom w:val="none" w:sz="0" w:space="0" w:color="auto"/>
        <w:right w:val="none" w:sz="0" w:space="0" w:color="auto"/>
      </w:divBdr>
    </w:div>
    <w:div w:id="1439715915">
      <w:bodyDiv w:val="1"/>
      <w:marLeft w:val="0"/>
      <w:marRight w:val="0"/>
      <w:marTop w:val="0"/>
      <w:marBottom w:val="0"/>
      <w:divBdr>
        <w:top w:val="none" w:sz="0" w:space="0" w:color="auto"/>
        <w:left w:val="none" w:sz="0" w:space="0" w:color="auto"/>
        <w:bottom w:val="none" w:sz="0" w:space="0" w:color="auto"/>
        <w:right w:val="none" w:sz="0" w:space="0" w:color="auto"/>
      </w:divBdr>
    </w:div>
    <w:div w:id="1565994431">
      <w:bodyDiv w:val="1"/>
      <w:marLeft w:val="0"/>
      <w:marRight w:val="0"/>
      <w:marTop w:val="0"/>
      <w:marBottom w:val="0"/>
      <w:divBdr>
        <w:top w:val="none" w:sz="0" w:space="0" w:color="auto"/>
        <w:left w:val="none" w:sz="0" w:space="0" w:color="auto"/>
        <w:bottom w:val="none" w:sz="0" w:space="0" w:color="auto"/>
        <w:right w:val="none" w:sz="0" w:space="0" w:color="auto"/>
      </w:divBdr>
    </w:div>
    <w:div w:id="1665819076">
      <w:bodyDiv w:val="1"/>
      <w:marLeft w:val="0"/>
      <w:marRight w:val="0"/>
      <w:marTop w:val="0"/>
      <w:marBottom w:val="0"/>
      <w:divBdr>
        <w:top w:val="none" w:sz="0" w:space="0" w:color="auto"/>
        <w:left w:val="none" w:sz="0" w:space="0" w:color="auto"/>
        <w:bottom w:val="none" w:sz="0" w:space="0" w:color="auto"/>
        <w:right w:val="none" w:sz="0" w:space="0" w:color="auto"/>
      </w:divBdr>
    </w:div>
    <w:div w:id="1695037571">
      <w:bodyDiv w:val="1"/>
      <w:marLeft w:val="0"/>
      <w:marRight w:val="0"/>
      <w:marTop w:val="0"/>
      <w:marBottom w:val="0"/>
      <w:divBdr>
        <w:top w:val="none" w:sz="0" w:space="0" w:color="auto"/>
        <w:left w:val="none" w:sz="0" w:space="0" w:color="auto"/>
        <w:bottom w:val="none" w:sz="0" w:space="0" w:color="auto"/>
        <w:right w:val="none" w:sz="0" w:space="0" w:color="auto"/>
      </w:divBdr>
    </w:div>
    <w:div w:id="1706833665">
      <w:bodyDiv w:val="1"/>
      <w:marLeft w:val="0"/>
      <w:marRight w:val="0"/>
      <w:marTop w:val="0"/>
      <w:marBottom w:val="0"/>
      <w:divBdr>
        <w:top w:val="none" w:sz="0" w:space="0" w:color="auto"/>
        <w:left w:val="none" w:sz="0" w:space="0" w:color="auto"/>
        <w:bottom w:val="none" w:sz="0" w:space="0" w:color="auto"/>
        <w:right w:val="none" w:sz="0" w:space="0" w:color="auto"/>
      </w:divBdr>
    </w:div>
    <w:div w:id="1719939767">
      <w:bodyDiv w:val="1"/>
      <w:marLeft w:val="0"/>
      <w:marRight w:val="0"/>
      <w:marTop w:val="0"/>
      <w:marBottom w:val="0"/>
      <w:divBdr>
        <w:top w:val="none" w:sz="0" w:space="0" w:color="auto"/>
        <w:left w:val="none" w:sz="0" w:space="0" w:color="auto"/>
        <w:bottom w:val="none" w:sz="0" w:space="0" w:color="auto"/>
        <w:right w:val="none" w:sz="0" w:space="0" w:color="auto"/>
      </w:divBdr>
    </w:div>
    <w:div w:id="1759061740">
      <w:bodyDiv w:val="1"/>
      <w:marLeft w:val="0"/>
      <w:marRight w:val="0"/>
      <w:marTop w:val="0"/>
      <w:marBottom w:val="0"/>
      <w:divBdr>
        <w:top w:val="none" w:sz="0" w:space="0" w:color="auto"/>
        <w:left w:val="none" w:sz="0" w:space="0" w:color="auto"/>
        <w:bottom w:val="none" w:sz="0" w:space="0" w:color="auto"/>
        <w:right w:val="none" w:sz="0" w:space="0" w:color="auto"/>
      </w:divBdr>
    </w:div>
    <w:div w:id="1787501216">
      <w:bodyDiv w:val="1"/>
      <w:marLeft w:val="0"/>
      <w:marRight w:val="0"/>
      <w:marTop w:val="0"/>
      <w:marBottom w:val="0"/>
      <w:divBdr>
        <w:top w:val="none" w:sz="0" w:space="0" w:color="auto"/>
        <w:left w:val="none" w:sz="0" w:space="0" w:color="auto"/>
        <w:bottom w:val="none" w:sz="0" w:space="0" w:color="auto"/>
        <w:right w:val="none" w:sz="0" w:space="0" w:color="auto"/>
      </w:divBdr>
    </w:div>
    <w:div w:id="1850294256">
      <w:bodyDiv w:val="1"/>
      <w:marLeft w:val="0"/>
      <w:marRight w:val="0"/>
      <w:marTop w:val="0"/>
      <w:marBottom w:val="0"/>
      <w:divBdr>
        <w:top w:val="none" w:sz="0" w:space="0" w:color="auto"/>
        <w:left w:val="none" w:sz="0" w:space="0" w:color="auto"/>
        <w:bottom w:val="none" w:sz="0" w:space="0" w:color="auto"/>
        <w:right w:val="none" w:sz="0" w:space="0" w:color="auto"/>
      </w:divBdr>
    </w:div>
    <w:div w:id="1874078394">
      <w:bodyDiv w:val="1"/>
      <w:marLeft w:val="0"/>
      <w:marRight w:val="0"/>
      <w:marTop w:val="0"/>
      <w:marBottom w:val="0"/>
      <w:divBdr>
        <w:top w:val="none" w:sz="0" w:space="0" w:color="auto"/>
        <w:left w:val="none" w:sz="0" w:space="0" w:color="auto"/>
        <w:bottom w:val="none" w:sz="0" w:space="0" w:color="auto"/>
        <w:right w:val="none" w:sz="0" w:space="0" w:color="auto"/>
      </w:divBdr>
    </w:div>
    <w:div w:id="1932153249">
      <w:bodyDiv w:val="1"/>
      <w:marLeft w:val="0"/>
      <w:marRight w:val="0"/>
      <w:marTop w:val="0"/>
      <w:marBottom w:val="0"/>
      <w:divBdr>
        <w:top w:val="none" w:sz="0" w:space="0" w:color="auto"/>
        <w:left w:val="none" w:sz="0" w:space="0" w:color="auto"/>
        <w:bottom w:val="none" w:sz="0" w:space="0" w:color="auto"/>
        <w:right w:val="none" w:sz="0" w:space="0" w:color="auto"/>
      </w:divBdr>
    </w:div>
    <w:div w:id="1938949416">
      <w:bodyDiv w:val="1"/>
      <w:marLeft w:val="0"/>
      <w:marRight w:val="0"/>
      <w:marTop w:val="0"/>
      <w:marBottom w:val="0"/>
      <w:divBdr>
        <w:top w:val="none" w:sz="0" w:space="0" w:color="auto"/>
        <w:left w:val="none" w:sz="0" w:space="0" w:color="auto"/>
        <w:bottom w:val="none" w:sz="0" w:space="0" w:color="auto"/>
        <w:right w:val="none" w:sz="0" w:space="0" w:color="auto"/>
      </w:divBdr>
    </w:div>
    <w:div w:id="1995720370">
      <w:bodyDiv w:val="1"/>
      <w:marLeft w:val="0"/>
      <w:marRight w:val="0"/>
      <w:marTop w:val="0"/>
      <w:marBottom w:val="0"/>
      <w:divBdr>
        <w:top w:val="none" w:sz="0" w:space="0" w:color="auto"/>
        <w:left w:val="none" w:sz="0" w:space="0" w:color="auto"/>
        <w:bottom w:val="none" w:sz="0" w:space="0" w:color="auto"/>
        <w:right w:val="none" w:sz="0" w:space="0" w:color="auto"/>
      </w:divBdr>
    </w:div>
    <w:div w:id="2126346390">
      <w:bodyDiv w:val="1"/>
      <w:marLeft w:val="0"/>
      <w:marRight w:val="0"/>
      <w:marTop w:val="0"/>
      <w:marBottom w:val="0"/>
      <w:divBdr>
        <w:top w:val="none" w:sz="0" w:space="0" w:color="auto"/>
        <w:left w:val="none" w:sz="0" w:space="0" w:color="auto"/>
        <w:bottom w:val="none" w:sz="0" w:space="0" w:color="auto"/>
        <w:right w:val="none" w:sz="0" w:space="0" w:color="auto"/>
      </w:divBdr>
    </w:div>
    <w:div w:id="214527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lle.ilves.KOVIT\KOV%20IT\ELVL%20Avalik%20-%20Dokumendid\AVALIK\ELVL%20blankett\ELVL%20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10" ma:contentTypeDescription="Loo uus dokument" ma:contentTypeScope="" ma:versionID="9154b81a4b3bd99365d436cbac86e382">
  <xsd:schema xmlns:xsd="http://www.w3.org/2001/XMLSchema" xmlns:xs="http://www.w3.org/2001/XMLSchema" xmlns:p="http://schemas.microsoft.com/office/2006/metadata/properties" xmlns:ns2="0d81c65f-5842-43c9-a691-e445a40616d7" targetNamespace="http://schemas.microsoft.com/office/2006/metadata/properties" ma:root="true" ma:fieldsID="d0068c64f0f3292f5cfe9765750e5121" ns2:_="">
    <xsd:import namespace="0d81c65f-5842-43c9-a691-e445a40616d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77DE51-611B-4659-BAA4-BFE4127F52F7}">
  <ds:schemaRefs>
    <ds:schemaRef ds:uri="http://schemas.openxmlformats.org/officeDocument/2006/bibliography"/>
  </ds:schemaRefs>
</ds:datastoreItem>
</file>

<file path=customXml/itemProps2.xml><?xml version="1.0" encoding="utf-8"?>
<ds:datastoreItem xmlns:ds="http://schemas.openxmlformats.org/officeDocument/2006/customXml" ds:itemID="{D98E2379-85F4-4CEA-A39B-21ABCB5D29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A5E57D-E748-4DE1-9096-58FF3BD22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4B9865-3371-46D8-A133-4836EA3F2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ELVL plank</Template>
  <TotalTime>1</TotalTime>
  <Pages>3</Pages>
  <Words>1311</Words>
  <Characters>7608</Characters>
  <Application>Microsoft Office Word</Application>
  <DocSecurity>0</DocSecurity>
  <Lines>63</Lines>
  <Paragraphs>17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Hille Ilves</dc:creator>
  <cp:lastModifiedBy>Erkki-Alo Kirde</cp:lastModifiedBy>
  <cp:revision>2</cp:revision>
  <cp:lastPrinted>2023-05-09T12:05:00Z</cp:lastPrinted>
  <dcterms:created xsi:type="dcterms:W3CDTF">2023-08-18T14:38:00Z</dcterms:created>
  <dcterms:modified xsi:type="dcterms:W3CDTF">2023-08-18T14:38:00Z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Order">
    <vt:r8>6200</vt:r8>
  </property>
</Properties>
</file>